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56204D" w14:textId="77777777" w:rsidR="00A14446" w:rsidRPr="00844B97" w:rsidRDefault="00A14446">
      <w:pPr>
        <w:pStyle w:val="Chapternumber"/>
        <w:spacing w:after="120"/>
        <w:rPr>
          <w:rFonts w:ascii="Liberation Sans" w:hAnsi="Liberation Sans" w:cs="Liberation Sans"/>
        </w:rPr>
      </w:pPr>
      <w:bookmarkStart w:id="0" w:name="_GoBack"/>
      <w:bookmarkEnd w:id="0"/>
      <w:r w:rsidRPr="00844B97">
        <w:rPr>
          <w:rFonts w:ascii="Liberation Sans" w:hAnsi="Liberation Sans" w:cs="Liberation Sans"/>
        </w:rPr>
        <w:t xml:space="preserve">CHAPTER </w:t>
      </w:r>
      <w:r w:rsidR="005C6B67" w:rsidRPr="00844B97">
        <w:rPr>
          <w:rFonts w:ascii="Liberation Sans" w:hAnsi="Liberation Sans" w:cs="Liberation Sans"/>
        </w:rPr>
        <w:t>7</w:t>
      </w:r>
    </w:p>
    <w:p w14:paraId="0256204E" w14:textId="77777777" w:rsidR="00A14446" w:rsidRPr="00844B97" w:rsidRDefault="00A14446">
      <w:pPr>
        <w:rPr>
          <w:rFonts w:ascii="Liberation Sans" w:hAnsi="Liberation Sans" w:cs="Liberation Sans"/>
        </w:rPr>
      </w:pPr>
    </w:p>
    <w:p w14:paraId="0256204F" w14:textId="77777777" w:rsidR="00A14446" w:rsidRPr="00844B97" w:rsidRDefault="00A14446">
      <w:pPr>
        <w:pStyle w:val="2Head"/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>SOLUTIONS TO EXERCISES—SET B</w:t>
      </w:r>
    </w:p>
    <w:p w14:paraId="02562050" w14:textId="77777777" w:rsidR="00A14446" w:rsidRPr="00844B97" w:rsidRDefault="00A14446">
      <w:pPr>
        <w:pStyle w:val="BodyLarge"/>
        <w:spacing w:line="280" w:lineRule="exact"/>
        <w:rPr>
          <w:rFonts w:ascii="Liberation Sans" w:hAnsi="Liberation Sans" w:cs="Liberation Sans"/>
        </w:rPr>
      </w:pPr>
    </w:p>
    <w:p w14:paraId="02562051" w14:textId="77777777" w:rsidR="00A14446" w:rsidRPr="00844B97" w:rsidRDefault="00A14446">
      <w:pPr>
        <w:pStyle w:val="BodyLarge"/>
        <w:rPr>
          <w:rFonts w:ascii="Liberation Sans" w:hAnsi="Liberation Sans" w:cs="Liberation Sans"/>
        </w:rPr>
      </w:pPr>
    </w:p>
    <w:p w14:paraId="02562052" w14:textId="77777777" w:rsidR="00A14446" w:rsidRPr="00844B97" w:rsidRDefault="00A14446">
      <w:pPr>
        <w:pStyle w:val="BodyLarge"/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 xml:space="preserve">EXERCISE </w:t>
      </w:r>
      <w:r w:rsidR="005C6B67" w:rsidRPr="00844B97">
        <w:rPr>
          <w:rFonts w:ascii="Liberation Sans" w:hAnsi="Liberation Sans" w:cs="Liberation Sans"/>
        </w:rPr>
        <w:t>7</w:t>
      </w:r>
      <w:r w:rsidRPr="00844B97">
        <w:rPr>
          <w:rFonts w:ascii="Liberation Sans" w:hAnsi="Liberation Sans" w:cs="Liberation Sans"/>
        </w:rPr>
        <w:t>-1B</w:t>
      </w:r>
    </w:p>
    <w:p w14:paraId="02562053" w14:textId="77777777" w:rsidR="00A14446" w:rsidRPr="00844B97" w:rsidRDefault="00A14446">
      <w:pPr>
        <w:pStyle w:val="BodyLarge"/>
        <w:rPr>
          <w:rFonts w:ascii="Liberation Sans" w:hAnsi="Liberation Sans" w:cs="Liberation Sans"/>
        </w:rPr>
      </w:pPr>
    </w:p>
    <w:p w14:paraId="02562054" w14:textId="77777777" w:rsidR="00A14446" w:rsidRPr="00844B97" w:rsidRDefault="00A14446">
      <w:pPr>
        <w:pStyle w:val="BodyLarge"/>
        <w:tabs>
          <w:tab w:val="left" w:pos="450"/>
        </w:tabs>
        <w:ind w:left="450" w:right="18" w:hanging="450"/>
        <w:jc w:val="both"/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>1.</w:t>
      </w:r>
      <w:r w:rsidRPr="00844B97">
        <w:rPr>
          <w:rFonts w:ascii="Liberation Sans" w:hAnsi="Liberation Sans" w:cs="Liberation Sans"/>
        </w:rPr>
        <w:tab/>
        <w:t>Establishment of responsibility. The counter clerk is responsible for handling cash. Other employees are responsible for making the food.</w:t>
      </w:r>
    </w:p>
    <w:p w14:paraId="02562055" w14:textId="77777777" w:rsidR="00A14446" w:rsidRPr="00844B97" w:rsidRDefault="00A14446">
      <w:pPr>
        <w:pStyle w:val="BodyLarge"/>
        <w:tabs>
          <w:tab w:val="left" w:pos="450"/>
        </w:tabs>
        <w:spacing w:line="280" w:lineRule="exact"/>
        <w:ind w:left="446" w:hanging="446"/>
        <w:jc w:val="both"/>
        <w:rPr>
          <w:rFonts w:ascii="Liberation Sans" w:hAnsi="Liberation Sans" w:cs="Liberation Sans"/>
        </w:rPr>
      </w:pPr>
    </w:p>
    <w:p w14:paraId="02562056" w14:textId="77777777" w:rsidR="00A14446" w:rsidRPr="00844B97" w:rsidRDefault="00A14446">
      <w:pPr>
        <w:pStyle w:val="BodyLarge"/>
        <w:tabs>
          <w:tab w:val="left" w:pos="450"/>
        </w:tabs>
        <w:ind w:left="450" w:hanging="450"/>
        <w:jc w:val="both"/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>2.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  <w:spacing w:val="-6"/>
        </w:rPr>
        <w:t xml:space="preserve">Segregation of duties. Employees who make the </w:t>
      </w:r>
      <w:r w:rsidRPr="00844B97">
        <w:rPr>
          <w:rFonts w:ascii="Liberation Sans" w:hAnsi="Liberation Sans" w:cs="Liberation Sans"/>
        </w:rPr>
        <w:t>food</w:t>
      </w:r>
      <w:r w:rsidRPr="00844B97">
        <w:rPr>
          <w:rFonts w:ascii="Liberation Sans" w:hAnsi="Liberation Sans" w:cs="Liberation Sans"/>
          <w:spacing w:val="-6"/>
        </w:rPr>
        <w:t xml:space="preserve"> do not handle cash.</w:t>
      </w:r>
    </w:p>
    <w:p w14:paraId="02562057" w14:textId="77777777" w:rsidR="00A14446" w:rsidRPr="00844B97" w:rsidRDefault="00A14446">
      <w:pPr>
        <w:pStyle w:val="BodyLarge"/>
        <w:tabs>
          <w:tab w:val="left" w:pos="450"/>
        </w:tabs>
        <w:spacing w:line="280" w:lineRule="exact"/>
        <w:ind w:left="446" w:hanging="446"/>
        <w:jc w:val="both"/>
        <w:rPr>
          <w:rFonts w:ascii="Liberation Sans" w:hAnsi="Liberation Sans" w:cs="Liberation Sans"/>
        </w:rPr>
      </w:pPr>
    </w:p>
    <w:p w14:paraId="02562058" w14:textId="77777777" w:rsidR="00A14446" w:rsidRPr="00844B97" w:rsidRDefault="00A14446">
      <w:pPr>
        <w:pStyle w:val="BodyLarge"/>
        <w:tabs>
          <w:tab w:val="left" w:pos="450"/>
        </w:tabs>
        <w:ind w:left="450" w:hanging="450"/>
        <w:jc w:val="both"/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>3.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  <w:spacing w:val="2"/>
        </w:rPr>
        <w:t>Documentation procedures. The counter clerk uses your order invoice (ticket) in registering the sale on the cash register. The cash register produces a tape of all sales.</w:t>
      </w:r>
    </w:p>
    <w:p w14:paraId="02562059" w14:textId="77777777" w:rsidR="00A14446" w:rsidRPr="00844B97" w:rsidRDefault="00A14446">
      <w:pPr>
        <w:pStyle w:val="BodyLarge"/>
        <w:tabs>
          <w:tab w:val="left" w:pos="450"/>
        </w:tabs>
        <w:spacing w:line="280" w:lineRule="exact"/>
        <w:ind w:left="446" w:hanging="446"/>
        <w:jc w:val="both"/>
        <w:rPr>
          <w:rFonts w:ascii="Liberation Sans" w:hAnsi="Liberation Sans" w:cs="Liberation Sans"/>
        </w:rPr>
      </w:pPr>
    </w:p>
    <w:p w14:paraId="0256205A" w14:textId="77777777" w:rsidR="00A14446" w:rsidRPr="00844B97" w:rsidRDefault="00A14446">
      <w:pPr>
        <w:pStyle w:val="BodyLarge"/>
        <w:tabs>
          <w:tab w:val="left" w:pos="450"/>
        </w:tabs>
        <w:ind w:left="450" w:right="9" w:hanging="450"/>
        <w:jc w:val="both"/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>4.</w:t>
      </w:r>
      <w:r w:rsidRPr="00844B97">
        <w:rPr>
          <w:rFonts w:ascii="Liberation Sans" w:hAnsi="Liberation Sans" w:cs="Liberation Sans"/>
        </w:rPr>
        <w:tab/>
        <w:t>Physical controls. A cash register is used to record the sale.</w:t>
      </w:r>
    </w:p>
    <w:p w14:paraId="0256205B" w14:textId="77777777" w:rsidR="00A14446" w:rsidRPr="00844B97" w:rsidRDefault="00A14446">
      <w:pPr>
        <w:pStyle w:val="BodyLarge"/>
        <w:tabs>
          <w:tab w:val="left" w:pos="450"/>
        </w:tabs>
        <w:spacing w:line="280" w:lineRule="exact"/>
        <w:ind w:left="446" w:hanging="446"/>
        <w:jc w:val="both"/>
        <w:rPr>
          <w:rFonts w:ascii="Liberation Sans" w:hAnsi="Liberation Sans" w:cs="Liberation Sans"/>
        </w:rPr>
      </w:pPr>
    </w:p>
    <w:p w14:paraId="0256205C" w14:textId="77777777" w:rsidR="00A14446" w:rsidRPr="00844B97" w:rsidRDefault="00A14446">
      <w:pPr>
        <w:pStyle w:val="BodyLarge"/>
        <w:tabs>
          <w:tab w:val="left" w:pos="450"/>
        </w:tabs>
        <w:ind w:left="450" w:hanging="450"/>
        <w:jc w:val="both"/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>5.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  <w:spacing w:val="-4"/>
        </w:rPr>
        <w:t xml:space="preserve">Independent internal verification. The counter clerk, in handling the </w:t>
      </w:r>
      <w:r w:rsidRPr="00844B97">
        <w:rPr>
          <w:rFonts w:ascii="Liberation Sans" w:hAnsi="Liberation Sans" w:cs="Liberation Sans"/>
        </w:rPr>
        <w:t>food, compares the contents of the bag with the items indicated on the order invoice.</w:t>
      </w:r>
    </w:p>
    <w:p w14:paraId="0256205D" w14:textId="77777777" w:rsidR="00A14446" w:rsidRPr="00844B97" w:rsidRDefault="00A14446">
      <w:pPr>
        <w:pStyle w:val="BodyLarge"/>
        <w:tabs>
          <w:tab w:val="left" w:pos="450"/>
        </w:tabs>
        <w:spacing w:line="280" w:lineRule="exact"/>
        <w:ind w:left="446" w:hanging="446"/>
        <w:jc w:val="both"/>
        <w:rPr>
          <w:rFonts w:ascii="Liberation Sans" w:hAnsi="Liberation Sans" w:cs="Liberation Sans"/>
        </w:rPr>
      </w:pPr>
    </w:p>
    <w:p w14:paraId="0256205E" w14:textId="77777777" w:rsidR="00A14446" w:rsidRPr="00844B97" w:rsidRDefault="00A14446">
      <w:pPr>
        <w:pStyle w:val="BodyLarge"/>
        <w:tabs>
          <w:tab w:val="left" w:pos="450"/>
        </w:tabs>
        <w:ind w:left="450" w:hanging="450"/>
        <w:jc w:val="both"/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>6.</w:t>
      </w:r>
      <w:r w:rsidRPr="00844B97">
        <w:rPr>
          <w:rFonts w:ascii="Liberation Sans" w:hAnsi="Liberation Sans" w:cs="Liberation Sans"/>
        </w:rPr>
        <w:tab/>
        <w:t>Human resource controls. No visible application possible.</w:t>
      </w:r>
    </w:p>
    <w:p w14:paraId="0256205F" w14:textId="77777777" w:rsidR="00A14446" w:rsidRPr="00844B97" w:rsidRDefault="00A14446">
      <w:pPr>
        <w:pStyle w:val="BodyLarge"/>
        <w:spacing w:line="280" w:lineRule="exact"/>
        <w:ind w:left="446" w:hanging="446"/>
        <w:jc w:val="both"/>
        <w:rPr>
          <w:rFonts w:ascii="Liberation Sans" w:hAnsi="Liberation Sans" w:cs="Liberation Sans"/>
        </w:rPr>
      </w:pPr>
    </w:p>
    <w:p w14:paraId="02562060" w14:textId="77777777" w:rsidR="00A14446" w:rsidRPr="00844B97" w:rsidRDefault="00A14446">
      <w:pPr>
        <w:pStyle w:val="BodyLarge"/>
        <w:spacing w:line="280" w:lineRule="exact"/>
        <w:ind w:left="446" w:hanging="446"/>
        <w:jc w:val="both"/>
        <w:rPr>
          <w:rFonts w:ascii="Liberation Sans" w:hAnsi="Liberation Sans" w:cs="Liberation Sans"/>
        </w:rPr>
      </w:pPr>
    </w:p>
    <w:p w14:paraId="02562061" w14:textId="77777777" w:rsidR="00A14446" w:rsidRPr="00844B97" w:rsidRDefault="00A14446">
      <w:pPr>
        <w:pStyle w:val="BodyLarge"/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 xml:space="preserve">EXERCISE </w:t>
      </w:r>
      <w:r w:rsidR="00A94283" w:rsidRPr="00844B97">
        <w:rPr>
          <w:rFonts w:ascii="Liberation Sans" w:hAnsi="Liberation Sans" w:cs="Liberation Sans"/>
        </w:rPr>
        <w:t>7</w:t>
      </w:r>
      <w:r w:rsidRPr="00844B97">
        <w:rPr>
          <w:rFonts w:ascii="Liberation Sans" w:hAnsi="Liberation Sans" w:cs="Liberation Sans"/>
        </w:rPr>
        <w:t>-2B</w:t>
      </w:r>
    </w:p>
    <w:p w14:paraId="02562062" w14:textId="77777777" w:rsidR="00A14446" w:rsidRPr="00844B97" w:rsidRDefault="00A14446">
      <w:pPr>
        <w:pStyle w:val="BodyLarge"/>
        <w:rPr>
          <w:rFonts w:ascii="Liberation Sans" w:hAnsi="Liberation Sans" w:cs="Liberation Sans"/>
        </w:rPr>
      </w:pPr>
    </w:p>
    <w:tbl>
      <w:tblPr>
        <w:tblW w:w="0" w:type="auto"/>
        <w:tblInd w:w="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351"/>
        <w:gridCol w:w="2160"/>
        <w:gridCol w:w="252"/>
        <w:gridCol w:w="2457"/>
        <w:gridCol w:w="257"/>
        <w:gridCol w:w="2938"/>
      </w:tblGrid>
      <w:tr w:rsidR="00A14446" w:rsidRPr="00844B97" w14:paraId="02562068" w14:textId="77777777">
        <w:trPr>
          <w:cantSplit/>
        </w:trPr>
        <w:tc>
          <w:tcPr>
            <w:tcW w:w="1440" w:type="dxa"/>
          </w:tcPr>
          <w:p w14:paraId="02562063" w14:textId="77777777" w:rsidR="00A14446" w:rsidRPr="00844B97" w:rsidRDefault="00A14446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351" w:type="dxa"/>
          </w:tcPr>
          <w:p w14:paraId="02562064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69" w:type="dxa"/>
            <w:gridSpan w:val="3"/>
            <w:tcBorders>
              <w:bottom w:val="single" w:sz="8" w:space="0" w:color="auto"/>
            </w:tcBorders>
          </w:tcPr>
          <w:p w14:paraId="02562065" w14:textId="77777777" w:rsidR="00A14446" w:rsidRPr="00844B97" w:rsidRDefault="00A14446">
            <w:pPr>
              <w:pStyle w:val="BodyLarge"/>
              <w:ind w:left="-150"/>
              <w:jc w:val="center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(a)</w:t>
            </w:r>
          </w:p>
        </w:tc>
        <w:tc>
          <w:tcPr>
            <w:tcW w:w="257" w:type="dxa"/>
          </w:tcPr>
          <w:p w14:paraId="02562066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938" w:type="dxa"/>
            <w:tcBorders>
              <w:bottom w:val="single" w:sz="8" w:space="0" w:color="auto"/>
            </w:tcBorders>
          </w:tcPr>
          <w:p w14:paraId="02562067" w14:textId="77777777" w:rsidR="00A14446" w:rsidRPr="00844B97" w:rsidRDefault="00A14446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(b)</w:t>
            </w:r>
          </w:p>
        </w:tc>
      </w:tr>
      <w:tr w:rsidR="00A14446" w:rsidRPr="00844B97" w14:paraId="02562070" w14:textId="77777777">
        <w:tc>
          <w:tcPr>
            <w:tcW w:w="1440" w:type="dxa"/>
          </w:tcPr>
          <w:p w14:paraId="02562069" w14:textId="77777777" w:rsidR="00A14446" w:rsidRPr="00844B97" w:rsidRDefault="00A14446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351" w:type="dxa"/>
          </w:tcPr>
          <w:p w14:paraId="0256206A" w14:textId="77777777" w:rsidR="00A14446" w:rsidRPr="00844B97" w:rsidRDefault="00A14446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2160" w:type="dxa"/>
            <w:tcBorders>
              <w:top w:val="single" w:sz="8" w:space="0" w:color="auto"/>
            </w:tcBorders>
          </w:tcPr>
          <w:p w14:paraId="0256206B" w14:textId="77777777" w:rsidR="00A14446" w:rsidRPr="00844B97" w:rsidRDefault="00A14446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252" w:type="dxa"/>
            <w:tcBorders>
              <w:top w:val="single" w:sz="8" w:space="0" w:color="auto"/>
            </w:tcBorders>
          </w:tcPr>
          <w:p w14:paraId="0256206C" w14:textId="77777777" w:rsidR="00A14446" w:rsidRPr="00844B97" w:rsidRDefault="00A14446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2457" w:type="dxa"/>
            <w:tcBorders>
              <w:top w:val="single" w:sz="8" w:space="0" w:color="auto"/>
            </w:tcBorders>
          </w:tcPr>
          <w:p w14:paraId="0256206D" w14:textId="77777777" w:rsidR="00A14446" w:rsidRPr="00844B97" w:rsidRDefault="00A14446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257" w:type="dxa"/>
          </w:tcPr>
          <w:p w14:paraId="0256206E" w14:textId="77777777" w:rsidR="00A14446" w:rsidRPr="00844B97" w:rsidRDefault="00A14446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2938" w:type="dxa"/>
            <w:tcBorders>
              <w:top w:val="single" w:sz="8" w:space="0" w:color="auto"/>
            </w:tcBorders>
          </w:tcPr>
          <w:p w14:paraId="0256206F" w14:textId="77777777" w:rsidR="00A14446" w:rsidRPr="00844B97" w:rsidRDefault="00A14446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</w:tr>
      <w:tr w:rsidR="00A14446" w:rsidRPr="00844B97" w14:paraId="0256207C" w14:textId="77777777">
        <w:tc>
          <w:tcPr>
            <w:tcW w:w="1440" w:type="dxa"/>
            <w:tcBorders>
              <w:bottom w:val="single" w:sz="8" w:space="0" w:color="auto"/>
            </w:tcBorders>
          </w:tcPr>
          <w:p w14:paraId="02562071" w14:textId="77777777" w:rsidR="00A14446" w:rsidRPr="00844B97" w:rsidRDefault="00A14446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  <w:p w14:paraId="02562072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Procedure</w:t>
            </w:r>
          </w:p>
        </w:tc>
        <w:tc>
          <w:tcPr>
            <w:tcW w:w="351" w:type="dxa"/>
          </w:tcPr>
          <w:p w14:paraId="02562073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160" w:type="dxa"/>
            <w:tcBorders>
              <w:bottom w:val="single" w:sz="8" w:space="0" w:color="auto"/>
            </w:tcBorders>
          </w:tcPr>
          <w:p w14:paraId="02562074" w14:textId="77777777" w:rsidR="00A14446" w:rsidRPr="00844B97" w:rsidRDefault="00A14446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  <w:p w14:paraId="02562075" w14:textId="77777777" w:rsidR="00A14446" w:rsidRPr="00844B97" w:rsidRDefault="00A14446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Weakness</w:t>
            </w:r>
          </w:p>
        </w:tc>
        <w:tc>
          <w:tcPr>
            <w:tcW w:w="252" w:type="dxa"/>
          </w:tcPr>
          <w:p w14:paraId="02562076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457" w:type="dxa"/>
            <w:tcBorders>
              <w:bottom w:val="single" w:sz="8" w:space="0" w:color="auto"/>
            </w:tcBorders>
          </w:tcPr>
          <w:p w14:paraId="02562077" w14:textId="77777777" w:rsidR="00A14446" w:rsidRPr="00844B97" w:rsidRDefault="00A14446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  <w:p w14:paraId="02562078" w14:textId="77777777" w:rsidR="00A14446" w:rsidRPr="00844B97" w:rsidRDefault="00A14446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Principle</w:t>
            </w:r>
          </w:p>
        </w:tc>
        <w:tc>
          <w:tcPr>
            <w:tcW w:w="257" w:type="dxa"/>
          </w:tcPr>
          <w:p w14:paraId="02562079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938" w:type="dxa"/>
            <w:tcBorders>
              <w:bottom w:val="single" w:sz="8" w:space="0" w:color="auto"/>
            </w:tcBorders>
          </w:tcPr>
          <w:p w14:paraId="0256207A" w14:textId="77777777" w:rsidR="00A14446" w:rsidRPr="00844B97" w:rsidRDefault="00A14446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Recommended</w:t>
            </w:r>
          </w:p>
          <w:p w14:paraId="0256207B" w14:textId="77777777" w:rsidR="00A14446" w:rsidRPr="00844B97" w:rsidRDefault="00A14446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Change</w:t>
            </w:r>
          </w:p>
        </w:tc>
      </w:tr>
      <w:tr w:rsidR="00A14446" w:rsidRPr="00844B97" w14:paraId="02562084" w14:textId="77777777">
        <w:tc>
          <w:tcPr>
            <w:tcW w:w="1440" w:type="dxa"/>
            <w:tcBorders>
              <w:top w:val="single" w:sz="8" w:space="0" w:color="auto"/>
            </w:tcBorders>
          </w:tcPr>
          <w:p w14:paraId="0256207D" w14:textId="77777777" w:rsidR="00A14446" w:rsidRPr="00844B97" w:rsidRDefault="00A14446">
            <w:pPr>
              <w:pStyle w:val="BodyLarge"/>
              <w:spacing w:line="180" w:lineRule="exact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351" w:type="dxa"/>
          </w:tcPr>
          <w:p w14:paraId="0256207E" w14:textId="77777777" w:rsidR="00A14446" w:rsidRPr="00844B97" w:rsidRDefault="00A14446">
            <w:pPr>
              <w:pStyle w:val="BodyLarge"/>
              <w:spacing w:line="1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2160" w:type="dxa"/>
            <w:tcBorders>
              <w:top w:val="single" w:sz="8" w:space="0" w:color="auto"/>
            </w:tcBorders>
          </w:tcPr>
          <w:p w14:paraId="0256207F" w14:textId="77777777" w:rsidR="00A14446" w:rsidRPr="00844B97" w:rsidRDefault="00A14446">
            <w:pPr>
              <w:pStyle w:val="BodyLarge"/>
              <w:spacing w:line="1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252" w:type="dxa"/>
          </w:tcPr>
          <w:p w14:paraId="02562080" w14:textId="77777777" w:rsidR="00A14446" w:rsidRPr="00844B97" w:rsidRDefault="00A14446">
            <w:pPr>
              <w:pStyle w:val="BodyLarge"/>
              <w:spacing w:line="1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2457" w:type="dxa"/>
            <w:tcBorders>
              <w:top w:val="single" w:sz="8" w:space="0" w:color="auto"/>
            </w:tcBorders>
          </w:tcPr>
          <w:p w14:paraId="02562081" w14:textId="77777777" w:rsidR="00A14446" w:rsidRPr="00844B97" w:rsidRDefault="00A14446">
            <w:pPr>
              <w:pStyle w:val="BodyLarge"/>
              <w:spacing w:line="1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257" w:type="dxa"/>
          </w:tcPr>
          <w:p w14:paraId="02562082" w14:textId="77777777" w:rsidR="00A14446" w:rsidRPr="00844B97" w:rsidRDefault="00A14446">
            <w:pPr>
              <w:pStyle w:val="BodyLarge"/>
              <w:spacing w:line="1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2938" w:type="dxa"/>
            <w:tcBorders>
              <w:top w:val="single" w:sz="8" w:space="0" w:color="auto"/>
            </w:tcBorders>
          </w:tcPr>
          <w:p w14:paraId="02562083" w14:textId="77777777" w:rsidR="00A14446" w:rsidRPr="00844B97" w:rsidRDefault="00A14446">
            <w:pPr>
              <w:pStyle w:val="BodyLarge"/>
              <w:spacing w:line="180" w:lineRule="exact"/>
              <w:rPr>
                <w:rFonts w:ascii="Liberation Sans" w:hAnsi="Liberation Sans" w:cs="Liberation Sans"/>
              </w:rPr>
            </w:pPr>
          </w:p>
        </w:tc>
      </w:tr>
      <w:tr w:rsidR="00A14446" w:rsidRPr="00844B97" w14:paraId="02562092" w14:textId="77777777">
        <w:tc>
          <w:tcPr>
            <w:tcW w:w="1440" w:type="dxa"/>
          </w:tcPr>
          <w:p w14:paraId="02562085" w14:textId="77777777" w:rsidR="00A14446" w:rsidRPr="00844B97" w:rsidRDefault="00A14446">
            <w:pPr>
              <w:pStyle w:val="BodyLarge"/>
              <w:ind w:right="136"/>
              <w:jc w:val="center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1.</w:t>
            </w:r>
          </w:p>
        </w:tc>
        <w:tc>
          <w:tcPr>
            <w:tcW w:w="351" w:type="dxa"/>
          </w:tcPr>
          <w:p w14:paraId="02562086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160" w:type="dxa"/>
          </w:tcPr>
          <w:p w14:paraId="02562087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Inability to</w:t>
            </w:r>
          </w:p>
          <w:p w14:paraId="02562088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establish</w:t>
            </w:r>
          </w:p>
          <w:p w14:paraId="02562089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responsibility</w:t>
            </w:r>
          </w:p>
          <w:p w14:paraId="0256208A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 xml:space="preserve">for cash with </w:t>
            </w:r>
            <w:r w:rsidRPr="00844B97">
              <w:rPr>
                <w:rFonts w:ascii="Liberation Sans" w:hAnsi="Liberation Sans" w:cs="Liberation Sans"/>
              </w:rPr>
              <w:br/>
              <w:t>a specific clerk.</w:t>
            </w:r>
          </w:p>
        </w:tc>
        <w:tc>
          <w:tcPr>
            <w:tcW w:w="252" w:type="dxa"/>
          </w:tcPr>
          <w:p w14:paraId="0256208B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457" w:type="dxa"/>
          </w:tcPr>
          <w:p w14:paraId="0256208C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Establishment</w:t>
            </w:r>
          </w:p>
          <w:p w14:paraId="0256208D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of responsibility.</w:t>
            </w:r>
          </w:p>
        </w:tc>
        <w:tc>
          <w:tcPr>
            <w:tcW w:w="257" w:type="dxa"/>
          </w:tcPr>
          <w:p w14:paraId="0256208E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938" w:type="dxa"/>
          </w:tcPr>
          <w:p w14:paraId="0256208F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There should be</w:t>
            </w:r>
          </w:p>
          <w:p w14:paraId="02562090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separate cash</w:t>
            </w:r>
          </w:p>
          <w:p w14:paraId="02562091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 xml:space="preserve">drawers and </w:t>
            </w:r>
            <w:r w:rsidRPr="00844B97">
              <w:rPr>
                <w:rFonts w:ascii="Liberation Sans" w:hAnsi="Liberation Sans" w:cs="Liberation Sans"/>
              </w:rPr>
              <w:br/>
              <w:t xml:space="preserve">register codes </w:t>
            </w:r>
            <w:r w:rsidRPr="00844B97">
              <w:rPr>
                <w:rFonts w:ascii="Liberation Sans" w:hAnsi="Liberation Sans" w:cs="Liberation Sans"/>
              </w:rPr>
              <w:br/>
              <w:t>for each clerk.</w:t>
            </w:r>
          </w:p>
        </w:tc>
      </w:tr>
      <w:tr w:rsidR="00A14446" w:rsidRPr="00844B97" w14:paraId="0256209A" w14:textId="77777777">
        <w:tc>
          <w:tcPr>
            <w:tcW w:w="1440" w:type="dxa"/>
          </w:tcPr>
          <w:p w14:paraId="02562093" w14:textId="77777777" w:rsidR="00A14446" w:rsidRPr="00844B97" w:rsidRDefault="00A14446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351" w:type="dxa"/>
          </w:tcPr>
          <w:p w14:paraId="02562094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160" w:type="dxa"/>
          </w:tcPr>
          <w:p w14:paraId="02562095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52" w:type="dxa"/>
          </w:tcPr>
          <w:p w14:paraId="02562096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457" w:type="dxa"/>
          </w:tcPr>
          <w:p w14:paraId="02562097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57" w:type="dxa"/>
          </w:tcPr>
          <w:p w14:paraId="02562098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938" w:type="dxa"/>
          </w:tcPr>
          <w:p w14:paraId="02562099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</w:tr>
      <w:tr w:rsidR="00A14446" w:rsidRPr="00844B97" w14:paraId="025620A4" w14:textId="77777777">
        <w:tc>
          <w:tcPr>
            <w:tcW w:w="1440" w:type="dxa"/>
          </w:tcPr>
          <w:p w14:paraId="0256209B" w14:textId="77777777" w:rsidR="00A14446" w:rsidRPr="00844B97" w:rsidRDefault="00A14446">
            <w:pPr>
              <w:pStyle w:val="BodyLarge"/>
              <w:tabs>
                <w:tab w:val="left" w:pos="1404"/>
              </w:tabs>
              <w:ind w:right="100"/>
              <w:jc w:val="center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2.</w:t>
            </w:r>
          </w:p>
        </w:tc>
        <w:tc>
          <w:tcPr>
            <w:tcW w:w="351" w:type="dxa"/>
          </w:tcPr>
          <w:p w14:paraId="0256209C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160" w:type="dxa"/>
          </w:tcPr>
          <w:p w14:paraId="0256209D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Cash is not</w:t>
            </w:r>
          </w:p>
          <w:p w14:paraId="0256209E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 xml:space="preserve">adequately protected </w:t>
            </w:r>
            <w:r w:rsidRPr="00844B97">
              <w:rPr>
                <w:rFonts w:ascii="Liberation Sans" w:hAnsi="Liberation Sans" w:cs="Liberation Sans"/>
              </w:rPr>
              <w:br/>
              <w:t>from theft.</w:t>
            </w:r>
          </w:p>
        </w:tc>
        <w:tc>
          <w:tcPr>
            <w:tcW w:w="252" w:type="dxa"/>
          </w:tcPr>
          <w:p w14:paraId="0256209F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457" w:type="dxa"/>
          </w:tcPr>
          <w:p w14:paraId="025620A0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Physical controls.</w:t>
            </w:r>
          </w:p>
        </w:tc>
        <w:tc>
          <w:tcPr>
            <w:tcW w:w="257" w:type="dxa"/>
          </w:tcPr>
          <w:p w14:paraId="025620A1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938" w:type="dxa"/>
          </w:tcPr>
          <w:p w14:paraId="025620A2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Cash should be</w:t>
            </w:r>
          </w:p>
          <w:p w14:paraId="025620A3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 xml:space="preserve">stored in a safe </w:t>
            </w:r>
            <w:r w:rsidRPr="00844B97">
              <w:rPr>
                <w:rFonts w:ascii="Liberation Sans" w:hAnsi="Liberation Sans" w:cs="Liberation Sans"/>
              </w:rPr>
              <w:br/>
              <w:t xml:space="preserve">until it is deposited </w:t>
            </w:r>
            <w:r w:rsidRPr="00844B97">
              <w:rPr>
                <w:rFonts w:ascii="Liberation Sans" w:hAnsi="Liberation Sans" w:cs="Liberation Sans"/>
              </w:rPr>
              <w:br/>
              <w:t>in bank.</w:t>
            </w:r>
          </w:p>
        </w:tc>
      </w:tr>
    </w:tbl>
    <w:p w14:paraId="025620A5" w14:textId="77777777" w:rsidR="00A14446" w:rsidRPr="00844B97" w:rsidRDefault="00A14446">
      <w:pPr>
        <w:pStyle w:val="BodyLarge"/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br w:type="page"/>
      </w:r>
      <w:r w:rsidRPr="00844B97">
        <w:rPr>
          <w:rFonts w:ascii="Liberation Sans" w:hAnsi="Liberation Sans" w:cs="Liberation Sans"/>
        </w:rPr>
        <w:lastRenderedPageBreak/>
        <w:t xml:space="preserve">EXERCISE </w:t>
      </w:r>
      <w:r w:rsidR="00A30F06" w:rsidRPr="00844B97">
        <w:rPr>
          <w:rFonts w:ascii="Liberation Sans" w:hAnsi="Liberation Sans" w:cs="Liberation Sans"/>
        </w:rPr>
        <w:t>7</w:t>
      </w:r>
      <w:r w:rsidRPr="00844B97">
        <w:rPr>
          <w:rFonts w:ascii="Liberation Sans" w:hAnsi="Liberation Sans" w:cs="Liberation Sans"/>
        </w:rPr>
        <w:t>-2B (Continued)</w:t>
      </w:r>
    </w:p>
    <w:p w14:paraId="025620A6" w14:textId="77777777" w:rsidR="00A14446" w:rsidRPr="00844B97" w:rsidRDefault="00A14446">
      <w:pPr>
        <w:pStyle w:val="BodyLarge"/>
        <w:rPr>
          <w:rFonts w:ascii="Liberation Sans" w:hAnsi="Liberation Sans" w:cs="Liberation Sans"/>
        </w:rPr>
      </w:pPr>
    </w:p>
    <w:tbl>
      <w:tblPr>
        <w:tblW w:w="0" w:type="auto"/>
        <w:tblInd w:w="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321"/>
        <w:gridCol w:w="2280"/>
        <w:gridCol w:w="279"/>
        <w:gridCol w:w="2385"/>
        <w:gridCol w:w="279"/>
        <w:gridCol w:w="2997"/>
      </w:tblGrid>
      <w:tr w:rsidR="00A14446" w:rsidRPr="00844B97" w14:paraId="025620AC" w14:textId="77777777">
        <w:trPr>
          <w:cantSplit/>
        </w:trPr>
        <w:tc>
          <w:tcPr>
            <w:tcW w:w="1440" w:type="dxa"/>
          </w:tcPr>
          <w:p w14:paraId="025620A7" w14:textId="77777777" w:rsidR="00A14446" w:rsidRPr="00844B97" w:rsidRDefault="00A14446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321" w:type="dxa"/>
          </w:tcPr>
          <w:p w14:paraId="025620A8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944" w:type="dxa"/>
            <w:gridSpan w:val="3"/>
            <w:tcBorders>
              <w:bottom w:val="single" w:sz="8" w:space="0" w:color="auto"/>
            </w:tcBorders>
          </w:tcPr>
          <w:p w14:paraId="025620A9" w14:textId="77777777" w:rsidR="00A14446" w:rsidRPr="00844B97" w:rsidRDefault="00A14446">
            <w:pPr>
              <w:pStyle w:val="BodyLarge"/>
              <w:ind w:left="-132"/>
              <w:jc w:val="center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(a)</w:t>
            </w:r>
          </w:p>
        </w:tc>
        <w:tc>
          <w:tcPr>
            <w:tcW w:w="279" w:type="dxa"/>
          </w:tcPr>
          <w:p w14:paraId="025620AA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997" w:type="dxa"/>
            <w:tcBorders>
              <w:bottom w:val="single" w:sz="8" w:space="0" w:color="auto"/>
            </w:tcBorders>
          </w:tcPr>
          <w:p w14:paraId="025620AB" w14:textId="77777777" w:rsidR="00A14446" w:rsidRPr="00844B97" w:rsidRDefault="00A14446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(b)</w:t>
            </w:r>
          </w:p>
        </w:tc>
      </w:tr>
      <w:tr w:rsidR="00A14446" w:rsidRPr="00844B97" w14:paraId="025620B4" w14:textId="77777777">
        <w:tc>
          <w:tcPr>
            <w:tcW w:w="1440" w:type="dxa"/>
          </w:tcPr>
          <w:p w14:paraId="025620AD" w14:textId="77777777" w:rsidR="00A14446" w:rsidRPr="00844B97" w:rsidRDefault="00A14446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321" w:type="dxa"/>
          </w:tcPr>
          <w:p w14:paraId="025620AE" w14:textId="77777777" w:rsidR="00A14446" w:rsidRPr="00844B97" w:rsidRDefault="00A14446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2280" w:type="dxa"/>
            <w:tcBorders>
              <w:top w:val="single" w:sz="8" w:space="0" w:color="auto"/>
            </w:tcBorders>
          </w:tcPr>
          <w:p w14:paraId="025620AF" w14:textId="77777777" w:rsidR="00A14446" w:rsidRPr="00844B97" w:rsidRDefault="00A14446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279" w:type="dxa"/>
            <w:tcBorders>
              <w:top w:val="single" w:sz="8" w:space="0" w:color="auto"/>
            </w:tcBorders>
          </w:tcPr>
          <w:p w14:paraId="025620B0" w14:textId="77777777" w:rsidR="00A14446" w:rsidRPr="00844B97" w:rsidRDefault="00A14446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2385" w:type="dxa"/>
            <w:tcBorders>
              <w:top w:val="single" w:sz="8" w:space="0" w:color="auto"/>
            </w:tcBorders>
          </w:tcPr>
          <w:p w14:paraId="025620B1" w14:textId="77777777" w:rsidR="00A14446" w:rsidRPr="00844B97" w:rsidRDefault="00A14446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279" w:type="dxa"/>
          </w:tcPr>
          <w:p w14:paraId="025620B2" w14:textId="77777777" w:rsidR="00A14446" w:rsidRPr="00844B97" w:rsidRDefault="00A14446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2997" w:type="dxa"/>
            <w:tcBorders>
              <w:top w:val="single" w:sz="8" w:space="0" w:color="auto"/>
            </w:tcBorders>
          </w:tcPr>
          <w:p w14:paraId="025620B3" w14:textId="77777777" w:rsidR="00A14446" w:rsidRPr="00844B97" w:rsidRDefault="00A14446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</w:tr>
      <w:tr w:rsidR="00A14446" w:rsidRPr="00844B97" w14:paraId="025620C0" w14:textId="77777777">
        <w:tc>
          <w:tcPr>
            <w:tcW w:w="1440" w:type="dxa"/>
            <w:tcBorders>
              <w:bottom w:val="single" w:sz="8" w:space="0" w:color="auto"/>
            </w:tcBorders>
          </w:tcPr>
          <w:p w14:paraId="025620B5" w14:textId="77777777" w:rsidR="00A14446" w:rsidRPr="00844B97" w:rsidRDefault="00A14446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  <w:p w14:paraId="025620B6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Procedure</w:t>
            </w:r>
          </w:p>
        </w:tc>
        <w:tc>
          <w:tcPr>
            <w:tcW w:w="321" w:type="dxa"/>
          </w:tcPr>
          <w:p w14:paraId="025620B7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280" w:type="dxa"/>
            <w:tcBorders>
              <w:bottom w:val="single" w:sz="8" w:space="0" w:color="auto"/>
            </w:tcBorders>
          </w:tcPr>
          <w:p w14:paraId="025620B8" w14:textId="77777777" w:rsidR="00A14446" w:rsidRPr="00844B97" w:rsidRDefault="00A14446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  <w:p w14:paraId="025620B9" w14:textId="77777777" w:rsidR="00A14446" w:rsidRPr="00844B97" w:rsidRDefault="00A14446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Weakness</w:t>
            </w:r>
          </w:p>
        </w:tc>
        <w:tc>
          <w:tcPr>
            <w:tcW w:w="279" w:type="dxa"/>
          </w:tcPr>
          <w:p w14:paraId="025620BA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385" w:type="dxa"/>
            <w:tcBorders>
              <w:bottom w:val="single" w:sz="8" w:space="0" w:color="auto"/>
            </w:tcBorders>
          </w:tcPr>
          <w:p w14:paraId="025620BB" w14:textId="77777777" w:rsidR="00A14446" w:rsidRPr="00844B97" w:rsidRDefault="00A14446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  <w:p w14:paraId="025620BC" w14:textId="77777777" w:rsidR="00A14446" w:rsidRPr="00844B97" w:rsidRDefault="00A14446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Principle</w:t>
            </w:r>
          </w:p>
        </w:tc>
        <w:tc>
          <w:tcPr>
            <w:tcW w:w="279" w:type="dxa"/>
          </w:tcPr>
          <w:p w14:paraId="025620BD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997" w:type="dxa"/>
            <w:tcBorders>
              <w:bottom w:val="single" w:sz="8" w:space="0" w:color="auto"/>
            </w:tcBorders>
          </w:tcPr>
          <w:p w14:paraId="025620BE" w14:textId="77777777" w:rsidR="00A14446" w:rsidRPr="00844B97" w:rsidRDefault="00A14446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Recommended</w:t>
            </w:r>
          </w:p>
          <w:p w14:paraId="025620BF" w14:textId="77777777" w:rsidR="00A14446" w:rsidRPr="00844B97" w:rsidRDefault="00A14446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Change</w:t>
            </w:r>
          </w:p>
        </w:tc>
      </w:tr>
      <w:tr w:rsidR="00A14446" w:rsidRPr="00844B97" w14:paraId="025620C8" w14:textId="77777777">
        <w:tc>
          <w:tcPr>
            <w:tcW w:w="1440" w:type="dxa"/>
            <w:tcBorders>
              <w:top w:val="single" w:sz="8" w:space="0" w:color="auto"/>
            </w:tcBorders>
          </w:tcPr>
          <w:p w14:paraId="025620C1" w14:textId="77777777" w:rsidR="00A14446" w:rsidRPr="00844B97" w:rsidRDefault="00A14446">
            <w:pPr>
              <w:pStyle w:val="BodyLarge"/>
              <w:spacing w:line="180" w:lineRule="exact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321" w:type="dxa"/>
          </w:tcPr>
          <w:p w14:paraId="025620C2" w14:textId="77777777" w:rsidR="00A14446" w:rsidRPr="00844B97" w:rsidRDefault="00A14446">
            <w:pPr>
              <w:pStyle w:val="BodyLarge"/>
              <w:spacing w:line="1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2280" w:type="dxa"/>
            <w:tcBorders>
              <w:top w:val="single" w:sz="8" w:space="0" w:color="auto"/>
            </w:tcBorders>
          </w:tcPr>
          <w:p w14:paraId="025620C3" w14:textId="77777777" w:rsidR="00A14446" w:rsidRPr="00844B97" w:rsidRDefault="00A14446">
            <w:pPr>
              <w:pStyle w:val="BodyLarge"/>
              <w:spacing w:line="1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279" w:type="dxa"/>
          </w:tcPr>
          <w:p w14:paraId="025620C4" w14:textId="77777777" w:rsidR="00A14446" w:rsidRPr="00844B97" w:rsidRDefault="00A14446">
            <w:pPr>
              <w:pStyle w:val="BodyLarge"/>
              <w:spacing w:line="1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2385" w:type="dxa"/>
            <w:tcBorders>
              <w:top w:val="single" w:sz="8" w:space="0" w:color="auto"/>
            </w:tcBorders>
          </w:tcPr>
          <w:p w14:paraId="025620C5" w14:textId="77777777" w:rsidR="00A14446" w:rsidRPr="00844B97" w:rsidRDefault="00A14446">
            <w:pPr>
              <w:pStyle w:val="BodyLarge"/>
              <w:spacing w:line="1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279" w:type="dxa"/>
          </w:tcPr>
          <w:p w14:paraId="025620C6" w14:textId="77777777" w:rsidR="00A14446" w:rsidRPr="00844B97" w:rsidRDefault="00A14446">
            <w:pPr>
              <w:pStyle w:val="BodyLarge"/>
              <w:spacing w:line="1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2997" w:type="dxa"/>
            <w:tcBorders>
              <w:top w:val="single" w:sz="8" w:space="0" w:color="auto"/>
            </w:tcBorders>
          </w:tcPr>
          <w:p w14:paraId="025620C7" w14:textId="77777777" w:rsidR="00A14446" w:rsidRPr="00844B97" w:rsidRDefault="00A14446">
            <w:pPr>
              <w:pStyle w:val="BodyLarge"/>
              <w:spacing w:line="180" w:lineRule="exact"/>
              <w:rPr>
                <w:rFonts w:ascii="Liberation Sans" w:hAnsi="Liberation Sans" w:cs="Liberation Sans"/>
              </w:rPr>
            </w:pPr>
          </w:p>
        </w:tc>
      </w:tr>
      <w:tr w:rsidR="00A14446" w:rsidRPr="00844B97" w14:paraId="025620D6" w14:textId="77777777">
        <w:tc>
          <w:tcPr>
            <w:tcW w:w="1440" w:type="dxa"/>
          </w:tcPr>
          <w:p w14:paraId="025620C9" w14:textId="77777777" w:rsidR="00A14446" w:rsidRPr="00844B97" w:rsidRDefault="00A14446">
            <w:pPr>
              <w:pStyle w:val="BodyLarge"/>
              <w:ind w:right="154"/>
              <w:jc w:val="center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3.</w:t>
            </w:r>
          </w:p>
        </w:tc>
        <w:tc>
          <w:tcPr>
            <w:tcW w:w="321" w:type="dxa"/>
          </w:tcPr>
          <w:p w14:paraId="025620CA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280" w:type="dxa"/>
          </w:tcPr>
          <w:p w14:paraId="025620CB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Cash is not</w:t>
            </w:r>
          </w:p>
          <w:p w14:paraId="025620CC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independently</w:t>
            </w:r>
          </w:p>
          <w:p w14:paraId="025620CD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counted.</w:t>
            </w:r>
          </w:p>
        </w:tc>
        <w:tc>
          <w:tcPr>
            <w:tcW w:w="279" w:type="dxa"/>
          </w:tcPr>
          <w:p w14:paraId="025620CE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385" w:type="dxa"/>
          </w:tcPr>
          <w:p w14:paraId="025620CF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Independent</w:t>
            </w:r>
          </w:p>
          <w:p w14:paraId="025620D0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internal</w:t>
            </w:r>
          </w:p>
          <w:p w14:paraId="025620D1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verification.</w:t>
            </w:r>
          </w:p>
        </w:tc>
        <w:tc>
          <w:tcPr>
            <w:tcW w:w="279" w:type="dxa"/>
          </w:tcPr>
          <w:p w14:paraId="025620D2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997" w:type="dxa"/>
          </w:tcPr>
          <w:p w14:paraId="025620D3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A cashier office</w:t>
            </w:r>
          </w:p>
          <w:p w14:paraId="025620D4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supervisor should</w:t>
            </w:r>
          </w:p>
          <w:p w14:paraId="025620D5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count cash.</w:t>
            </w:r>
          </w:p>
        </w:tc>
      </w:tr>
      <w:tr w:rsidR="00A14446" w:rsidRPr="00844B97" w14:paraId="025620DE" w14:textId="77777777">
        <w:tc>
          <w:tcPr>
            <w:tcW w:w="1440" w:type="dxa"/>
          </w:tcPr>
          <w:p w14:paraId="025620D7" w14:textId="77777777" w:rsidR="00A14446" w:rsidRPr="00844B97" w:rsidRDefault="00A14446">
            <w:pPr>
              <w:pStyle w:val="BodyLarge"/>
              <w:ind w:right="154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321" w:type="dxa"/>
          </w:tcPr>
          <w:p w14:paraId="025620D8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280" w:type="dxa"/>
          </w:tcPr>
          <w:p w14:paraId="025620D9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79" w:type="dxa"/>
          </w:tcPr>
          <w:p w14:paraId="025620DA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385" w:type="dxa"/>
          </w:tcPr>
          <w:p w14:paraId="025620DB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79" w:type="dxa"/>
          </w:tcPr>
          <w:p w14:paraId="025620DC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997" w:type="dxa"/>
          </w:tcPr>
          <w:p w14:paraId="025620DD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</w:tr>
      <w:tr w:rsidR="00A14446" w:rsidRPr="00844B97" w14:paraId="025620EB" w14:textId="77777777">
        <w:tc>
          <w:tcPr>
            <w:tcW w:w="1440" w:type="dxa"/>
          </w:tcPr>
          <w:p w14:paraId="025620DF" w14:textId="77777777" w:rsidR="00A14446" w:rsidRPr="00844B97" w:rsidRDefault="00A14446">
            <w:pPr>
              <w:pStyle w:val="BodyLarge"/>
              <w:ind w:right="154"/>
              <w:jc w:val="center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4.</w:t>
            </w:r>
          </w:p>
        </w:tc>
        <w:tc>
          <w:tcPr>
            <w:tcW w:w="321" w:type="dxa"/>
          </w:tcPr>
          <w:p w14:paraId="025620E0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280" w:type="dxa"/>
          </w:tcPr>
          <w:p w14:paraId="025620E1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The bookkeeper accountant</w:t>
            </w:r>
          </w:p>
          <w:p w14:paraId="025620E2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should not</w:t>
            </w:r>
          </w:p>
          <w:p w14:paraId="025620E3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handle cash.</w:t>
            </w:r>
          </w:p>
        </w:tc>
        <w:tc>
          <w:tcPr>
            <w:tcW w:w="279" w:type="dxa"/>
          </w:tcPr>
          <w:p w14:paraId="025620E4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385" w:type="dxa"/>
          </w:tcPr>
          <w:p w14:paraId="025620E5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Segregation</w:t>
            </w:r>
          </w:p>
          <w:p w14:paraId="025620E6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of duties.</w:t>
            </w:r>
          </w:p>
        </w:tc>
        <w:tc>
          <w:tcPr>
            <w:tcW w:w="279" w:type="dxa"/>
          </w:tcPr>
          <w:p w14:paraId="025620E7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997" w:type="dxa"/>
          </w:tcPr>
          <w:p w14:paraId="025620E8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The cashier’s</w:t>
            </w:r>
          </w:p>
          <w:p w14:paraId="025620E9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department should</w:t>
            </w:r>
          </w:p>
          <w:p w14:paraId="025620EA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make the deposits.</w:t>
            </w:r>
          </w:p>
        </w:tc>
      </w:tr>
      <w:tr w:rsidR="00A14446" w:rsidRPr="00844B97" w14:paraId="025620F3" w14:textId="77777777">
        <w:tc>
          <w:tcPr>
            <w:tcW w:w="1440" w:type="dxa"/>
          </w:tcPr>
          <w:p w14:paraId="025620EC" w14:textId="77777777" w:rsidR="00A14446" w:rsidRPr="00844B97" w:rsidRDefault="00A14446">
            <w:pPr>
              <w:pStyle w:val="BodyLarge"/>
              <w:ind w:right="154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321" w:type="dxa"/>
          </w:tcPr>
          <w:p w14:paraId="025620ED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280" w:type="dxa"/>
          </w:tcPr>
          <w:p w14:paraId="025620EE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79" w:type="dxa"/>
          </w:tcPr>
          <w:p w14:paraId="025620EF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385" w:type="dxa"/>
          </w:tcPr>
          <w:p w14:paraId="025620F0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79" w:type="dxa"/>
          </w:tcPr>
          <w:p w14:paraId="025620F1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997" w:type="dxa"/>
          </w:tcPr>
          <w:p w14:paraId="025620F2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</w:tr>
      <w:tr w:rsidR="00A14446" w:rsidRPr="00844B97" w14:paraId="025620FD" w14:textId="77777777">
        <w:tc>
          <w:tcPr>
            <w:tcW w:w="1440" w:type="dxa"/>
          </w:tcPr>
          <w:p w14:paraId="025620F4" w14:textId="77777777" w:rsidR="00A14446" w:rsidRPr="00844B97" w:rsidRDefault="00A14446">
            <w:pPr>
              <w:pStyle w:val="BodyLarge"/>
              <w:ind w:right="154"/>
              <w:jc w:val="center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5.</w:t>
            </w:r>
          </w:p>
        </w:tc>
        <w:tc>
          <w:tcPr>
            <w:tcW w:w="321" w:type="dxa"/>
          </w:tcPr>
          <w:p w14:paraId="025620F5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280" w:type="dxa"/>
          </w:tcPr>
          <w:p w14:paraId="025620F6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Cashiers do not</w:t>
            </w:r>
          </w:p>
          <w:p w14:paraId="025620F7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take vacations.</w:t>
            </w:r>
          </w:p>
        </w:tc>
        <w:tc>
          <w:tcPr>
            <w:tcW w:w="279" w:type="dxa"/>
          </w:tcPr>
          <w:p w14:paraId="025620F8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385" w:type="dxa"/>
          </w:tcPr>
          <w:p w14:paraId="025620F9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Human resource controls.</w:t>
            </w:r>
          </w:p>
        </w:tc>
        <w:tc>
          <w:tcPr>
            <w:tcW w:w="279" w:type="dxa"/>
          </w:tcPr>
          <w:p w14:paraId="025620FA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997" w:type="dxa"/>
          </w:tcPr>
          <w:p w14:paraId="025620FB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All cashiers should</w:t>
            </w:r>
          </w:p>
          <w:p w14:paraId="025620FC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either take vacations or be rotated to other jobs and shifts.</w:t>
            </w:r>
          </w:p>
        </w:tc>
      </w:tr>
    </w:tbl>
    <w:p w14:paraId="025620FE" w14:textId="77777777" w:rsidR="00A14446" w:rsidRPr="00844B97" w:rsidRDefault="00A14446">
      <w:pPr>
        <w:pStyle w:val="BodyLarge"/>
        <w:spacing w:line="240" w:lineRule="exact"/>
        <w:rPr>
          <w:rFonts w:ascii="Liberation Sans" w:hAnsi="Liberation Sans" w:cs="Liberation Sans"/>
        </w:rPr>
      </w:pPr>
    </w:p>
    <w:p w14:paraId="025620FF" w14:textId="77777777" w:rsidR="00A14446" w:rsidRPr="00844B97" w:rsidRDefault="00A14446">
      <w:pPr>
        <w:pStyle w:val="BodyLarge"/>
        <w:spacing w:line="240" w:lineRule="exact"/>
        <w:rPr>
          <w:rFonts w:ascii="Liberation Sans" w:hAnsi="Liberation Sans" w:cs="Liberation Sans"/>
        </w:rPr>
      </w:pPr>
    </w:p>
    <w:p w14:paraId="02562100" w14:textId="77777777" w:rsidR="00A14446" w:rsidRPr="00844B97" w:rsidRDefault="00A14446">
      <w:pPr>
        <w:pStyle w:val="BodyLarge"/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 xml:space="preserve">EXERCISE </w:t>
      </w:r>
      <w:r w:rsidR="00A30F06" w:rsidRPr="00844B97">
        <w:rPr>
          <w:rFonts w:ascii="Liberation Sans" w:hAnsi="Liberation Sans" w:cs="Liberation Sans"/>
        </w:rPr>
        <w:t>7</w:t>
      </w:r>
      <w:r w:rsidRPr="00844B97">
        <w:rPr>
          <w:rFonts w:ascii="Liberation Sans" w:hAnsi="Liberation Sans" w:cs="Liberation Sans"/>
        </w:rPr>
        <w:t>-3B</w:t>
      </w:r>
    </w:p>
    <w:p w14:paraId="02562101" w14:textId="77777777" w:rsidR="00A14446" w:rsidRPr="00844B97" w:rsidRDefault="00A14446">
      <w:pPr>
        <w:pStyle w:val="BodyLarge"/>
        <w:rPr>
          <w:rFonts w:ascii="Liberation Sans" w:hAnsi="Liberation Sans" w:cs="Liberation Sans"/>
        </w:rPr>
      </w:pPr>
    </w:p>
    <w:tbl>
      <w:tblPr>
        <w:tblW w:w="0" w:type="auto"/>
        <w:tblInd w:w="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321"/>
        <w:gridCol w:w="2280"/>
        <w:gridCol w:w="279"/>
        <w:gridCol w:w="2421"/>
        <w:gridCol w:w="243"/>
        <w:gridCol w:w="2997"/>
      </w:tblGrid>
      <w:tr w:rsidR="00A14446" w:rsidRPr="00844B97" w14:paraId="02562107" w14:textId="77777777">
        <w:trPr>
          <w:cantSplit/>
        </w:trPr>
        <w:tc>
          <w:tcPr>
            <w:tcW w:w="1440" w:type="dxa"/>
          </w:tcPr>
          <w:p w14:paraId="02562102" w14:textId="77777777" w:rsidR="00A14446" w:rsidRPr="00844B97" w:rsidRDefault="00A14446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321" w:type="dxa"/>
          </w:tcPr>
          <w:p w14:paraId="02562103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980" w:type="dxa"/>
            <w:gridSpan w:val="3"/>
            <w:tcBorders>
              <w:bottom w:val="single" w:sz="8" w:space="0" w:color="auto"/>
            </w:tcBorders>
          </w:tcPr>
          <w:p w14:paraId="02562104" w14:textId="77777777" w:rsidR="00A14446" w:rsidRPr="00844B97" w:rsidRDefault="00A14446">
            <w:pPr>
              <w:pStyle w:val="BodyLarge"/>
              <w:ind w:left="-159"/>
              <w:jc w:val="center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(a)</w:t>
            </w:r>
          </w:p>
        </w:tc>
        <w:tc>
          <w:tcPr>
            <w:tcW w:w="243" w:type="dxa"/>
          </w:tcPr>
          <w:p w14:paraId="02562105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997" w:type="dxa"/>
            <w:tcBorders>
              <w:bottom w:val="single" w:sz="8" w:space="0" w:color="auto"/>
            </w:tcBorders>
          </w:tcPr>
          <w:p w14:paraId="02562106" w14:textId="77777777" w:rsidR="00A14446" w:rsidRPr="00844B97" w:rsidRDefault="00A14446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(b)</w:t>
            </w:r>
          </w:p>
        </w:tc>
      </w:tr>
      <w:tr w:rsidR="00A14446" w:rsidRPr="00844B97" w14:paraId="0256210F" w14:textId="77777777">
        <w:tc>
          <w:tcPr>
            <w:tcW w:w="1440" w:type="dxa"/>
          </w:tcPr>
          <w:p w14:paraId="02562108" w14:textId="77777777" w:rsidR="00A14446" w:rsidRPr="00844B97" w:rsidRDefault="00A14446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321" w:type="dxa"/>
          </w:tcPr>
          <w:p w14:paraId="02562109" w14:textId="77777777" w:rsidR="00A14446" w:rsidRPr="00844B97" w:rsidRDefault="00A14446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2280" w:type="dxa"/>
            <w:tcBorders>
              <w:top w:val="single" w:sz="8" w:space="0" w:color="auto"/>
            </w:tcBorders>
          </w:tcPr>
          <w:p w14:paraId="0256210A" w14:textId="77777777" w:rsidR="00A14446" w:rsidRPr="00844B97" w:rsidRDefault="00A14446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279" w:type="dxa"/>
            <w:tcBorders>
              <w:top w:val="single" w:sz="8" w:space="0" w:color="auto"/>
            </w:tcBorders>
          </w:tcPr>
          <w:p w14:paraId="0256210B" w14:textId="77777777" w:rsidR="00A14446" w:rsidRPr="00844B97" w:rsidRDefault="00A14446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2421" w:type="dxa"/>
            <w:tcBorders>
              <w:top w:val="single" w:sz="8" w:space="0" w:color="auto"/>
            </w:tcBorders>
          </w:tcPr>
          <w:p w14:paraId="0256210C" w14:textId="77777777" w:rsidR="00A14446" w:rsidRPr="00844B97" w:rsidRDefault="00A14446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243" w:type="dxa"/>
          </w:tcPr>
          <w:p w14:paraId="0256210D" w14:textId="77777777" w:rsidR="00A14446" w:rsidRPr="00844B97" w:rsidRDefault="00A14446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2997" w:type="dxa"/>
            <w:tcBorders>
              <w:top w:val="single" w:sz="8" w:space="0" w:color="auto"/>
            </w:tcBorders>
          </w:tcPr>
          <w:p w14:paraId="0256210E" w14:textId="77777777" w:rsidR="00A14446" w:rsidRPr="00844B97" w:rsidRDefault="00A14446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</w:tr>
      <w:tr w:rsidR="00A14446" w:rsidRPr="00844B97" w14:paraId="0256211B" w14:textId="77777777">
        <w:tc>
          <w:tcPr>
            <w:tcW w:w="1440" w:type="dxa"/>
            <w:tcBorders>
              <w:bottom w:val="single" w:sz="8" w:space="0" w:color="auto"/>
            </w:tcBorders>
          </w:tcPr>
          <w:p w14:paraId="02562110" w14:textId="77777777" w:rsidR="00A14446" w:rsidRPr="00844B97" w:rsidRDefault="00A14446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  <w:p w14:paraId="02562111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Procedure</w:t>
            </w:r>
          </w:p>
        </w:tc>
        <w:tc>
          <w:tcPr>
            <w:tcW w:w="321" w:type="dxa"/>
          </w:tcPr>
          <w:p w14:paraId="02562112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280" w:type="dxa"/>
            <w:tcBorders>
              <w:bottom w:val="single" w:sz="8" w:space="0" w:color="auto"/>
            </w:tcBorders>
          </w:tcPr>
          <w:p w14:paraId="02562113" w14:textId="77777777" w:rsidR="00A14446" w:rsidRPr="00844B97" w:rsidRDefault="00A14446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  <w:p w14:paraId="02562114" w14:textId="77777777" w:rsidR="00A14446" w:rsidRPr="00844B97" w:rsidRDefault="00A14446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Weakness</w:t>
            </w:r>
          </w:p>
        </w:tc>
        <w:tc>
          <w:tcPr>
            <w:tcW w:w="279" w:type="dxa"/>
          </w:tcPr>
          <w:p w14:paraId="02562115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421" w:type="dxa"/>
            <w:tcBorders>
              <w:bottom w:val="single" w:sz="8" w:space="0" w:color="auto"/>
            </w:tcBorders>
          </w:tcPr>
          <w:p w14:paraId="02562116" w14:textId="77777777" w:rsidR="00A14446" w:rsidRPr="00844B97" w:rsidRDefault="00A14446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  <w:p w14:paraId="02562117" w14:textId="77777777" w:rsidR="00A14446" w:rsidRPr="00844B97" w:rsidRDefault="00A14446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Principle</w:t>
            </w:r>
          </w:p>
        </w:tc>
        <w:tc>
          <w:tcPr>
            <w:tcW w:w="243" w:type="dxa"/>
          </w:tcPr>
          <w:p w14:paraId="02562118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997" w:type="dxa"/>
            <w:tcBorders>
              <w:bottom w:val="single" w:sz="8" w:space="0" w:color="auto"/>
            </w:tcBorders>
          </w:tcPr>
          <w:p w14:paraId="02562119" w14:textId="77777777" w:rsidR="00A14446" w:rsidRPr="00844B97" w:rsidRDefault="00A14446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Recommended</w:t>
            </w:r>
          </w:p>
          <w:p w14:paraId="0256211A" w14:textId="77777777" w:rsidR="00A14446" w:rsidRPr="00844B97" w:rsidRDefault="00A14446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Change</w:t>
            </w:r>
          </w:p>
        </w:tc>
      </w:tr>
      <w:tr w:rsidR="00A14446" w:rsidRPr="00844B97" w14:paraId="02562123" w14:textId="77777777">
        <w:tc>
          <w:tcPr>
            <w:tcW w:w="1440" w:type="dxa"/>
            <w:tcBorders>
              <w:top w:val="single" w:sz="8" w:space="0" w:color="auto"/>
            </w:tcBorders>
          </w:tcPr>
          <w:p w14:paraId="0256211C" w14:textId="77777777" w:rsidR="00A14446" w:rsidRPr="00844B97" w:rsidRDefault="00A14446">
            <w:pPr>
              <w:pStyle w:val="BodyLarge"/>
              <w:spacing w:line="180" w:lineRule="exact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321" w:type="dxa"/>
          </w:tcPr>
          <w:p w14:paraId="0256211D" w14:textId="77777777" w:rsidR="00A14446" w:rsidRPr="00844B97" w:rsidRDefault="00A14446">
            <w:pPr>
              <w:pStyle w:val="BodyLarge"/>
              <w:spacing w:line="1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2280" w:type="dxa"/>
            <w:tcBorders>
              <w:top w:val="single" w:sz="8" w:space="0" w:color="auto"/>
            </w:tcBorders>
          </w:tcPr>
          <w:p w14:paraId="0256211E" w14:textId="77777777" w:rsidR="00A14446" w:rsidRPr="00844B97" w:rsidRDefault="00A14446">
            <w:pPr>
              <w:pStyle w:val="BodyLarge"/>
              <w:spacing w:line="1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279" w:type="dxa"/>
          </w:tcPr>
          <w:p w14:paraId="0256211F" w14:textId="77777777" w:rsidR="00A14446" w:rsidRPr="00844B97" w:rsidRDefault="00A14446">
            <w:pPr>
              <w:pStyle w:val="BodyLarge"/>
              <w:spacing w:line="1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2421" w:type="dxa"/>
            <w:tcBorders>
              <w:top w:val="single" w:sz="8" w:space="0" w:color="auto"/>
            </w:tcBorders>
          </w:tcPr>
          <w:p w14:paraId="02562120" w14:textId="77777777" w:rsidR="00A14446" w:rsidRPr="00844B97" w:rsidRDefault="00A14446">
            <w:pPr>
              <w:pStyle w:val="BodyLarge"/>
              <w:spacing w:line="1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243" w:type="dxa"/>
          </w:tcPr>
          <w:p w14:paraId="02562121" w14:textId="77777777" w:rsidR="00A14446" w:rsidRPr="00844B97" w:rsidRDefault="00A14446">
            <w:pPr>
              <w:pStyle w:val="BodyLarge"/>
              <w:spacing w:line="1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2997" w:type="dxa"/>
            <w:tcBorders>
              <w:top w:val="single" w:sz="8" w:space="0" w:color="auto"/>
            </w:tcBorders>
          </w:tcPr>
          <w:p w14:paraId="02562122" w14:textId="77777777" w:rsidR="00A14446" w:rsidRPr="00844B97" w:rsidRDefault="00A14446">
            <w:pPr>
              <w:pStyle w:val="BodyLarge"/>
              <w:spacing w:line="180" w:lineRule="exact"/>
              <w:rPr>
                <w:rFonts w:ascii="Liberation Sans" w:hAnsi="Liberation Sans" w:cs="Liberation Sans"/>
              </w:rPr>
            </w:pPr>
          </w:p>
        </w:tc>
      </w:tr>
      <w:tr w:rsidR="00A14446" w:rsidRPr="00844B97" w14:paraId="02562130" w14:textId="77777777">
        <w:tc>
          <w:tcPr>
            <w:tcW w:w="1440" w:type="dxa"/>
          </w:tcPr>
          <w:p w14:paraId="02562124" w14:textId="77777777" w:rsidR="00A14446" w:rsidRPr="00844B97" w:rsidRDefault="00A14446">
            <w:pPr>
              <w:pStyle w:val="BodyLarge"/>
              <w:ind w:right="118"/>
              <w:jc w:val="center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1.</w:t>
            </w:r>
          </w:p>
        </w:tc>
        <w:tc>
          <w:tcPr>
            <w:tcW w:w="321" w:type="dxa"/>
          </w:tcPr>
          <w:p w14:paraId="02562125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280" w:type="dxa"/>
          </w:tcPr>
          <w:p w14:paraId="02562126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The approval</w:t>
            </w:r>
          </w:p>
          <w:p w14:paraId="02562127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 xml:space="preserve">and payment </w:t>
            </w:r>
            <w:r w:rsidRPr="00844B97">
              <w:rPr>
                <w:rFonts w:ascii="Liberation Sans" w:hAnsi="Liberation Sans" w:cs="Liberation Sans"/>
              </w:rPr>
              <w:br/>
              <w:t>of bills is done by the same individual.</w:t>
            </w:r>
          </w:p>
        </w:tc>
        <w:tc>
          <w:tcPr>
            <w:tcW w:w="279" w:type="dxa"/>
          </w:tcPr>
          <w:p w14:paraId="02562128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421" w:type="dxa"/>
          </w:tcPr>
          <w:p w14:paraId="02562129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Segregation</w:t>
            </w:r>
          </w:p>
          <w:p w14:paraId="0256212A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of duties.</w:t>
            </w:r>
          </w:p>
        </w:tc>
        <w:tc>
          <w:tcPr>
            <w:tcW w:w="243" w:type="dxa"/>
          </w:tcPr>
          <w:p w14:paraId="0256212B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997" w:type="dxa"/>
          </w:tcPr>
          <w:p w14:paraId="0256212C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The store manager</w:t>
            </w:r>
          </w:p>
          <w:p w14:paraId="0256212D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should approve bills</w:t>
            </w:r>
          </w:p>
          <w:p w14:paraId="0256212E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for payment and the</w:t>
            </w:r>
          </w:p>
          <w:p w14:paraId="0256212F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treasurer should sign and issue checks.</w:t>
            </w:r>
          </w:p>
        </w:tc>
      </w:tr>
      <w:tr w:rsidR="00A14446" w:rsidRPr="00844B97" w14:paraId="02562138" w14:textId="77777777">
        <w:trPr>
          <w:trHeight w:val="216"/>
        </w:trPr>
        <w:tc>
          <w:tcPr>
            <w:tcW w:w="1440" w:type="dxa"/>
          </w:tcPr>
          <w:p w14:paraId="02562131" w14:textId="77777777" w:rsidR="00A14446" w:rsidRPr="00844B97" w:rsidRDefault="00A14446">
            <w:pPr>
              <w:pStyle w:val="BodyLarge"/>
              <w:ind w:right="118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321" w:type="dxa"/>
          </w:tcPr>
          <w:p w14:paraId="02562132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280" w:type="dxa"/>
          </w:tcPr>
          <w:p w14:paraId="02562133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79" w:type="dxa"/>
          </w:tcPr>
          <w:p w14:paraId="02562134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421" w:type="dxa"/>
          </w:tcPr>
          <w:p w14:paraId="02562135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43" w:type="dxa"/>
          </w:tcPr>
          <w:p w14:paraId="02562136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997" w:type="dxa"/>
          </w:tcPr>
          <w:p w14:paraId="02562137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</w:tr>
      <w:tr w:rsidR="00A14446" w:rsidRPr="00844B97" w14:paraId="02562144" w14:textId="77777777">
        <w:tc>
          <w:tcPr>
            <w:tcW w:w="1440" w:type="dxa"/>
          </w:tcPr>
          <w:p w14:paraId="02562139" w14:textId="77777777" w:rsidR="00A14446" w:rsidRPr="00844B97" w:rsidRDefault="00A14446">
            <w:pPr>
              <w:pStyle w:val="BodyLarge"/>
              <w:ind w:right="118"/>
              <w:jc w:val="center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2.</w:t>
            </w:r>
          </w:p>
        </w:tc>
        <w:tc>
          <w:tcPr>
            <w:tcW w:w="321" w:type="dxa"/>
          </w:tcPr>
          <w:p w14:paraId="0256213A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280" w:type="dxa"/>
          </w:tcPr>
          <w:p w14:paraId="0256213B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The bank</w:t>
            </w:r>
          </w:p>
          <w:p w14:paraId="0256213C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reconciliation</w:t>
            </w:r>
          </w:p>
          <w:p w14:paraId="0256213D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is not independently prepared.</w:t>
            </w:r>
          </w:p>
        </w:tc>
        <w:tc>
          <w:tcPr>
            <w:tcW w:w="279" w:type="dxa"/>
          </w:tcPr>
          <w:p w14:paraId="0256213E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421" w:type="dxa"/>
          </w:tcPr>
          <w:p w14:paraId="0256213F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Independent</w:t>
            </w:r>
          </w:p>
          <w:p w14:paraId="02562140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internal</w:t>
            </w:r>
          </w:p>
          <w:p w14:paraId="02562141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verification.</w:t>
            </w:r>
          </w:p>
        </w:tc>
        <w:tc>
          <w:tcPr>
            <w:tcW w:w="243" w:type="dxa"/>
          </w:tcPr>
          <w:p w14:paraId="02562142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997" w:type="dxa"/>
          </w:tcPr>
          <w:p w14:paraId="02562143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 xml:space="preserve">Someone with no </w:t>
            </w:r>
            <w:r w:rsidRPr="00844B97">
              <w:rPr>
                <w:rFonts w:ascii="Liberation Sans" w:hAnsi="Liberation Sans" w:cs="Liberation Sans"/>
              </w:rPr>
              <w:br/>
              <w:t>other cash responsibilities should prepare the bank reconciliation.</w:t>
            </w:r>
          </w:p>
        </w:tc>
      </w:tr>
      <w:tr w:rsidR="00A14446" w:rsidRPr="00844B97" w14:paraId="0256214C" w14:textId="77777777">
        <w:trPr>
          <w:trHeight w:val="234"/>
        </w:trPr>
        <w:tc>
          <w:tcPr>
            <w:tcW w:w="1440" w:type="dxa"/>
          </w:tcPr>
          <w:p w14:paraId="02562145" w14:textId="77777777" w:rsidR="00A14446" w:rsidRPr="00844B97" w:rsidRDefault="00A14446">
            <w:pPr>
              <w:pStyle w:val="BodyLarge"/>
              <w:ind w:right="118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321" w:type="dxa"/>
          </w:tcPr>
          <w:p w14:paraId="02562146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280" w:type="dxa"/>
          </w:tcPr>
          <w:p w14:paraId="02562147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79" w:type="dxa"/>
          </w:tcPr>
          <w:p w14:paraId="02562148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421" w:type="dxa"/>
          </w:tcPr>
          <w:p w14:paraId="02562149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43" w:type="dxa"/>
          </w:tcPr>
          <w:p w14:paraId="0256214A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997" w:type="dxa"/>
          </w:tcPr>
          <w:p w14:paraId="0256214B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</w:tr>
      <w:tr w:rsidR="00A14446" w:rsidRPr="00844B97" w14:paraId="02562156" w14:textId="77777777">
        <w:tc>
          <w:tcPr>
            <w:tcW w:w="1440" w:type="dxa"/>
          </w:tcPr>
          <w:p w14:paraId="0256214D" w14:textId="77777777" w:rsidR="00A14446" w:rsidRPr="00844B97" w:rsidRDefault="00A14446">
            <w:pPr>
              <w:pStyle w:val="BodyLarge"/>
              <w:ind w:right="118"/>
              <w:jc w:val="center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3.</w:t>
            </w:r>
          </w:p>
        </w:tc>
        <w:tc>
          <w:tcPr>
            <w:tcW w:w="321" w:type="dxa"/>
          </w:tcPr>
          <w:p w14:paraId="0256214E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280" w:type="dxa"/>
          </w:tcPr>
          <w:p w14:paraId="0256214F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Antiques are</w:t>
            </w:r>
          </w:p>
          <w:p w14:paraId="02562150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 xml:space="preserve">not stored in </w:t>
            </w:r>
            <w:r w:rsidRPr="00844B97">
              <w:rPr>
                <w:rFonts w:ascii="Liberation Sans" w:hAnsi="Liberation Sans" w:cs="Liberation Sans"/>
              </w:rPr>
              <w:br/>
              <w:t>a secure area.</w:t>
            </w:r>
          </w:p>
        </w:tc>
        <w:tc>
          <w:tcPr>
            <w:tcW w:w="279" w:type="dxa"/>
          </w:tcPr>
          <w:p w14:paraId="02562151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421" w:type="dxa"/>
          </w:tcPr>
          <w:p w14:paraId="02562152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Physical controls.</w:t>
            </w:r>
          </w:p>
        </w:tc>
        <w:tc>
          <w:tcPr>
            <w:tcW w:w="243" w:type="dxa"/>
          </w:tcPr>
          <w:p w14:paraId="02562153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997" w:type="dxa"/>
          </w:tcPr>
          <w:p w14:paraId="02562154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Antiques should be</w:t>
            </w:r>
          </w:p>
          <w:p w14:paraId="02562155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 xml:space="preserve">stored in a locked </w:t>
            </w:r>
            <w:r w:rsidRPr="00844B97">
              <w:rPr>
                <w:rFonts w:ascii="Liberation Sans" w:hAnsi="Liberation Sans" w:cs="Liberation Sans"/>
              </w:rPr>
              <w:br/>
              <w:t>storage area.</w:t>
            </w:r>
          </w:p>
        </w:tc>
      </w:tr>
    </w:tbl>
    <w:p w14:paraId="02562157" w14:textId="77777777" w:rsidR="00A14446" w:rsidRPr="00844B97" w:rsidRDefault="00A14446">
      <w:pPr>
        <w:pStyle w:val="BodyLarge"/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  <w:b w:val="0"/>
        </w:rPr>
        <w:br w:type="page"/>
      </w:r>
      <w:r w:rsidRPr="00844B97">
        <w:rPr>
          <w:rFonts w:ascii="Liberation Sans" w:hAnsi="Liberation Sans" w:cs="Liberation Sans"/>
        </w:rPr>
        <w:lastRenderedPageBreak/>
        <w:t xml:space="preserve">EXERCISE </w:t>
      </w:r>
      <w:r w:rsidR="00A30F06" w:rsidRPr="00844B97">
        <w:rPr>
          <w:rFonts w:ascii="Liberation Sans" w:hAnsi="Liberation Sans" w:cs="Liberation Sans"/>
        </w:rPr>
        <w:t>7</w:t>
      </w:r>
      <w:r w:rsidRPr="00844B97">
        <w:rPr>
          <w:rFonts w:ascii="Liberation Sans" w:hAnsi="Liberation Sans" w:cs="Liberation Sans"/>
        </w:rPr>
        <w:t>-3B (Continued)</w:t>
      </w:r>
    </w:p>
    <w:p w14:paraId="02562158" w14:textId="77777777" w:rsidR="00A14446" w:rsidRPr="00844B97" w:rsidRDefault="00A14446">
      <w:pPr>
        <w:pStyle w:val="BodyLarge"/>
        <w:rPr>
          <w:rFonts w:ascii="Liberation Sans" w:hAnsi="Liberation Sans" w:cs="Liberation Sans"/>
        </w:rPr>
      </w:pPr>
    </w:p>
    <w:tbl>
      <w:tblPr>
        <w:tblW w:w="0" w:type="auto"/>
        <w:tblInd w:w="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5"/>
        <w:gridCol w:w="276"/>
        <w:gridCol w:w="2190"/>
        <w:gridCol w:w="308"/>
        <w:gridCol w:w="2392"/>
        <w:gridCol w:w="266"/>
        <w:gridCol w:w="3006"/>
      </w:tblGrid>
      <w:tr w:rsidR="00A14446" w:rsidRPr="00844B97" w14:paraId="0256215E" w14:textId="77777777">
        <w:trPr>
          <w:cantSplit/>
        </w:trPr>
        <w:tc>
          <w:tcPr>
            <w:tcW w:w="1485" w:type="dxa"/>
          </w:tcPr>
          <w:p w14:paraId="02562159" w14:textId="77777777" w:rsidR="00A14446" w:rsidRPr="00844B97" w:rsidRDefault="00A14446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6" w:type="dxa"/>
          </w:tcPr>
          <w:p w14:paraId="0256215A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90" w:type="dxa"/>
            <w:gridSpan w:val="3"/>
            <w:tcBorders>
              <w:bottom w:val="single" w:sz="8" w:space="0" w:color="auto"/>
            </w:tcBorders>
          </w:tcPr>
          <w:p w14:paraId="0256215B" w14:textId="77777777" w:rsidR="00A14446" w:rsidRPr="00844B97" w:rsidRDefault="00A14446">
            <w:pPr>
              <w:pStyle w:val="BodyLarge"/>
              <w:ind w:left="-168"/>
              <w:jc w:val="center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(a)</w:t>
            </w:r>
          </w:p>
        </w:tc>
        <w:tc>
          <w:tcPr>
            <w:tcW w:w="266" w:type="dxa"/>
          </w:tcPr>
          <w:p w14:paraId="0256215C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3006" w:type="dxa"/>
            <w:tcBorders>
              <w:bottom w:val="single" w:sz="8" w:space="0" w:color="auto"/>
            </w:tcBorders>
          </w:tcPr>
          <w:p w14:paraId="0256215D" w14:textId="77777777" w:rsidR="00A14446" w:rsidRPr="00844B97" w:rsidRDefault="00A14446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(b)</w:t>
            </w:r>
          </w:p>
        </w:tc>
      </w:tr>
      <w:tr w:rsidR="00A14446" w:rsidRPr="00844B97" w14:paraId="02562166" w14:textId="77777777">
        <w:tc>
          <w:tcPr>
            <w:tcW w:w="1485" w:type="dxa"/>
          </w:tcPr>
          <w:p w14:paraId="0256215F" w14:textId="77777777" w:rsidR="00A14446" w:rsidRPr="00844B97" w:rsidRDefault="00A14446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6" w:type="dxa"/>
          </w:tcPr>
          <w:p w14:paraId="02562160" w14:textId="77777777" w:rsidR="00A14446" w:rsidRPr="00844B97" w:rsidRDefault="00A14446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2190" w:type="dxa"/>
            <w:tcBorders>
              <w:top w:val="single" w:sz="8" w:space="0" w:color="auto"/>
            </w:tcBorders>
          </w:tcPr>
          <w:p w14:paraId="02562161" w14:textId="77777777" w:rsidR="00A14446" w:rsidRPr="00844B97" w:rsidRDefault="00A14446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308" w:type="dxa"/>
            <w:tcBorders>
              <w:top w:val="single" w:sz="8" w:space="0" w:color="auto"/>
            </w:tcBorders>
          </w:tcPr>
          <w:p w14:paraId="02562162" w14:textId="77777777" w:rsidR="00A14446" w:rsidRPr="00844B97" w:rsidRDefault="00A14446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2392" w:type="dxa"/>
            <w:tcBorders>
              <w:top w:val="single" w:sz="8" w:space="0" w:color="auto"/>
            </w:tcBorders>
          </w:tcPr>
          <w:p w14:paraId="02562163" w14:textId="77777777" w:rsidR="00A14446" w:rsidRPr="00844B97" w:rsidRDefault="00A14446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266" w:type="dxa"/>
          </w:tcPr>
          <w:p w14:paraId="02562164" w14:textId="77777777" w:rsidR="00A14446" w:rsidRPr="00844B97" w:rsidRDefault="00A14446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3006" w:type="dxa"/>
            <w:tcBorders>
              <w:top w:val="single" w:sz="8" w:space="0" w:color="auto"/>
            </w:tcBorders>
          </w:tcPr>
          <w:p w14:paraId="02562165" w14:textId="77777777" w:rsidR="00A14446" w:rsidRPr="00844B97" w:rsidRDefault="00A14446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</w:tr>
      <w:tr w:rsidR="00A14446" w:rsidRPr="00844B97" w14:paraId="02562172" w14:textId="77777777">
        <w:tc>
          <w:tcPr>
            <w:tcW w:w="1485" w:type="dxa"/>
            <w:tcBorders>
              <w:bottom w:val="single" w:sz="8" w:space="0" w:color="auto"/>
            </w:tcBorders>
          </w:tcPr>
          <w:p w14:paraId="02562167" w14:textId="77777777" w:rsidR="00A14446" w:rsidRPr="00844B97" w:rsidRDefault="00A14446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  <w:p w14:paraId="02562168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Procedure</w:t>
            </w:r>
          </w:p>
        </w:tc>
        <w:tc>
          <w:tcPr>
            <w:tcW w:w="276" w:type="dxa"/>
          </w:tcPr>
          <w:p w14:paraId="02562169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190" w:type="dxa"/>
            <w:tcBorders>
              <w:bottom w:val="single" w:sz="8" w:space="0" w:color="auto"/>
            </w:tcBorders>
          </w:tcPr>
          <w:p w14:paraId="0256216A" w14:textId="77777777" w:rsidR="00A14446" w:rsidRPr="00844B97" w:rsidRDefault="00A14446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  <w:p w14:paraId="0256216B" w14:textId="77777777" w:rsidR="00A14446" w:rsidRPr="00844B97" w:rsidRDefault="00A14446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Weakness</w:t>
            </w:r>
          </w:p>
        </w:tc>
        <w:tc>
          <w:tcPr>
            <w:tcW w:w="308" w:type="dxa"/>
          </w:tcPr>
          <w:p w14:paraId="0256216C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392" w:type="dxa"/>
            <w:tcBorders>
              <w:bottom w:val="single" w:sz="8" w:space="0" w:color="auto"/>
            </w:tcBorders>
          </w:tcPr>
          <w:p w14:paraId="0256216D" w14:textId="77777777" w:rsidR="00A14446" w:rsidRPr="00844B97" w:rsidRDefault="00A14446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  <w:p w14:paraId="0256216E" w14:textId="77777777" w:rsidR="00A14446" w:rsidRPr="00844B97" w:rsidRDefault="00A14446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Principle</w:t>
            </w:r>
          </w:p>
        </w:tc>
        <w:tc>
          <w:tcPr>
            <w:tcW w:w="266" w:type="dxa"/>
          </w:tcPr>
          <w:p w14:paraId="0256216F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3006" w:type="dxa"/>
            <w:tcBorders>
              <w:bottom w:val="single" w:sz="8" w:space="0" w:color="auto"/>
            </w:tcBorders>
          </w:tcPr>
          <w:p w14:paraId="02562170" w14:textId="77777777" w:rsidR="00A14446" w:rsidRPr="00844B97" w:rsidRDefault="00A14446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Recommended</w:t>
            </w:r>
          </w:p>
          <w:p w14:paraId="02562171" w14:textId="77777777" w:rsidR="00A14446" w:rsidRPr="00844B97" w:rsidRDefault="00A14446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Change</w:t>
            </w:r>
          </w:p>
        </w:tc>
      </w:tr>
      <w:tr w:rsidR="00A14446" w:rsidRPr="00844B97" w14:paraId="0256217A" w14:textId="77777777">
        <w:tc>
          <w:tcPr>
            <w:tcW w:w="1485" w:type="dxa"/>
            <w:tcBorders>
              <w:top w:val="single" w:sz="8" w:space="0" w:color="auto"/>
            </w:tcBorders>
          </w:tcPr>
          <w:p w14:paraId="02562173" w14:textId="77777777" w:rsidR="00A14446" w:rsidRPr="00844B97" w:rsidRDefault="00A14446">
            <w:pPr>
              <w:pStyle w:val="BodyLarge"/>
              <w:spacing w:line="180" w:lineRule="exact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6" w:type="dxa"/>
          </w:tcPr>
          <w:p w14:paraId="02562174" w14:textId="77777777" w:rsidR="00A14446" w:rsidRPr="00844B97" w:rsidRDefault="00A14446">
            <w:pPr>
              <w:pStyle w:val="BodyLarge"/>
              <w:spacing w:line="1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2190" w:type="dxa"/>
            <w:tcBorders>
              <w:top w:val="single" w:sz="8" w:space="0" w:color="auto"/>
            </w:tcBorders>
          </w:tcPr>
          <w:p w14:paraId="02562175" w14:textId="77777777" w:rsidR="00A14446" w:rsidRPr="00844B97" w:rsidRDefault="00A14446">
            <w:pPr>
              <w:pStyle w:val="BodyLarge"/>
              <w:spacing w:line="1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308" w:type="dxa"/>
          </w:tcPr>
          <w:p w14:paraId="02562176" w14:textId="77777777" w:rsidR="00A14446" w:rsidRPr="00844B97" w:rsidRDefault="00A14446">
            <w:pPr>
              <w:pStyle w:val="BodyLarge"/>
              <w:spacing w:line="1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2392" w:type="dxa"/>
            <w:tcBorders>
              <w:top w:val="single" w:sz="8" w:space="0" w:color="auto"/>
            </w:tcBorders>
          </w:tcPr>
          <w:p w14:paraId="02562177" w14:textId="77777777" w:rsidR="00A14446" w:rsidRPr="00844B97" w:rsidRDefault="00A14446">
            <w:pPr>
              <w:pStyle w:val="BodyLarge"/>
              <w:spacing w:line="1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266" w:type="dxa"/>
          </w:tcPr>
          <w:p w14:paraId="02562178" w14:textId="77777777" w:rsidR="00A14446" w:rsidRPr="00844B97" w:rsidRDefault="00A14446">
            <w:pPr>
              <w:pStyle w:val="BodyLarge"/>
              <w:spacing w:line="1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3006" w:type="dxa"/>
            <w:tcBorders>
              <w:top w:val="single" w:sz="8" w:space="0" w:color="auto"/>
            </w:tcBorders>
          </w:tcPr>
          <w:p w14:paraId="02562179" w14:textId="77777777" w:rsidR="00A14446" w:rsidRPr="00844B97" w:rsidRDefault="00A14446">
            <w:pPr>
              <w:pStyle w:val="BodyLarge"/>
              <w:spacing w:line="180" w:lineRule="exact"/>
              <w:rPr>
                <w:rFonts w:ascii="Liberation Sans" w:hAnsi="Liberation Sans" w:cs="Liberation Sans"/>
              </w:rPr>
            </w:pPr>
          </w:p>
        </w:tc>
      </w:tr>
      <w:tr w:rsidR="00A14446" w:rsidRPr="00844B97" w14:paraId="02562187" w14:textId="77777777">
        <w:tc>
          <w:tcPr>
            <w:tcW w:w="1485" w:type="dxa"/>
          </w:tcPr>
          <w:p w14:paraId="0256217B" w14:textId="77777777" w:rsidR="00A14446" w:rsidRPr="00844B97" w:rsidRDefault="00A14446">
            <w:pPr>
              <w:pStyle w:val="BodyLarge"/>
              <w:ind w:right="100"/>
              <w:jc w:val="center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4.</w:t>
            </w:r>
          </w:p>
        </w:tc>
        <w:tc>
          <w:tcPr>
            <w:tcW w:w="276" w:type="dxa"/>
          </w:tcPr>
          <w:p w14:paraId="0256217C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190" w:type="dxa"/>
          </w:tcPr>
          <w:p w14:paraId="0256217D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Checks are not</w:t>
            </w:r>
          </w:p>
          <w:p w14:paraId="0256217E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prenumbered.</w:t>
            </w:r>
          </w:p>
        </w:tc>
        <w:tc>
          <w:tcPr>
            <w:tcW w:w="308" w:type="dxa"/>
          </w:tcPr>
          <w:p w14:paraId="0256217F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392" w:type="dxa"/>
          </w:tcPr>
          <w:p w14:paraId="02562180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Documentation</w:t>
            </w:r>
          </w:p>
          <w:p w14:paraId="02562181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procedures.</w:t>
            </w:r>
          </w:p>
        </w:tc>
        <w:tc>
          <w:tcPr>
            <w:tcW w:w="266" w:type="dxa"/>
          </w:tcPr>
          <w:p w14:paraId="02562182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3006" w:type="dxa"/>
          </w:tcPr>
          <w:p w14:paraId="02562183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Checks should</w:t>
            </w:r>
          </w:p>
          <w:p w14:paraId="02562184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be prenumbered</w:t>
            </w:r>
          </w:p>
          <w:p w14:paraId="02562185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and subsequently</w:t>
            </w:r>
          </w:p>
          <w:p w14:paraId="02562186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accounted for.</w:t>
            </w:r>
          </w:p>
        </w:tc>
      </w:tr>
      <w:tr w:rsidR="00A14446" w:rsidRPr="00844B97" w14:paraId="0256218F" w14:textId="77777777">
        <w:tc>
          <w:tcPr>
            <w:tcW w:w="1485" w:type="dxa"/>
          </w:tcPr>
          <w:p w14:paraId="02562188" w14:textId="77777777" w:rsidR="00A14446" w:rsidRPr="00844B97" w:rsidRDefault="00A14446">
            <w:pPr>
              <w:pStyle w:val="BodyLarge"/>
              <w:ind w:right="100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6" w:type="dxa"/>
          </w:tcPr>
          <w:p w14:paraId="02562189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190" w:type="dxa"/>
          </w:tcPr>
          <w:p w14:paraId="0256218A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308" w:type="dxa"/>
          </w:tcPr>
          <w:p w14:paraId="0256218B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392" w:type="dxa"/>
          </w:tcPr>
          <w:p w14:paraId="0256218C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66" w:type="dxa"/>
          </w:tcPr>
          <w:p w14:paraId="0256218D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3006" w:type="dxa"/>
          </w:tcPr>
          <w:p w14:paraId="0256218E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</w:tr>
      <w:tr w:rsidR="00A14446" w:rsidRPr="00844B97" w14:paraId="0256219C" w14:textId="77777777">
        <w:tc>
          <w:tcPr>
            <w:tcW w:w="1485" w:type="dxa"/>
          </w:tcPr>
          <w:p w14:paraId="02562190" w14:textId="77777777" w:rsidR="00A14446" w:rsidRPr="00844B97" w:rsidRDefault="00A14446">
            <w:pPr>
              <w:pStyle w:val="BodyLarge"/>
              <w:ind w:right="100"/>
              <w:jc w:val="center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5.</w:t>
            </w:r>
          </w:p>
        </w:tc>
        <w:tc>
          <w:tcPr>
            <w:tcW w:w="276" w:type="dxa"/>
          </w:tcPr>
          <w:p w14:paraId="02562191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190" w:type="dxa"/>
          </w:tcPr>
          <w:p w14:paraId="02562192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Filing does</w:t>
            </w:r>
          </w:p>
          <w:p w14:paraId="02562193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not prevent a</w:t>
            </w:r>
          </w:p>
          <w:p w14:paraId="02562194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bill from being</w:t>
            </w:r>
          </w:p>
          <w:p w14:paraId="02562195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paid more than once.</w:t>
            </w:r>
          </w:p>
        </w:tc>
        <w:tc>
          <w:tcPr>
            <w:tcW w:w="308" w:type="dxa"/>
          </w:tcPr>
          <w:p w14:paraId="02562196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392" w:type="dxa"/>
          </w:tcPr>
          <w:p w14:paraId="02562197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Human resource controls.</w:t>
            </w:r>
          </w:p>
        </w:tc>
        <w:tc>
          <w:tcPr>
            <w:tcW w:w="266" w:type="dxa"/>
          </w:tcPr>
          <w:p w14:paraId="02562198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3006" w:type="dxa"/>
          </w:tcPr>
          <w:p w14:paraId="02562199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Bills should be</w:t>
            </w:r>
          </w:p>
          <w:p w14:paraId="0256219A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stamped PAID after</w:t>
            </w:r>
          </w:p>
          <w:p w14:paraId="0256219B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payment.</w:t>
            </w:r>
          </w:p>
        </w:tc>
      </w:tr>
    </w:tbl>
    <w:p w14:paraId="0256219D" w14:textId="77777777" w:rsidR="00A14446" w:rsidRPr="00844B97" w:rsidRDefault="00A14446">
      <w:pPr>
        <w:pStyle w:val="BodyLarge"/>
        <w:rPr>
          <w:rFonts w:ascii="Liberation Sans" w:hAnsi="Liberation Sans" w:cs="Liberation Sans"/>
        </w:rPr>
      </w:pPr>
    </w:p>
    <w:p w14:paraId="0256219E" w14:textId="77777777" w:rsidR="00A14446" w:rsidRPr="00844B97" w:rsidRDefault="00A14446">
      <w:pPr>
        <w:pStyle w:val="BodyLarge"/>
        <w:rPr>
          <w:rFonts w:ascii="Liberation Sans" w:hAnsi="Liberation Sans" w:cs="Liberation Sans"/>
        </w:rPr>
      </w:pPr>
    </w:p>
    <w:p w14:paraId="0256219F" w14:textId="77777777" w:rsidR="00A14446" w:rsidRPr="00844B97" w:rsidRDefault="00A14446">
      <w:pPr>
        <w:pStyle w:val="BodyLarge"/>
        <w:spacing w:before="120"/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 xml:space="preserve">EXERCISE </w:t>
      </w:r>
      <w:r w:rsidR="00A30F06" w:rsidRPr="00844B97">
        <w:rPr>
          <w:rFonts w:ascii="Liberation Sans" w:hAnsi="Liberation Sans" w:cs="Liberation Sans"/>
        </w:rPr>
        <w:t>7</w:t>
      </w:r>
      <w:r w:rsidRPr="00844B97">
        <w:rPr>
          <w:rFonts w:ascii="Liberation Sans" w:hAnsi="Liberation Sans" w:cs="Liberation Sans"/>
        </w:rPr>
        <w:t>-4B</w:t>
      </w:r>
    </w:p>
    <w:p w14:paraId="025621A0" w14:textId="77777777" w:rsidR="00A14446" w:rsidRPr="00844B97" w:rsidRDefault="00A14446">
      <w:pPr>
        <w:pStyle w:val="BodyLarge"/>
        <w:rPr>
          <w:rFonts w:ascii="Liberation Sans" w:hAnsi="Liberation Sans" w:cs="Liberation Sans"/>
        </w:rPr>
      </w:pPr>
    </w:p>
    <w:tbl>
      <w:tblPr>
        <w:tblW w:w="0" w:type="auto"/>
        <w:tblInd w:w="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0"/>
        <w:gridCol w:w="351"/>
        <w:gridCol w:w="576"/>
        <w:gridCol w:w="4374"/>
      </w:tblGrid>
      <w:tr w:rsidR="00A14446" w:rsidRPr="00844B97" w14:paraId="025621A4" w14:textId="77777777">
        <w:tc>
          <w:tcPr>
            <w:tcW w:w="4770" w:type="dxa"/>
          </w:tcPr>
          <w:p w14:paraId="025621A1" w14:textId="77777777" w:rsidR="00A14446" w:rsidRPr="00844B97" w:rsidRDefault="00A14446">
            <w:pPr>
              <w:pStyle w:val="BodyLarge"/>
              <w:tabs>
                <w:tab w:val="left" w:pos="600"/>
              </w:tabs>
              <w:rPr>
                <w:rFonts w:ascii="Liberation Sans" w:hAnsi="Liberation Sans" w:cs="Liberation Sans"/>
                <w:u w:val="single"/>
              </w:rPr>
            </w:pPr>
            <w:r w:rsidRPr="00844B97">
              <w:rPr>
                <w:rFonts w:ascii="Liberation Sans" w:hAnsi="Liberation Sans" w:cs="Liberation Sans"/>
              </w:rPr>
              <w:t>(a)</w:t>
            </w:r>
            <w:r w:rsidRPr="00844B97">
              <w:rPr>
                <w:rFonts w:ascii="Liberation Sans" w:hAnsi="Liberation Sans" w:cs="Liberation Sans"/>
              </w:rPr>
              <w:tab/>
            </w:r>
            <w:r w:rsidRPr="00844B97">
              <w:rPr>
                <w:rFonts w:ascii="Liberation Sans" w:hAnsi="Liberation Sans" w:cs="Liberation Sans"/>
                <w:u w:val="single"/>
              </w:rPr>
              <w:t>Weaknesses</w:t>
            </w:r>
          </w:p>
        </w:tc>
        <w:tc>
          <w:tcPr>
            <w:tcW w:w="351" w:type="dxa"/>
          </w:tcPr>
          <w:p w14:paraId="025621A2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950" w:type="dxa"/>
            <w:gridSpan w:val="2"/>
          </w:tcPr>
          <w:p w14:paraId="025621A3" w14:textId="77777777" w:rsidR="00A14446" w:rsidRPr="00844B97" w:rsidRDefault="00A14446">
            <w:pPr>
              <w:pStyle w:val="BodyLarge"/>
              <w:tabs>
                <w:tab w:val="left" w:pos="600"/>
              </w:tabs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(b)</w:t>
            </w:r>
            <w:r w:rsidRPr="00844B97">
              <w:rPr>
                <w:rFonts w:ascii="Liberation Sans" w:hAnsi="Liberation Sans" w:cs="Liberation Sans"/>
              </w:rPr>
              <w:tab/>
            </w:r>
            <w:r w:rsidRPr="00844B97">
              <w:rPr>
                <w:rFonts w:ascii="Liberation Sans" w:hAnsi="Liberation Sans" w:cs="Liberation Sans"/>
                <w:u w:val="single"/>
              </w:rPr>
              <w:t>Suggested Improvement</w:t>
            </w:r>
          </w:p>
        </w:tc>
      </w:tr>
      <w:tr w:rsidR="00A14446" w:rsidRPr="00844B97" w14:paraId="025621A8" w14:textId="77777777">
        <w:tc>
          <w:tcPr>
            <w:tcW w:w="4770" w:type="dxa"/>
          </w:tcPr>
          <w:p w14:paraId="025621A5" w14:textId="77777777" w:rsidR="00A14446" w:rsidRPr="00844B97" w:rsidRDefault="00A14446">
            <w:pPr>
              <w:pStyle w:val="BodyLarge"/>
              <w:tabs>
                <w:tab w:val="left" w:pos="60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351" w:type="dxa"/>
          </w:tcPr>
          <w:p w14:paraId="025621A6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950" w:type="dxa"/>
            <w:gridSpan w:val="2"/>
          </w:tcPr>
          <w:p w14:paraId="025621A7" w14:textId="77777777" w:rsidR="00A14446" w:rsidRPr="00844B97" w:rsidRDefault="00A14446">
            <w:pPr>
              <w:pStyle w:val="BodyLarge"/>
              <w:tabs>
                <w:tab w:val="left" w:pos="600"/>
              </w:tabs>
              <w:rPr>
                <w:rFonts w:ascii="Liberation Sans" w:hAnsi="Liberation Sans" w:cs="Liberation Sans"/>
              </w:rPr>
            </w:pPr>
          </w:p>
        </w:tc>
      </w:tr>
      <w:tr w:rsidR="00A14446" w:rsidRPr="00844B97" w14:paraId="025621AC" w14:textId="77777777">
        <w:tc>
          <w:tcPr>
            <w:tcW w:w="4770" w:type="dxa"/>
          </w:tcPr>
          <w:p w14:paraId="025621A9" w14:textId="77777777" w:rsidR="00A14446" w:rsidRPr="00844B97" w:rsidRDefault="00A14446">
            <w:pPr>
              <w:pStyle w:val="BodyLarge"/>
              <w:tabs>
                <w:tab w:val="left" w:pos="600"/>
              </w:tabs>
              <w:ind w:left="600" w:hanging="600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1.</w:t>
            </w:r>
            <w:r w:rsidRPr="00844B97">
              <w:rPr>
                <w:rFonts w:ascii="Liberation Sans" w:hAnsi="Liberation Sans" w:cs="Liberation Sans"/>
              </w:rPr>
              <w:tab/>
              <w:t>Checks are not prenumbered.</w:t>
            </w:r>
          </w:p>
        </w:tc>
        <w:tc>
          <w:tcPr>
            <w:tcW w:w="927" w:type="dxa"/>
            <w:gridSpan w:val="2"/>
          </w:tcPr>
          <w:p w14:paraId="025621AA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374" w:type="dxa"/>
          </w:tcPr>
          <w:p w14:paraId="025621AB" w14:textId="77777777" w:rsidR="00A14446" w:rsidRPr="00844B97" w:rsidRDefault="00A14446">
            <w:pPr>
              <w:pStyle w:val="BodyLarge"/>
              <w:tabs>
                <w:tab w:val="left" w:pos="600"/>
              </w:tabs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Use prenumbered checks.</w:t>
            </w:r>
          </w:p>
        </w:tc>
      </w:tr>
      <w:tr w:rsidR="00A14446" w:rsidRPr="00844B97" w14:paraId="025621B0" w14:textId="77777777">
        <w:tc>
          <w:tcPr>
            <w:tcW w:w="4770" w:type="dxa"/>
          </w:tcPr>
          <w:p w14:paraId="025621AD" w14:textId="77777777" w:rsidR="00A14446" w:rsidRPr="00844B97" w:rsidRDefault="00A14446">
            <w:pPr>
              <w:pStyle w:val="BodyLarge"/>
              <w:tabs>
                <w:tab w:val="left" w:pos="600"/>
              </w:tabs>
              <w:spacing w:line="30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927" w:type="dxa"/>
            <w:gridSpan w:val="2"/>
          </w:tcPr>
          <w:p w14:paraId="025621AE" w14:textId="77777777" w:rsidR="00A14446" w:rsidRPr="00844B97" w:rsidRDefault="00A14446">
            <w:pPr>
              <w:pStyle w:val="BodyLarge"/>
              <w:spacing w:line="30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4374" w:type="dxa"/>
          </w:tcPr>
          <w:p w14:paraId="025621AF" w14:textId="77777777" w:rsidR="00A14446" w:rsidRPr="00844B97" w:rsidRDefault="00A14446">
            <w:pPr>
              <w:pStyle w:val="BodyLarge"/>
              <w:tabs>
                <w:tab w:val="left" w:pos="600"/>
              </w:tabs>
              <w:spacing w:line="300" w:lineRule="exact"/>
              <w:rPr>
                <w:rFonts w:ascii="Liberation Sans" w:hAnsi="Liberation Sans" w:cs="Liberation Sans"/>
              </w:rPr>
            </w:pPr>
          </w:p>
        </w:tc>
      </w:tr>
      <w:tr w:rsidR="00A14446" w:rsidRPr="00844B97" w14:paraId="025621B4" w14:textId="77777777">
        <w:tc>
          <w:tcPr>
            <w:tcW w:w="4770" w:type="dxa"/>
          </w:tcPr>
          <w:p w14:paraId="025621B1" w14:textId="77777777" w:rsidR="00A14446" w:rsidRPr="00844B97" w:rsidRDefault="00A14446">
            <w:pPr>
              <w:pStyle w:val="BodyLarge"/>
              <w:tabs>
                <w:tab w:val="left" w:pos="600"/>
              </w:tabs>
              <w:ind w:left="600" w:hanging="600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2.</w:t>
            </w:r>
            <w:r w:rsidRPr="00844B97">
              <w:rPr>
                <w:rFonts w:ascii="Liberation Sans" w:hAnsi="Liberation Sans" w:cs="Liberation Sans"/>
              </w:rPr>
              <w:tab/>
              <w:t>The purchasing agent signs checks.</w:t>
            </w:r>
          </w:p>
        </w:tc>
        <w:tc>
          <w:tcPr>
            <w:tcW w:w="927" w:type="dxa"/>
            <w:gridSpan w:val="2"/>
          </w:tcPr>
          <w:p w14:paraId="025621B2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374" w:type="dxa"/>
          </w:tcPr>
          <w:p w14:paraId="025621B3" w14:textId="77777777" w:rsidR="00A14446" w:rsidRPr="00844B97" w:rsidRDefault="00A14446">
            <w:pPr>
              <w:pStyle w:val="BodyLarge"/>
              <w:tabs>
                <w:tab w:val="left" w:pos="600"/>
              </w:tabs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Only the treasurer’s department personnel should sign checks.</w:t>
            </w:r>
          </w:p>
        </w:tc>
      </w:tr>
      <w:tr w:rsidR="00A14446" w:rsidRPr="00844B97" w14:paraId="025621B8" w14:textId="77777777">
        <w:tc>
          <w:tcPr>
            <w:tcW w:w="4770" w:type="dxa"/>
          </w:tcPr>
          <w:p w14:paraId="025621B5" w14:textId="77777777" w:rsidR="00A14446" w:rsidRPr="00844B97" w:rsidRDefault="00A14446">
            <w:pPr>
              <w:pStyle w:val="BodyLarge"/>
              <w:tabs>
                <w:tab w:val="left" w:pos="600"/>
              </w:tabs>
              <w:spacing w:line="30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927" w:type="dxa"/>
            <w:gridSpan w:val="2"/>
          </w:tcPr>
          <w:p w14:paraId="025621B6" w14:textId="77777777" w:rsidR="00A14446" w:rsidRPr="00844B97" w:rsidRDefault="00A14446">
            <w:pPr>
              <w:pStyle w:val="BodyLarge"/>
              <w:spacing w:line="30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4374" w:type="dxa"/>
          </w:tcPr>
          <w:p w14:paraId="025621B7" w14:textId="77777777" w:rsidR="00A14446" w:rsidRPr="00844B97" w:rsidRDefault="00A14446">
            <w:pPr>
              <w:pStyle w:val="BodyLarge"/>
              <w:tabs>
                <w:tab w:val="left" w:pos="600"/>
              </w:tabs>
              <w:spacing w:line="300" w:lineRule="exact"/>
              <w:rPr>
                <w:rFonts w:ascii="Liberation Sans" w:hAnsi="Liberation Sans" w:cs="Liberation Sans"/>
              </w:rPr>
            </w:pPr>
          </w:p>
        </w:tc>
      </w:tr>
      <w:tr w:rsidR="00A14446" w:rsidRPr="00844B97" w14:paraId="025621BC" w14:textId="77777777">
        <w:tc>
          <w:tcPr>
            <w:tcW w:w="4770" w:type="dxa"/>
          </w:tcPr>
          <w:p w14:paraId="025621B9" w14:textId="77777777" w:rsidR="00A14446" w:rsidRPr="00844B97" w:rsidRDefault="00A14446">
            <w:pPr>
              <w:pStyle w:val="BodyLarge"/>
              <w:tabs>
                <w:tab w:val="left" w:pos="600"/>
              </w:tabs>
              <w:ind w:left="600" w:hanging="600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3.</w:t>
            </w:r>
            <w:r w:rsidRPr="00844B97">
              <w:rPr>
                <w:rFonts w:ascii="Liberation Sans" w:hAnsi="Liberation Sans" w:cs="Liberation Sans"/>
              </w:rPr>
              <w:tab/>
              <w:t>Unissued checks are stored in unlocked file cabinet.</w:t>
            </w:r>
          </w:p>
        </w:tc>
        <w:tc>
          <w:tcPr>
            <w:tcW w:w="927" w:type="dxa"/>
            <w:gridSpan w:val="2"/>
          </w:tcPr>
          <w:p w14:paraId="025621BA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374" w:type="dxa"/>
          </w:tcPr>
          <w:p w14:paraId="025621BB" w14:textId="77777777" w:rsidR="00A14446" w:rsidRPr="00844B97" w:rsidRDefault="00A14446">
            <w:pPr>
              <w:pStyle w:val="BodyLarge"/>
              <w:tabs>
                <w:tab w:val="left" w:pos="600"/>
              </w:tabs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Unissued checks should be stored in a locked file cabinet with access restricted to authorized personnel.</w:t>
            </w:r>
          </w:p>
        </w:tc>
      </w:tr>
      <w:tr w:rsidR="00A14446" w:rsidRPr="00844B97" w14:paraId="025621C0" w14:textId="77777777">
        <w:tc>
          <w:tcPr>
            <w:tcW w:w="4770" w:type="dxa"/>
          </w:tcPr>
          <w:p w14:paraId="025621BD" w14:textId="77777777" w:rsidR="00A14446" w:rsidRPr="00844B97" w:rsidRDefault="00A14446">
            <w:pPr>
              <w:pStyle w:val="BodyLarge"/>
              <w:tabs>
                <w:tab w:val="left" w:pos="600"/>
              </w:tabs>
              <w:spacing w:line="30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927" w:type="dxa"/>
            <w:gridSpan w:val="2"/>
          </w:tcPr>
          <w:p w14:paraId="025621BE" w14:textId="77777777" w:rsidR="00A14446" w:rsidRPr="00844B97" w:rsidRDefault="00A14446">
            <w:pPr>
              <w:pStyle w:val="BodyLarge"/>
              <w:spacing w:line="30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4374" w:type="dxa"/>
          </w:tcPr>
          <w:p w14:paraId="025621BF" w14:textId="77777777" w:rsidR="00A14446" w:rsidRPr="00844B97" w:rsidRDefault="00A14446">
            <w:pPr>
              <w:pStyle w:val="BodyLarge"/>
              <w:tabs>
                <w:tab w:val="left" w:pos="600"/>
              </w:tabs>
              <w:spacing w:line="300" w:lineRule="exact"/>
              <w:rPr>
                <w:rFonts w:ascii="Liberation Sans" w:hAnsi="Liberation Sans" w:cs="Liberation Sans"/>
              </w:rPr>
            </w:pPr>
          </w:p>
        </w:tc>
      </w:tr>
      <w:tr w:rsidR="00A14446" w:rsidRPr="00844B97" w14:paraId="025621C5" w14:textId="77777777">
        <w:tc>
          <w:tcPr>
            <w:tcW w:w="4770" w:type="dxa"/>
          </w:tcPr>
          <w:p w14:paraId="025621C1" w14:textId="77777777" w:rsidR="00A14446" w:rsidRPr="00844B97" w:rsidRDefault="00A14446">
            <w:pPr>
              <w:pStyle w:val="BodyLarge"/>
              <w:tabs>
                <w:tab w:val="left" w:pos="600"/>
              </w:tabs>
              <w:ind w:left="600" w:hanging="600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4.</w:t>
            </w:r>
            <w:r w:rsidRPr="00844B97">
              <w:rPr>
                <w:rFonts w:ascii="Liberation Sans" w:hAnsi="Liberation Sans" w:cs="Liberation Sans"/>
              </w:rPr>
              <w:tab/>
              <w:t>Purchasing agent approves</w:t>
            </w:r>
          </w:p>
          <w:p w14:paraId="025621C2" w14:textId="77777777" w:rsidR="00A14446" w:rsidRPr="00844B97" w:rsidRDefault="00A14446">
            <w:pPr>
              <w:pStyle w:val="BodyLarge"/>
              <w:tabs>
                <w:tab w:val="left" w:pos="612"/>
                <w:tab w:val="left" w:pos="711"/>
              </w:tabs>
              <w:ind w:left="600" w:hanging="6"/>
              <w:jc w:val="both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and pays for goods purchased.</w:t>
            </w:r>
          </w:p>
        </w:tc>
        <w:tc>
          <w:tcPr>
            <w:tcW w:w="927" w:type="dxa"/>
            <w:gridSpan w:val="2"/>
          </w:tcPr>
          <w:p w14:paraId="025621C3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374" w:type="dxa"/>
          </w:tcPr>
          <w:p w14:paraId="025621C4" w14:textId="77777777" w:rsidR="00A14446" w:rsidRPr="00844B97" w:rsidRDefault="00A14446">
            <w:pPr>
              <w:pStyle w:val="BodyLarge"/>
              <w:tabs>
                <w:tab w:val="left" w:pos="600"/>
              </w:tabs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Purchasing should approve bills for payment by the treasurer.</w:t>
            </w:r>
          </w:p>
        </w:tc>
      </w:tr>
      <w:tr w:rsidR="00A14446" w:rsidRPr="00844B97" w14:paraId="025621C9" w14:textId="77777777">
        <w:tc>
          <w:tcPr>
            <w:tcW w:w="4770" w:type="dxa"/>
          </w:tcPr>
          <w:p w14:paraId="025621C6" w14:textId="77777777" w:rsidR="00A14446" w:rsidRPr="00844B97" w:rsidRDefault="00A14446">
            <w:pPr>
              <w:pStyle w:val="BodyLarge"/>
              <w:tabs>
                <w:tab w:val="left" w:pos="600"/>
              </w:tabs>
              <w:spacing w:line="30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927" w:type="dxa"/>
            <w:gridSpan w:val="2"/>
          </w:tcPr>
          <w:p w14:paraId="025621C7" w14:textId="77777777" w:rsidR="00A14446" w:rsidRPr="00844B97" w:rsidRDefault="00A14446">
            <w:pPr>
              <w:pStyle w:val="BodyLarge"/>
              <w:spacing w:line="30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4374" w:type="dxa"/>
          </w:tcPr>
          <w:p w14:paraId="025621C8" w14:textId="77777777" w:rsidR="00A14446" w:rsidRPr="00844B97" w:rsidRDefault="00A14446">
            <w:pPr>
              <w:pStyle w:val="BodyLarge"/>
              <w:tabs>
                <w:tab w:val="left" w:pos="600"/>
              </w:tabs>
              <w:spacing w:line="300" w:lineRule="exact"/>
              <w:rPr>
                <w:rFonts w:ascii="Liberation Sans" w:hAnsi="Liberation Sans" w:cs="Liberation Sans"/>
              </w:rPr>
            </w:pPr>
          </w:p>
        </w:tc>
      </w:tr>
      <w:tr w:rsidR="00A14446" w:rsidRPr="00844B97" w14:paraId="025621CD" w14:textId="77777777">
        <w:tc>
          <w:tcPr>
            <w:tcW w:w="4770" w:type="dxa"/>
          </w:tcPr>
          <w:p w14:paraId="025621CA" w14:textId="77777777" w:rsidR="00A14446" w:rsidRPr="00844B97" w:rsidRDefault="00A14446">
            <w:pPr>
              <w:pStyle w:val="BodyLarge"/>
              <w:tabs>
                <w:tab w:val="left" w:pos="600"/>
              </w:tabs>
              <w:ind w:left="600" w:hanging="600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5.</w:t>
            </w:r>
            <w:r w:rsidRPr="00844B97">
              <w:rPr>
                <w:rFonts w:ascii="Liberation Sans" w:hAnsi="Liberation Sans" w:cs="Liberation Sans"/>
              </w:rPr>
              <w:tab/>
              <w:t>After payment, the invoice is filed by payment date.</w:t>
            </w:r>
          </w:p>
        </w:tc>
        <w:tc>
          <w:tcPr>
            <w:tcW w:w="927" w:type="dxa"/>
            <w:gridSpan w:val="2"/>
          </w:tcPr>
          <w:p w14:paraId="025621CB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374" w:type="dxa"/>
          </w:tcPr>
          <w:p w14:paraId="025621CC" w14:textId="77777777" w:rsidR="00A14446" w:rsidRPr="00844B97" w:rsidRDefault="00A14446">
            <w:pPr>
              <w:pStyle w:val="BodyLarge"/>
              <w:tabs>
                <w:tab w:val="left" w:pos="600"/>
              </w:tabs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The invoice should be filed by vendor name in paid invoices file.</w:t>
            </w:r>
          </w:p>
        </w:tc>
      </w:tr>
      <w:tr w:rsidR="00A14446" w:rsidRPr="00844B97" w14:paraId="025621D1" w14:textId="77777777">
        <w:tc>
          <w:tcPr>
            <w:tcW w:w="4770" w:type="dxa"/>
          </w:tcPr>
          <w:p w14:paraId="025621CE" w14:textId="77777777" w:rsidR="00A14446" w:rsidRPr="00844B97" w:rsidRDefault="00A14446">
            <w:pPr>
              <w:pStyle w:val="BodyLarge"/>
              <w:tabs>
                <w:tab w:val="left" w:pos="600"/>
              </w:tabs>
              <w:spacing w:line="30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927" w:type="dxa"/>
            <w:gridSpan w:val="2"/>
          </w:tcPr>
          <w:p w14:paraId="025621CF" w14:textId="77777777" w:rsidR="00A14446" w:rsidRPr="00844B97" w:rsidRDefault="00A14446">
            <w:pPr>
              <w:pStyle w:val="BodyLarge"/>
              <w:spacing w:line="30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4374" w:type="dxa"/>
          </w:tcPr>
          <w:p w14:paraId="025621D0" w14:textId="77777777" w:rsidR="00A14446" w:rsidRPr="00844B97" w:rsidRDefault="00A14446">
            <w:pPr>
              <w:pStyle w:val="BodyLarge"/>
              <w:tabs>
                <w:tab w:val="left" w:pos="600"/>
              </w:tabs>
              <w:spacing w:line="300" w:lineRule="exact"/>
              <w:rPr>
                <w:rFonts w:ascii="Liberation Sans" w:hAnsi="Liberation Sans" w:cs="Liberation Sans"/>
              </w:rPr>
            </w:pPr>
          </w:p>
        </w:tc>
      </w:tr>
      <w:tr w:rsidR="00A14446" w:rsidRPr="00844B97" w14:paraId="025621D5" w14:textId="77777777">
        <w:tc>
          <w:tcPr>
            <w:tcW w:w="4770" w:type="dxa"/>
          </w:tcPr>
          <w:p w14:paraId="025621D2" w14:textId="77777777" w:rsidR="00A14446" w:rsidRPr="00844B97" w:rsidRDefault="00A14446">
            <w:pPr>
              <w:pStyle w:val="BodyLarge"/>
              <w:tabs>
                <w:tab w:val="left" w:pos="600"/>
              </w:tabs>
              <w:ind w:left="600" w:hanging="600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6.</w:t>
            </w:r>
            <w:r w:rsidRPr="00844B97">
              <w:rPr>
                <w:rFonts w:ascii="Liberation Sans" w:hAnsi="Liberation Sans" w:cs="Liberation Sans"/>
              </w:rPr>
              <w:tab/>
              <w:t>The purchasing agent records payments in cash disburse</w:t>
            </w:r>
            <w:r w:rsidRPr="00844B97">
              <w:rPr>
                <w:rFonts w:ascii="Liberation Sans" w:hAnsi="Liberation Sans" w:cs="Liberation Sans"/>
              </w:rPr>
              <w:softHyphen/>
            </w:r>
            <w:r w:rsidRPr="00844B97">
              <w:rPr>
                <w:rFonts w:ascii="Liberation Sans" w:hAnsi="Liberation Sans" w:cs="Liberation Sans"/>
              </w:rPr>
              <w:lastRenderedPageBreak/>
              <w:t>ments journal.</w:t>
            </w:r>
          </w:p>
        </w:tc>
        <w:tc>
          <w:tcPr>
            <w:tcW w:w="927" w:type="dxa"/>
            <w:gridSpan w:val="2"/>
          </w:tcPr>
          <w:p w14:paraId="025621D3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374" w:type="dxa"/>
          </w:tcPr>
          <w:p w14:paraId="025621D4" w14:textId="77777777" w:rsidR="00A14446" w:rsidRPr="00844B97" w:rsidRDefault="00A14446">
            <w:pPr>
              <w:pStyle w:val="BodyLarge"/>
              <w:tabs>
                <w:tab w:val="left" w:pos="600"/>
              </w:tabs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Only accounting department</w:t>
            </w:r>
            <w:r w:rsidRPr="00844B97">
              <w:rPr>
                <w:rFonts w:ascii="Liberation Sans" w:hAnsi="Liberation Sans" w:cs="Liberation Sans"/>
              </w:rPr>
              <w:br/>
              <w:t>personnel should record cash</w:t>
            </w:r>
            <w:r w:rsidRPr="00844B97">
              <w:rPr>
                <w:rFonts w:ascii="Liberation Sans" w:hAnsi="Liberation Sans" w:cs="Liberation Sans"/>
              </w:rPr>
              <w:br/>
            </w:r>
            <w:r w:rsidRPr="00844B97">
              <w:rPr>
                <w:rFonts w:ascii="Liberation Sans" w:hAnsi="Liberation Sans" w:cs="Liberation Sans"/>
              </w:rPr>
              <w:lastRenderedPageBreak/>
              <w:t>disbursements.</w:t>
            </w:r>
          </w:p>
        </w:tc>
      </w:tr>
    </w:tbl>
    <w:p w14:paraId="025621D6" w14:textId="77777777" w:rsidR="00A14446" w:rsidRPr="00844B97" w:rsidRDefault="00A14446">
      <w:pPr>
        <w:pStyle w:val="BodyLarge"/>
        <w:rPr>
          <w:rFonts w:ascii="Liberation Sans" w:hAnsi="Liberation Sans" w:cs="Liberation Sans"/>
        </w:rPr>
      </w:pPr>
    </w:p>
    <w:tbl>
      <w:tblPr>
        <w:tblW w:w="0" w:type="auto"/>
        <w:tblInd w:w="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06"/>
        <w:gridCol w:w="480"/>
        <w:gridCol w:w="4885"/>
      </w:tblGrid>
      <w:tr w:rsidR="00A14446" w:rsidRPr="00844B97" w14:paraId="025621DA" w14:textId="77777777">
        <w:tc>
          <w:tcPr>
            <w:tcW w:w="4706" w:type="dxa"/>
          </w:tcPr>
          <w:p w14:paraId="025621D7" w14:textId="77777777" w:rsidR="00A14446" w:rsidRPr="00844B97" w:rsidRDefault="00A14446">
            <w:pPr>
              <w:pStyle w:val="BodyLarge"/>
              <w:tabs>
                <w:tab w:val="left" w:pos="600"/>
              </w:tabs>
              <w:rPr>
                <w:rFonts w:ascii="Liberation Sans" w:hAnsi="Liberation Sans" w:cs="Liberation Sans"/>
                <w:u w:val="single"/>
              </w:rPr>
            </w:pPr>
            <w:r w:rsidRPr="00844B97">
              <w:rPr>
                <w:rFonts w:ascii="Liberation Sans" w:hAnsi="Liberation Sans" w:cs="Liberation Sans"/>
              </w:rPr>
              <w:t>(a)</w:t>
            </w:r>
            <w:r w:rsidRPr="00844B97">
              <w:rPr>
                <w:rFonts w:ascii="Liberation Sans" w:hAnsi="Liberation Sans" w:cs="Liberation Sans"/>
              </w:rPr>
              <w:tab/>
            </w:r>
            <w:r w:rsidRPr="00844B97">
              <w:rPr>
                <w:rFonts w:ascii="Liberation Sans" w:hAnsi="Liberation Sans" w:cs="Liberation Sans"/>
                <w:u w:val="single"/>
              </w:rPr>
              <w:t>Weaknesses</w:t>
            </w:r>
          </w:p>
        </w:tc>
        <w:tc>
          <w:tcPr>
            <w:tcW w:w="480" w:type="dxa"/>
          </w:tcPr>
          <w:p w14:paraId="025621D8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85" w:type="dxa"/>
          </w:tcPr>
          <w:p w14:paraId="025621D9" w14:textId="77777777" w:rsidR="00A14446" w:rsidRPr="00844B97" w:rsidRDefault="00A14446">
            <w:pPr>
              <w:pStyle w:val="BodyLarge"/>
              <w:tabs>
                <w:tab w:val="left" w:pos="600"/>
              </w:tabs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(b)</w:t>
            </w:r>
            <w:r w:rsidRPr="00844B97">
              <w:rPr>
                <w:rFonts w:ascii="Liberation Sans" w:hAnsi="Liberation Sans" w:cs="Liberation Sans"/>
              </w:rPr>
              <w:tab/>
            </w:r>
            <w:r w:rsidRPr="00844B97">
              <w:rPr>
                <w:rFonts w:ascii="Liberation Sans" w:hAnsi="Liberation Sans" w:cs="Liberation Sans"/>
                <w:u w:val="single"/>
              </w:rPr>
              <w:t>Suggested Improvement</w:t>
            </w:r>
          </w:p>
        </w:tc>
      </w:tr>
      <w:tr w:rsidR="00A14446" w:rsidRPr="00844B97" w14:paraId="025621DE" w14:textId="77777777">
        <w:tc>
          <w:tcPr>
            <w:tcW w:w="4706" w:type="dxa"/>
          </w:tcPr>
          <w:p w14:paraId="025621DB" w14:textId="77777777" w:rsidR="00A14446" w:rsidRPr="00844B97" w:rsidRDefault="00A14446">
            <w:pPr>
              <w:pStyle w:val="BodyLarge"/>
              <w:tabs>
                <w:tab w:val="left" w:pos="60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480" w:type="dxa"/>
          </w:tcPr>
          <w:p w14:paraId="025621DC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85" w:type="dxa"/>
          </w:tcPr>
          <w:p w14:paraId="025621DD" w14:textId="77777777" w:rsidR="00A14446" w:rsidRPr="00844B97" w:rsidRDefault="00A14446">
            <w:pPr>
              <w:pStyle w:val="BodyLarge"/>
              <w:tabs>
                <w:tab w:val="left" w:pos="600"/>
              </w:tabs>
              <w:rPr>
                <w:rFonts w:ascii="Liberation Sans" w:hAnsi="Liberation Sans" w:cs="Liberation Sans"/>
              </w:rPr>
            </w:pPr>
          </w:p>
        </w:tc>
      </w:tr>
      <w:tr w:rsidR="00A14446" w:rsidRPr="00844B97" w14:paraId="025621E2" w14:textId="77777777">
        <w:tc>
          <w:tcPr>
            <w:tcW w:w="4706" w:type="dxa"/>
          </w:tcPr>
          <w:p w14:paraId="025621DF" w14:textId="77777777" w:rsidR="00A14446" w:rsidRPr="00844B97" w:rsidRDefault="00A14446">
            <w:pPr>
              <w:pStyle w:val="BodyLarge"/>
              <w:tabs>
                <w:tab w:val="left" w:pos="600"/>
              </w:tabs>
              <w:ind w:left="600" w:hanging="600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7.</w:t>
            </w:r>
            <w:r w:rsidRPr="00844B97">
              <w:rPr>
                <w:rFonts w:ascii="Liberation Sans" w:hAnsi="Liberation Sans" w:cs="Liberation Sans"/>
              </w:rPr>
              <w:tab/>
              <w:t>The treasurer records the checks in cash disbursements journal.</w:t>
            </w:r>
          </w:p>
        </w:tc>
        <w:tc>
          <w:tcPr>
            <w:tcW w:w="480" w:type="dxa"/>
          </w:tcPr>
          <w:p w14:paraId="025621E0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85" w:type="dxa"/>
          </w:tcPr>
          <w:p w14:paraId="025621E1" w14:textId="77777777" w:rsidR="00A14446" w:rsidRPr="00844B97" w:rsidRDefault="00A14446">
            <w:pPr>
              <w:pStyle w:val="BodyLarge"/>
              <w:tabs>
                <w:tab w:val="left" w:pos="600"/>
              </w:tabs>
              <w:ind w:left="592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Same as answer to No. 6.</w:t>
            </w:r>
          </w:p>
        </w:tc>
      </w:tr>
      <w:tr w:rsidR="00A14446" w:rsidRPr="00844B97" w14:paraId="025621E6" w14:textId="77777777">
        <w:tc>
          <w:tcPr>
            <w:tcW w:w="4706" w:type="dxa"/>
          </w:tcPr>
          <w:p w14:paraId="025621E3" w14:textId="77777777" w:rsidR="00A14446" w:rsidRPr="00844B97" w:rsidRDefault="00A14446">
            <w:pPr>
              <w:pStyle w:val="BodyLarge"/>
              <w:tabs>
                <w:tab w:val="left" w:pos="60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480" w:type="dxa"/>
          </w:tcPr>
          <w:p w14:paraId="025621E4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85" w:type="dxa"/>
          </w:tcPr>
          <w:p w14:paraId="025621E5" w14:textId="77777777" w:rsidR="00A14446" w:rsidRPr="00844B97" w:rsidRDefault="00A14446">
            <w:pPr>
              <w:pStyle w:val="BodyLarge"/>
              <w:tabs>
                <w:tab w:val="left" w:pos="600"/>
              </w:tabs>
              <w:ind w:left="592"/>
              <w:rPr>
                <w:rFonts w:ascii="Liberation Sans" w:hAnsi="Liberation Sans" w:cs="Liberation Sans"/>
              </w:rPr>
            </w:pPr>
          </w:p>
        </w:tc>
      </w:tr>
      <w:tr w:rsidR="00A14446" w:rsidRPr="00844B97" w14:paraId="025621EA" w14:textId="77777777">
        <w:tc>
          <w:tcPr>
            <w:tcW w:w="4706" w:type="dxa"/>
          </w:tcPr>
          <w:p w14:paraId="025621E7" w14:textId="77777777" w:rsidR="00A14446" w:rsidRPr="00844B97" w:rsidRDefault="00A14446">
            <w:pPr>
              <w:pStyle w:val="BodyLarge"/>
              <w:tabs>
                <w:tab w:val="left" w:pos="600"/>
              </w:tabs>
              <w:ind w:left="600" w:hanging="600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8.</w:t>
            </w:r>
            <w:r w:rsidRPr="00844B97">
              <w:rPr>
                <w:rFonts w:ascii="Liberation Sans" w:hAnsi="Liberation Sans" w:cs="Liberation Sans"/>
              </w:rPr>
              <w:tab/>
              <w:t>The treasurer reconciles the bank statement.</w:t>
            </w:r>
          </w:p>
        </w:tc>
        <w:tc>
          <w:tcPr>
            <w:tcW w:w="480" w:type="dxa"/>
          </w:tcPr>
          <w:p w14:paraId="025621E8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885" w:type="dxa"/>
          </w:tcPr>
          <w:p w14:paraId="025621E9" w14:textId="77777777" w:rsidR="00A14446" w:rsidRPr="00844B97" w:rsidRDefault="00A14446">
            <w:pPr>
              <w:pStyle w:val="BodyLarge"/>
              <w:tabs>
                <w:tab w:val="left" w:pos="600"/>
              </w:tabs>
              <w:ind w:left="592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An internal auditor should reconcile the bank statement.</w:t>
            </w:r>
          </w:p>
        </w:tc>
      </w:tr>
    </w:tbl>
    <w:p w14:paraId="025621EB" w14:textId="77777777" w:rsidR="00A14446" w:rsidRPr="00844B97" w:rsidRDefault="00A14446">
      <w:pPr>
        <w:pStyle w:val="BodyLarge"/>
        <w:rPr>
          <w:rFonts w:ascii="Liberation Sans" w:hAnsi="Liberation Sans" w:cs="Liberation Sans"/>
        </w:rPr>
      </w:pPr>
    </w:p>
    <w:p w14:paraId="025621EC" w14:textId="77777777" w:rsidR="00A14446" w:rsidRPr="00844B97" w:rsidRDefault="00A14446">
      <w:pPr>
        <w:pStyle w:val="BodyLarge"/>
        <w:rPr>
          <w:rFonts w:ascii="Liberation Sans" w:hAnsi="Liberation Sans" w:cs="Liberation Sans"/>
        </w:rPr>
      </w:pPr>
    </w:p>
    <w:p w14:paraId="025621ED" w14:textId="77777777" w:rsidR="00A14446" w:rsidRPr="00844B97" w:rsidRDefault="00A14446">
      <w:pPr>
        <w:pStyle w:val="BodyLarge"/>
        <w:tabs>
          <w:tab w:val="left" w:pos="600"/>
          <w:tab w:val="left" w:pos="180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>(b)</w:t>
      </w:r>
      <w:r w:rsidRPr="00844B97">
        <w:rPr>
          <w:rFonts w:ascii="Liberation Sans" w:hAnsi="Liberation Sans" w:cs="Liberation Sans"/>
        </w:rPr>
        <w:tab/>
        <w:t>To:</w:t>
      </w:r>
      <w:r w:rsidRPr="00844B97">
        <w:rPr>
          <w:rFonts w:ascii="Liberation Sans" w:hAnsi="Liberation Sans" w:cs="Liberation Sans"/>
        </w:rPr>
        <w:tab/>
        <w:t xml:space="preserve">Treasurer, </w:t>
      </w:r>
      <w:r w:rsidR="00A2480F" w:rsidRPr="00844B97">
        <w:rPr>
          <w:rFonts w:ascii="Liberation Sans" w:hAnsi="Liberation Sans" w:cs="Liberation Sans"/>
        </w:rPr>
        <w:t xml:space="preserve">Noble </w:t>
      </w:r>
      <w:r w:rsidRPr="00844B97">
        <w:rPr>
          <w:rFonts w:ascii="Liberation Sans" w:hAnsi="Liberation Sans" w:cs="Liberation Sans"/>
        </w:rPr>
        <w:t>Company</w:t>
      </w:r>
    </w:p>
    <w:p w14:paraId="025621EE" w14:textId="77777777" w:rsidR="00A14446" w:rsidRPr="00844B97" w:rsidRDefault="00A14446">
      <w:pPr>
        <w:pStyle w:val="BodyLarge"/>
        <w:tabs>
          <w:tab w:val="left" w:pos="600"/>
          <w:tab w:val="left" w:pos="1800"/>
        </w:tabs>
        <w:rPr>
          <w:rFonts w:ascii="Liberation Sans" w:hAnsi="Liberation Sans" w:cs="Liberation Sans"/>
        </w:rPr>
      </w:pPr>
    </w:p>
    <w:p w14:paraId="025621EF" w14:textId="77777777" w:rsidR="00A14446" w:rsidRPr="00844B97" w:rsidRDefault="00A14446">
      <w:pPr>
        <w:pStyle w:val="BodyLarge"/>
        <w:tabs>
          <w:tab w:val="left" w:pos="600"/>
          <w:tab w:val="left" w:pos="180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  <w:t>From:</w:t>
      </w:r>
      <w:r w:rsidRPr="00844B97">
        <w:rPr>
          <w:rFonts w:ascii="Liberation Sans" w:hAnsi="Liberation Sans" w:cs="Liberation Sans"/>
        </w:rPr>
        <w:tab/>
        <w:t>Accounting Student</w:t>
      </w:r>
    </w:p>
    <w:p w14:paraId="025621F0" w14:textId="77777777" w:rsidR="00A14446" w:rsidRPr="00844B97" w:rsidRDefault="00A14446">
      <w:pPr>
        <w:pStyle w:val="BodyLarge"/>
        <w:tabs>
          <w:tab w:val="left" w:pos="600"/>
        </w:tabs>
        <w:ind w:left="600"/>
        <w:jc w:val="both"/>
        <w:rPr>
          <w:rFonts w:ascii="Liberation Sans" w:hAnsi="Liberation Sans" w:cs="Liberation Sans"/>
        </w:rPr>
      </w:pPr>
    </w:p>
    <w:p w14:paraId="025621F1" w14:textId="77777777" w:rsidR="00A14446" w:rsidRPr="00844B97" w:rsidRDefault="00A14446">
      <w:pPr>
        <w:pStyle w:val="BodyLarge"/>
        <w:tabs>
          <w:tab w:val="left" w:pos="600"/>
        </w:tabs>
        <w:spacing w:before="120"/>
        <w:ind w:left="600" w:hanging="600"/>
        <w:jc w:val="both"/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  <w:t>I have reviewed your cash disbursements system and suggest that you make the following improvements:</w:t>
      </w:r>
    </w:p>
    <w:p w14:paraId="025621F2" w14:textId="77777777" w:rsidR="00A14446" w:rsidRPr="00844B97" w:rsidRDefault="00A14446">
      <w:pPr>
        <w:pStyle w:val="BodyLarge"/>
        <w:tabs>
          <w:tab w:val="left" w:pos="600"/>
        </w:tabs>
        <w:ind w:left="600" w:hanging="600"/>
        <w:jc w:val="both"/>
        <w:rPr>
          <w:rFonts w:ascii="Liberation Sans" w:hAnsi="Liberation Sans" w:cs="Liberation Sans"/>
        </w:rPr>
      </w:pPr>
    </w:p>
    <w:p w14:paraId="025621F3" w14:textId="77777777" w:rsidR="00A14446" w:rsidRPr="00844B97" w:rsidRDefault="00A14446">
      <w:pPr>
        <w:pStyle w:val="BodyLarge"/>
        <w:tabs>
          <w:tab w:val="left" w:pos="600"/>
          <w:tab w:val="left" w:pos="1200"/>
        </w:tabs>
        <w:ind w:left="1200" w:hanging="1200"/>
        <w:jc w:val="both"/>
        <w:rPr>
          <w:rFonts w:ascii="Liberation Sans" w:hAnsi="Liberation Sans" w:cs="Liberation Sans"/>
          <w:spacing w:val="2"/>
        </w:rPr>
      </w:pPr>
      <w:r w:rsidRPr="00844B97">
        <w:rPr>
          <w:rFonts w:ascii="Liberation Sans" w:hAnsi="Liberation Sans" w:cs="Liberation Sans"/>
        </w:rPr>
        <w:tab/>
        <w:t>1.</w:t>
      </w:r>
      <w:r w:rsidRPr="00844B97">
        <w:rPr>
          <w:rFonts w:ascii="Liberation Sans" w:hAnsi="Liberation Sans" w:cs="Liberation Sans"/>
        </w:rPr>
        <w:tab/>
      </w:r>
      <w:r w:rsidR="00A2480F" w:rsidRPr="00844B97">
        <w:rPr>
          <w:rFonts w:ascii="Liberation Sans" w:hAnsi="Liberation Sans" w:cs="Liberation Sans"/>
        </w:rPr>
        <w:t xml:space="preserve">Noble </w:t>
      </w:r>
      <w:r w:rsidRPr="00844B97">
        <w:rPr>
          <w:rFonts w:ascii="Liberation Sans" w:hAnsi="Liberation Sans" w:cs="Liberation Sans"/>
          <w:spacing w:val="2"/>
        </w:rPr>
        <w:t>Company should use prenumbered checks. These should be stored in a locked file cabinet or safe with access restricted to authorized personnel.</w:t>
      </w:r>
    </w:p>
    <w:p w14:paraId="025621F4" w14:textId="77777777" w:rsidR="00A14446" w:rsidRPr="00844B97" w:rsidRDefault="00A14446">
      <w:pPr>
        <w:pStyle w:val="BodyLarge"/>
        <w:tabs>
          <w:tab w:val="left" w:pos="600"/>
          <w:tab w:val="left" w:pos="1200"/>
        </w:tabs>
        <w:ind w:left="1200" w:hanging="1200"/>
        <w:jc w:val="both"/>
        <w:rPr>
          <w:rFonts w:ascii="Liberation Sans" w:hAnsi="Liberation Sans" w:cs="Liberation Sans"/>
        </w:rPr>
      </w:pPr>
    </w:p>
    <w:p w14:paraId="025621F5" w14:textId="77777777" w:rsidR="00A14446" w:rsidRPr="00844B97" w:rsidRDefault="00A14446">
      <w:pPr>
        <w:pStyle w:val="BodyLarge"/>
        <w:numPr>
          <w:ilvl w:val="0"/>
          <w:numId w:val="14"/>
        </w:numPr>
        <w:tabs>
          <w:tab w:val="left" w:pos="600"/>
        </w:tabs>
        <w:jc w:val="both"/>
        <w:rPr>
          <w:rFonts w:ascii="Liberation Sans" w:hAnsi="Liberation Sans" w:cs="Liberation Sans"/>
          <w:spacing w:val="-6"/>
        </w:rPr>
      </w:pPr>
      <w:r w:rsidRPr="00844B97">
        <w:rPr>
          <w:rFonts w:ascii="Liberation Sans" w:hAnsi="Liberation Sans" w:cs="Liberation Sans"/>
        </w:rPr>
        <w:t xml:space="preserve">The purchasing department should approve bills for payment. The </w:t>
      </w:r>
      <w:r w:rsidRPr="00844B97">
        <w:rPr>
          <w:rFonts w:ascii="Liberation Sans" w:hAnsi="Liberation Sans" w:cs="Liberation Sans"/>
          <w:spacing w:val="-4"/>
        </w:rPr>
        <w:t>treasurer’s department should prepare and sign the checks. The in</w:t>
      </w:r>
      <w:r w:rsidRPr="00844B97">
        <w:rPr>
          <w:rFonts w:ascii="Liberation Sans" w:hAnsi="Liberation Sans" w:cs="Liberation Sans"/>
          <w:spacing w:val="-6"/>
        </w:rPr>
        <w:softHyphen/>
        <w:t>voices should be filed by vendor name in a paid invoices file.</w:t>
      </w:r>
    </w:p>
    <w:p w14:paraId="025621F6" w14:textId="77777777" w:rsidR="00A14446" w:rsidRPr="00844B97" w:rsidRDefault="00A14446">
      <w:pPr>
        <w:pStyle w:val="BodyLarge"/>
        <w:tabs>
          <w:tab w:val="left" w:pos="600"/>
          <w:tab w:val="left" w:pos="1200"/>
        </w:tabs>
        <w:ind w:left="600"/>
        <w:jc w:val="both"/>
        <w:rPr>
          <w:rFonts w:ascii="Liberation Sans" w:hAnsi="Liberation Sans" w:cs="Liberation Sans"/>
        </w:rPr>
      </w:pPr>
    </w:p>
    <w:p w14:paraId="025621F7" w14:textId="77777777" w:rsidR="00A14446" w:rsidRPr="00844B97" w:rsidRDefault="00A14446">
      <w:pPr>
        <w:pStyle w:val="BodyLarge"/>
        <w:tabs>
          <w:tab w:val="left" w:pos="600"/>
          <w:tab w:val="left" w:pos="1200"/>
        </w:tabs>
        <w:ind w:left="1200" w:hanging="1200"/>
        <w:jc w:val="both"/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  <w:t>3.</w:t>
      </w:r>
      <w:r w:rsidRPr="00844B97">
        <w:rPr>
          <w:rFonts w:ascii="Liberation Sans" w:hAnsi="Liberation Sans" w:cs="Liberation Sans"/>
        </w:rPr>
        <w:tab/>
        <w:t xml:space="preserve">Only the accounting department personnel should record cash </w:t>
      </w:r>
      <w:r w:rsidRPr="00844B97">
        <w:rPr>
          <w:rFonts w:ascii="Liberation Sans" w:hAnsi="Liberation Sans" w:cs="Liberation Sans"/>
        </w:rPr>
        <w:br/>
        <w:t>disbursements.</w:t>
      </w:r>
    </w:p>
    <w:p w14:paraId="025621F8" w14:textId="77777777" w:rsidR="00A14446" w:rsidRPr="00844B97" w:rsidRDefault="00A14446">
      <w:pPr>
        <w:pStyle w:val="BodyLarge"/>
        <w:tabs>
          <w:tab w:val="left" w:pos="600"/>
          <w:tab w:val="left" w:pos="1200"/>
        </w:tabs>
        <w:ind w:left="1200" w:hanging="1200"/>
        <w:jc w:val="both"/>
        <w:rPr>
          <w:rFonts w:ascii="Liberation Sans" w:hAnsi="Liberation Sans" w:cs="Liberation Sans"/>
        </w:rPr>
      </w:pPr>
    </w:p>
    <w:p w14:paraId="025621F9" w14:textId="77777777" w:rsidR="00A14446" w:rsidRPr="00844B97" w:rsidRDefault="00A14446">
      <w:pPr>
        <w:pStyle w:val="BodyLarge"/>
        <w:tabs>
          <w:tab w:val="left" w:pos="600"/>
          <w:tab w:val="left" w:pos="1200"/>
        </w:tabs>
        <w:ind w:left="1200" w:hanging="1200"/>
        <w:jc w:val="both"/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  <w:t>4.</w:t>
      </w:r>
      <w:r w:rsidRPr="00844B97">
        <w:rPr>
          <w:rFonts w:ascii="Liberation Sans" w:hAnsi="Liberation Sans" w:cs="Liberation Sans"/>
        </w:rPr>
        <w:tab/>
        <w:t>An internal auditor should reconcile the bank statement.</w:t>
      </w:r>
    </w:p>
    <w:p w14:paraId="025621FA" w14:textId="77777777" w:rsidR="00A14446" w:rsidRPr="00844B97" w:rsidRDefault="00A14446">
      <w:pPr>
        <w:pStyle w:val="BodyLarge"/>
        <w:tabs>
          <w:tab w:val="left" w:pos="600"/>
          <w:tab w:val="left" w:pos="1200"/>
        </w:tabs>
        <w:ind w:left="1200" w:hanging="1200"/>
        <w:jc w:val="both"/>
        <w:rPr>
          <w:rFonts w:ascii="Liberation Sans" w:hAnsi="Liberation Sans" w:cs="Liberation Sans"/>
        </w:rPr>
      </w:pPr>
    </w:p>
    <w:p w14:paraId="025621FB" w14:textId="77777777" w:rsidR="00A14446" w:rsidRPr="00844B97" w:rsidRDefault="00A14446">
      <w:pPr>
        <w:pStyle w:val="BodyLarge"/>
        <w:tabs>
          <w:tab w:val="left" w:pos="600"/>
        </w:tabs>
        <w:ind w:left="600" w:hanging="600"/>
        <w:jc w:val="both"/>
        <w:rPr>
          <w:rFonts w:ascii="Liberation Sans" w:hAnsi="Liberation Sans" w:cs="Liberation Sans"/>
          <w:spacing w:val="5"/>
        </w:rPr>
      </w:pPr>
      <w:r w:rsidRPr="00844B97">
        <w:rPr>
          <w:rFonts w:ascii="Liberation Sans" w:hAnsi="Liberation Sans" w:cs="Liberation Sans"/>
          <w:spacing w:val="5"/>
        </w:rPr>
        <w:tab/>
      </w:r>
      <w:r w:rsidRPr="00844B97">
        <w:rPr>
          <w:rFonts w:ascii="Liberation Sans" w:hAnsi="Liberation Sans" w:cs="Liberation Sans"/>
          <w:spacing w:val="-6"/>
        </w:rPr>
        <w:t>If you have any questions about implementing these suggestions, please</w:t>
      </w:r>
      <w:r w:rsidRPr="00844B97">
        <w:rPr>
          <w:rFonts w:ascii="Liberation Sans" w:hAnsi="Liberation Sans" w:cs="Liberation Sans"/>
        </w:rPr>
        <w:t xml:space="preserve"> contact me</w:t>
      </w:r>
      <w:r w:rsidRPr="00844B97">
        <w:rPr>
          <w:rFonts w:ascii="Liberation Sans" w:hAnsi="Liberation Sans" w:cs="Liberation Sans"/>
          <w:spacing w:val="5"/>
        </w:rPr>
        <w:t>.</w:t>
      </w:r>
    </w:p>
    <w:p w14:paraId="025621FC" w14:textId="77777777" w:rsidR="00A14446" w:rsidRPr="00844B97" w:rsidRDefault="00A14446">
      <w:pPr>
        <w:pStyle w:val="BodyLarge"/>
        <w:rPr>
          <w:rFonts w:ascii="Liberation Sans" w:hAnsi="Liberation Sans" w:cs="Liberation Sans"/>
        </w:rPr>
      </w:pPr>
    </w:p>
    <w:p w14:paraId="025621FD" w14:textId="77777777" w:rsidR="00A14446" w:rsidRPr="00844B97" w:rsidRDefault="00A14446">
      <w:pPr>
        <w:pStyle w:val="BodyLarge"/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br w:type="page"/>
      </w:r>
      <w:r w:rsidRPr="00844B97">
        <w:rPr>
          <w:rFonts w:ascii="Liberation Sans" w:hAnsi="Liberation Sans" w:cs="Liberation Sans"/>
        </w:rPr>
        <w:lastRenderedPageBreak/>
        <w:t xml:space="preserve">EXERCISE </w:t>
      </w:r>
      <w:r w:rsidR="00A30F06" w:rsidRPr="00844B97">
        <w:rPr>
          <w:rFonts w:ascii="Liberation Sans" w:hAnsi="Liberation Sans" w:cs="Liberation Sans"/>
        </w:rPr>
        <w:t>7</w:t>
      </w:r>
      <w:r w:rsidRPr="00844B97">
        <w:rPr>
          <w:rFonts w:ascii="Liberation Sans" w:hAnsi="Liberation Sans" w:cs="Liberation Sans"/>
        </w:rPr>
        <w:t>-5B</w:t>
      </w:r>
    </w:p>
    <w:p w14:paraId="025621FE" w14:textId="77777777" w:rsidR="00A14446" w:rsidRPr="00844B97" w:rsidRDefault="00A14446">
      <w:pPr>
        <w:pStyle w:val="BodyLarge"/>
        <w:rPr>
          <w:rFonts w:ascii="Liberation Sans" w:hAnsi="Liberation Sans" w:cs="Liberation Sans"/>
        </w:rPr>
      </w:pPr>
    </w:p>
    <w:tbl>
      <w:tblPr>
        <w:tblW w:w="0" w:type="auto"/>
        <w:tblInd w:w="117" w:type="dxa"/>
        <w:tblLook w:val="0000" w:firstRow="0" w:lastRow="0" w:firstColumn="0" w:lastColumn="0" w:noHBand="0" w:noVBand="0"/>
      </w:tblPr>
      <w:tblGrid>
        <w:gridCol w:w="1890"/>
        <w:gridCol w:w="342"/>
        <w:gridCol w:w="2889"/>
        <w:gridCol w:w="342"/>
        <w:gridCol w:w="4518"/>
      </w:tblGrid>
      <w:tr w:rsidR="00A14446" w:rsidRPr="00844B97" w14:paraId="02562204" w14:textId="77777777">
        <w:tc>
          <w:tcPr>
            <w:tcW w:w="1890" w:type="dxa"/>
          </w:tcPr>
          <w:p w14:paraId="025621FF" w14:textId="77777777" w:rsidR="00A14446" w:rsidRPr="00844B97" w:rsidRDefault="00A14446">
            <w:pPr>
              <w:pStyle w:val="BodyLarge"/>
              <w:ind w:left="-108"/>
              <w:rPr>
                <w:rFonts w:ascii="Liberation Sans" w:hAnsi="Liberation Sans" w:cs="Liberation Sans"/>
                <w:u w:val="single"/>
              </w:rPr>
            </w:pPr>
            <w:r w:rsidRPr="00844B97">
              <w:rPr>
                <w:rFonts w:ascii="Liberation Sans" w:hAnsi="Liberation Sans" w:cs="Liberation Sans"/>
                <w:u w:val="single"/>
              </w:rPr>
              <w:t>Procedure</w:t>
            </w:r>
          </w:p>
        </w:tc>
        <w:tc>
          <w:tcPr>
            <w:tcW w:w="342" w:type="dxa"/>
          </w:tcPr>
          <w:p w14:paraId="02562200" w14:textId="77777777" w:rsidR="00A14446" w:rsidRPr="00844B97" w:rsidRDefault="00A14446">
            <w:pPr>
              <w:pStyle w:val="BodyLarge"/>
              <w:ind w:left="-108" w:right="-108"/>
              <w:rPr>
                <w:rFonts w:ascii="Liberation Sans" w:hAnsi="Liberation Sans" w:cs="Liberation Sans"/>
              </w:rPr>
            </w:pPr>
          </w:p>
        </w:tc>
        <w:tc>
          <w:tcPr>
            <w:tcW w:w="2889" w:type="dxa"/>
          </w:tcPr>
          <w:p w14:paraId="02562201" w14:textId="77777777" w:rsidR="00A14446" w:rsidRPr="00844B97" w:rsidRDefault="00A14446">
            <w:pPr>
              <w:pStyle w:val="BodyLarge"/>
              <w:ind w:left="-108" w:right="-108"/>
              <w:jc w:val="center"/>
              <w:rPr>
                <w:rFonts w:ascii="Liberation Sans" w:hAnsi="Liberation Sans" w:cs="Liberation Sans"/>
                <w:u w:val="single"/>
              </w:rPr>
            </w:pPr>
            <w:r w:rsidRPr="00844B97">
              <w:rPr>
                <w:rFonts w:ascii="Liberation Sans" w:hAnsi="Liberation Sans" w:cs="Liberation Sans"/>
                <w:u w:val="single"/>
              </w:rPr>
              <w:t>IC good or weak?</w:t>
            </w:r>
          </w:p>
        </w:tc>
        <w:tc>
          <w:tcPr>
            <w:tcW w:w="342" w:type="dxa"/>
          </w:tcPr>
          <w:p w14:paraId="02562202" w14:textId="77777777" w:rsidR="00A14446" w:rsidRPr="00844B97" w:rsidRDefault="00A14446">
            <w:pPr>
              <w:pStyle w:val="BodyLarge"/>
              <w:ind w:left="-108" w:right="-108"/>
              <w:rPr>
                <w:rFonts w:ascii="Liberation Sans" w:hAnsi="Liberation Sans" w:cs="Liberation Sans"/>
              </w:rPr>
            </w:pPr>
          </w:p>
        </w:tc>
        <w:tc>
          <w:tcPr>
            <w:tcW w:w="4518" w:type="dxa"/>
          </w:tcPr>
          <w:p w14:paraId="02562203" w14:textId="77777777" w:rsidR="00A14446" w:rsidRPr="00844B97" w:rsidRDefault="00A14446">
            <w:pPr>
              <w:pStyle w:val="BodyLarge"/>
              <w:ind w:left="-108" w:right="-81"/>
              <w:rPr>
                <w:rFonts w:ascii="Liberation Sans" w:hAnsi="Liberation Sans" w:cs="Liberation Sans"/>
                <w:u w:val="single"/>
              </w:rPr>
            </w:pPr>
            <w:r w:rsidRPr="00844B97">
              <w:rPr>
                <w:rFonts w:ascii="Liberation Sans" w:hAnsi="Liberation Sans" w:cs="Liberation Sans"/>
                <w:u w:val="single"/>
              </w:rPr>
              <w:t>Related internal control principle</w:t>
            </w:r>
          </w:p>
        </w:tc>
      </w:tr>
      <w:tr w:rsidR="00A14446" w:rsidRPr="00844B97" w14:paraId="0256220A" w14:textId="77777777">
        <w:tc>
          <w:tcPr>
            <w:tcW w:w="1890" w:type="dxa"/>
          </w:tcPr>
          <w:p w14:paraId="02562205" w14:textId="77777777" w:rsidR="00A14446" w:rsidRPr="00844B97" w:rsidRDefault="00A14446">
            <w:pPr>
              <w:pStyle w:val="BodyLarge"/>
              <w:spacing w:before="60"/>
              <w:ind w:left="-117" w:right="486"/>
              <w:jc w:val="center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1.</w:t>
            </w:r>
          </w:p>
        </w:tc>
        <w:tc>
          <w:tcPr>
            <w:tcW w:w="342" w:type="dxa"/>
          </w:tcPr>
          <w:p w14:paraId="02562206" w14:textId="77777777" w:rsidR="00A14446" w:rsidRPr="00844B97" w:rsidRDefault="00A14446">
            <w:pPr>
              <w:pStyle w:val="BodyLarge"/>
              <w:spacing w:before="60"/>
              <w:ind w:left="-108" w:right="-108"/>
              <w:rPr>
                <w:rFonts w:ascii="Liberation Sans" w:hAnsi="Liberation Sans" w:cs="Liberation Sans"/>
              </w:rPr>
            </w:pPr>
          </w:p>
        </w:tc>
        <w:tc>
          <w:tcPr>
            <w:tcW w:w="2889" w:type="dxa"/>
          </w:tcPr>
          <w:p w14:paraId="02562207" w14:textId="77777777" w:rsidR="00A14446" w:rsidRPr="00844B97" w:rsidRDefault="00A14446">
            <w:pPr>
              <w:pStyle w:val="BodyLarge"/>
              <w:spacing w:before="60"/>
              <w:ind w:left="-108" w:right="-108"/>
              <w:jc w:val="center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Good</w:t>
            </w:r>
          </w:p>
        </w:tc>
        <w:tc>
          <w:tcPr>
            <w:tcW w:w="342" w:type="dxa"/>
          </w:tcPr>
          <w:p w14:paraId="02562208" w14:textId="77777777" w:rsidR="00A14446" w:rsidRPr="00844B97" w:rsidRDefault="00A14446">
            <w:pPr>
              <w:pStyle w:val="BodyLarge"/>
              <w:spacing w:before="60"/>
              <w:ind w:left="-108" w:right="-108"/>
              <w:rPr>
                <w:rFonts w:ascii="Liberation Sans" w:hAnsi="Liberation Sans" w:cs="Liberation Sans"/>
              </w:rPr>
            </w:pPr>
          </w:p>
        </w:tc>
        <w:tc>
          <w:tcPr>
            <w:tcW w:w="4518" w:type="dxa"/>
          </w:tcPr>
          <w:p w14:paraId="02562209" w14:textId="77777777" w:rsidR="00A14446" w:rsidRPr="00844B97" w:rsidRDefault="00A14446">
            <w:pPr>
              <w:pStyle w:val="BodyLarge"/>
              <w:spacing w:before="60"/>
              <w:ind w:left="-108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Establishment of Responsibility</w:t>
            </w:r>
          </w:p>
        </w:tc>
      </w:tr>
      <w:tr w:rsidR="00A14446" w:rsidRPr="00844B97" w14:paraId="02562210" w14:textId="77777777">
        <w:tc>
          <w:tcPr>
            <w:tcW w:w="1890" w:type="dxa"/>
          </w:tcPr>
          <w:p w14:paraId="0256220B" w14:textId="77777777" w:rsidR="00A14446" w:rsidRPr="00844B97" w:rsidRDefault="00A14446">
            <w:pPr>
              <w:pStyle w:val="BodyLarge"/>
              <w:ind w:left="-117" w:right="486"/>
              <w:jc w:val="center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2.</w:t>
            </w:r>
          </w:p>
        </w:tc>
        <w:tc>
          <w:tcPr>
            <w:tcW w:w="342" w:type="dxa"/>
          </w:tcPr>
          <w:p w14:paraId="0256220C" w14:textId="77777777" w:rsidR="00A14446" w:rsidRPr="00844B97" w:rsidRDefault="00A14446">
            <w:pPr>
              <w:pStyle w:val="BodyLarge"/>
              <w:ind w:left="-108" w:right="-108"/>
              <w:rPr>
                <w:rFonts w:ascii="Liberation Sans" w:hAnsi="Liberation Sans" w:cs="Liberation Sans"/>
              </w:rPr>
            </w:pPr>
          </w:p>
        </w:tc>
        <w:tc>
          <w:tcPr>
            <w:tcW w:w="2889" w:type="dxa"/>
          </w:tcPr>
          <w:p w14:paraId="0256220D" w14:textId="77777777" w:rsidR="00A14446" w:rsidRPr="00844B97" w:rsidRDefault="00A14446">
            <w:pPr>
              <w:pStyle w:val="BodyLarge"/>
              <w:ind w:left="-108" w:right="-108"/>
              <w:jc w:val="center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Weak</w:t>
            </w:r>
          </w:p>
        </w:tc>
        <w:tc>
          <w:tcPr>
            <w:tcW w:w="342" w:type="dxa"/>
          </w:tcPr>
          <w:p w14:paraId="0256220E" w14:textId="77777777" w:rsidR="00A14446" w:rsidRPr="00844B97" w:rsidRDefault="00A14446">
            <w:pPr>
              <w:pStyle w:val="BodyLarge"/>
              <w:ind w:left="-108" w:right="-108"/>
              <w:rPr>
                <w:rFonts w:ascii="Liberation Sans" w:hAnsi="Liberation Sans" w:cs="Liberation Sans"/>
              </w:rPr>
            </w:pPr>
          </w:p>
        </w:tc>
        <w:tc>
          <w:tcPr>
            <w:tcW w:w="4518" w:type="dxa"/>
          </w:tcPr>
          <w:p w14:paraId="0256220F" w14:textId="77777777" w:rsidR="00A14446" w:rsidRPr="00844B97" w:rsidRDefault="00A14446">
            <w:pPr>
              <w:pStyle w:val="BodyLarge"/>
              <w:ind w:left="-108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Independent Internal Verification</w:t>
            </w:r>
          </w:p>
        </w:tc>
      </w:tr>
      <w:tr w:rsidR="00A14446" w:rsidRPr="00844B97" w14:paraId="02562216" w14:textId="77777777">
        <w:tc>
          <w:tcPr>
            <w:tcW w:w="1890" w:type="dxa"/>
          </w:tcPr>
          <w:p w14:paraId="02562211" w14:textId="77777777" w:rsidR="00A14446" w:rsidRPr="00844B97" w:rsidRDefault="00A14446">
            <w:pPr>
              <w:pStyle w:val="BodyLarge"/>
              <w:ind w:left="-117" w:right="486"/>
              <w:jc w:val="center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3.</w:t>
            </w:r>
          </w:p>
        </w:tc>
        <w:tc>
          <w:tcPr>
            <w:tcW w:w="342" w:type="dxa"/>
          </w:tcPr>
          <w:p w14:paraId="02562212" w14:textId="77777777" w:rsidR="00A14446" w:rsidRPr="00844B97" w:rsidRDefault="00A14446">
            <w:pPr>
              <w:pStyle w:val="BodyLarge"/>
              <w:ind w:left="-108" w:right="-108"/>
              <w:rPr>
                <w:rFonts w:ascii="Liberation Sans" w:hAnsi="Liberation Sans" w:cs="Liberation Sans"/>
              </w:rPr>
            </w:pPr>
          </w:p>
        </w:tc>
        <w:tc>
          <w:tcPr>
            <w:tcW w:w="2889" w:type="dxa"/>
          </w:tcPr>
          <w:p w14:paraId="02562213" w14:textId="77777777" w:rsidR="00A14446" w:rsidRPr="00844B97" w:rsidRDefault="00A14446">
            <w:pPr>
              <w:pStyle w:val="BodyLarge"/>
              <w:ind w:left="-108" w:right="-108"/>
              <w:jc w:val="center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Good</w:t>
            </w:r>
          </w:p>
        </w:tc>
        <w:tc>
          <w:tcPr>
            <w:tcW w:w="342" w:type="dxa"/>
          </w:tcPr>
          <w:p w14:paraId="02562214" w14:textId="77777777" w:rsidR="00A14446" w:rsidRPr="00844B97" w:rsidRDefault="00A14446">
            <w:pPr>
              <w:pStyle w:val="BodyLarge"/>
              <w:ind w:left="-108" w:right="-108"/>
              <w:rPr>
                <w:rFonts w:ascii="Liberation Sans" w:hAnsi="Liberation Sans" w:cs="Liberation Sans"/>
              </w:rPr>
            </w:pPr>
          </w:p>
        </w:tc>
        <w:tc>
          <w:tcPr>
            <w:tcW w:w="4518" w:type="dxa"/>
          </w:tcPr>
          <w:p w14:paraId="02562215" w14:textId="77777777" w:rsidR="00A14446" w:rsidRPr="00844B97" w:rsidRDefault="00A14446">
            <w:pPr>
              <w:pStyle w:val="BodyLarge"/>
              <w:ind w:left="-108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Segregation of Duties</w:t>
            </w:r>
          </w:p>
        </w:tc>
      </w:tr>
      <w:tr w:rsidR="00A14446" w:rsidRPr="00844B97" w14:paraId="0256221C" w14:textId="77777777">
        <w:tc>
          <w:tcPr>
            <w:tcW w:w="1890" w:type="dxa"/>
          </w:tcPr>
          <w:p w14:paraId="02562217" w14:textId="77777777" w:rsidR="00A14446" w:rsidRPr="00844B97" w:rsidRDefault="00A14446">
            <w:pPr>
              <w:pStyle w:val="BodyLarge"/>
              <w:ind w:left="-117" w:right="486"/>
              <w:jc w:val="center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4.</w:t>
            </w:r>
          </w:p>
        </w:tc>
        <w:tc>
          <w:tcPr>
            <w:tcW w:w="342" w:type="dxa"/>
          </w:tcPr>
          <w:p w14:paraId="02562218" w14:textId="77777777" w:rsidR="00A14446" w:rsidRPr="00844B97" w:rsidRDefault="00A14446">
            <w:pPr>
              <w:pStyle w:val="BodyLarge"/>
              <w:ind w:left="-108" w:right="-108"/>
              <w:rPr>
                <w:rFonts w:ascii="Liberation Sans" w:hAnsi="Liberation Sans" w:cs="Liberation Sans"/>
              </w:rPr>
            </w:pPr>
          </w:p>
        </w:tc>
        <w:tc>
          <w:tcPr>
            <w:tcW w:w="2889" w:type="dxa"/>
          </w:tcPr>
          <w:p w14:paraId="02562219" w14:textId="77777777" w:rsidR="00A14446" w:rsidRPr="00844B97" w:rsidRDefault="00A14446">
            <w:pPr>
              <w:pStyle w:val="BodyLarge"/>
              <w:ind w:left="-108" w:right="-108"/>
              <w:jc w:val="center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 xml:space="preserve">Weak </w:t>
            </w:r>
          </w:p>
        </w:tc>
        <w:tc>
          <w:tcPr>
            <w:tcW w:w="342" w:type="dxa"/>
          </w:tcPr>
          <w:p w14:paraId="0256221A" w14:textId="77777777" w:rsidR="00A14446" w:rsidRPr="00844B97" w:rsidRDefault="00A14446">
            <w:pPr>
              <w:pStyle w:val="BodyLarge"/>
              <w:ind w:left="-108" w:right="-108"/>
              <w:rPr>
                <w:rFonts w:ascii="Liberation Sans" w:hAnsi="Liberation Sans" w:cs="Liberation Sans"/>
              </w:rPr>
            </w:pPr>
          </w:p>
        </w:tc>
        <w:tc>
          <w:tcPr>
            <w:tcW w:w="4518" w:type="dxa"/>
          </w:tcPr>
          <w:p w14:paraId="0256221B" w14:textId="77777777" w:rsidR="00A14446" w:rsidRPr="00844B97" w:rsidRDefault="00A14446">
            <w:pPr>
              <w:pStyle w:val="BodyLarge"/>
              <w:ind w:left="-108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Segregation of Duties</w:t>
            </w:r>
          </w:p>
        </w:tc>
      </w:tr>
      <w:tr w:rsidR="00A14446" w:rsidRPr="00844B97" w14:paraId="02562222" w14:textId="77777777">
        <w:tc>
          <w:tcPr>
            <w:tcW w:w="1890" w:type="dxa"/>
          </w:tcPr>
          <w:p w14:paraId="0256221D" w14:textId="77777777" w:rsidR="00A14446" w:rsidRPr="00844B97" w:rsidRDefault="00A14446">
            <w:pPr>
              <w:pStyle w:val="BodyLarge"/>
              <w:ind w:left="-117" w:right="486"/>
              <w:jc w:val="center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5.</w:t>
            </w:r>
          </w:p>
        </w:tc>
        <w:tc>
          <w:tcPr>
            <w:tcW w:w="342" w:type="dxa"/>
          </w:tcPr>
          <w:p w14:paraId="0256221E" w14:textId="77777777" w:rsidR="00A14446" w:rsidRPr="00844B97" w:rsidRDefault="00A14446">
            <w:pPr>
              <w:pStyle w:val="BodyLarge"/>
              <w:ind w:left="-108" w:right="-108"/>
              <w:rPr>
                <w:rFonts w:ascii="Liberation Sans" w:hAnsi="Liberation Sans" w:cs="Liberation Sans"/>
              </w:rPr>
            </w:pPr>
          </w:p>
        </w:tc>
        <w:tc>
          <w:tcPr>
            <w:tcW w:w="2889" w:type="dxa"/>
          </w:tcPr>
          <w:p w14:paraId="0256221F" w14:textId="77777777" w:rsidR="00A14446" w:rsidRPr="00844B97" w:rsidRDefault="00A14446">
            <w:pPr>
              <w:pStyle w:val="BodyLarge"/>
              <w:ind w:left="-108" w:right="-108"/>
              <w:jc w:val="center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Weak</w:t>
            </w:r>
          </w:p>
        </w:tc>
        <w:tc>
          <w:tcPr>
            <w:tcW w:w="342" w:type="dxa"/>
          </w:tcPr>
          <w:p w14:paraId="02562220" w14:textId="77777777" w:rsidR="00A14446" w:rsidRPr="00844B97" w:rsidRDefault="00A14446">
            <w:pPr>
              <w:pStyle w:val="BodyLarge"/>
              <w:ind w:left="-108" w:right="-108"/>
              <w:rPr>
                <w:rFonts w:ascii="Liberation Sans" w:hAnsi="Liberation Sans" w:cs="Liberation Sans"/>
              </w:rPr>
            </w:pPr>
          </w:p>
        </w:tc>
        <w:tc>
          <w:tcPr>
            <w:tcW w:w="4518" w:type="dxa"/>
          </w:tcPr>
          <w:p w14:paraId="02562221" w14:textId="77777777" w:rsidR="00A14446" w:rsidRPr="00844B97" w:rsidRDefault="00A14446">
            <w:pPr>
              <w:pStyle w:val="BodyLarge"/>
              <w:ind w:left="-108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Documentation Procedures</w:t>
            </w:r>
          </w:p>
        </w:tc>
      </w:tr>
    </w:tbl>
    <w:p w14:paraId="02562223" w14:textId="77777777" w:rsidR="00A14446" w:rsidRPr="00844B97" w:rsidRDefault="00A14446">
      <w:pPr>
        <w:pStyle w:val="BodyLarge"/>
        <w:rPr>
          <w:rFonts w:ascii="Liberation Sans" w:hAnsi="Liberation Sans" w:cs="Liberation Sans"/>
        </w:rPr>
      </w:pPr>
    </w:p>
    <w:p w14:paraId="02562224" w14:textId="77777777" w:rsidR="00A14446" w:rsidRPr="00844B97" w:rsidRDefault="00A14446">
      <w:pPr>
        <w:pStyle w:val="BodyLarge"/>
        <w:rPr>
          <w:rFonts w:ascii="Liberation Sans" w:hAnsi="Liberation Sans" w:cs="Liberation Sans"/>
        </w:rPr>
      </w:pPr>
    </w:p>
    <w:p w14:paraId="02562225" w14:textId="77777777" w:rsidR="00A14446" w:rsidRPr="00844B97" w:rsidRDefault="00A14446">
      <w:pPr>
        <w:pStyle w:val="BodyLarge"/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 xml:space="preserve">EXERCISE </w:t>
      </w:r>
      <w:r w:rsidR="00A30F06" w:rsidRPr="00844B97">
        <w:rPr>
          <w:rFonts w:ascii="Liberation Sans" w:hAnsi="Liberation Sans" w:cs="Liberation Sans"/>
        </w:rPr>
        <w:t>7</w:t>
      </w:r>
      <w:r w:rsidRPr="00844B97">
        <w:rPr>
          <w:rFonts w:ascii="Liberation Sans" w:hAnsi="Liberation Sans" w:cs="Liberation Sans"/>
        </w:rPr>
        <w:t>-6B</w:t>
      </w:r>
    </w:p>
    <w:p w14:paraId="02562226" w14:textId="77777777" w:rsidR="00A14446" w:rsidRPr="00844B97" w:rsidRDefault="00A14446">
      <w:pPr>
        <w:pStyle w:val="BodyLarge"/>
        <w:rPr>
          <w:rFonts w:ascii="Liberation Sans" w:hAnsi="Liberation Sans" w:cs="Liberation Sans"/>
        </w:rPr>
      </w:pPr>
    </w:p>
    <w:tbl>
      <w:tblPr>
        <w:tblW w:w="0" w:type="auto"/>
        <w:tblInd w:w="117" w:type="dxa"/>
        <w:tblLook w:val="0000" w:firstRow="0" w:lastRow="0" w:firstColumn="0" w:lastColumn="0" w:noHBand="0" w:noVBand="0"/>
      </w:tblPr>
      <w:tblGrid>
        <w:gridCol w:w="1890"/>
        <w:gridCol w:w="342"/>
        <w:gridCol w:w="2889"/>
        <w:gridCol w:w="342"/>
        <w:gridCol w:w="4518"/>
      </w:tblGrid>
      <w:tr w:rsidR="00A14446" w:rsidRPr="00844B97" w14:paraId="0256222C" w14:textId="77777777">
        <w:tc>
          <w:tcPr>
            <w:tcW w:w="1890" w:type="dxa"/>
          </w:tcPr>
          <w:p w14:paraId="02562227" w14:textId="77777777" w:rsidR="00A14446" w:rsidRPr="00844B97" w:rsidRDefault="00A14446">
            <w:pPr>
              <w:pStyle w:val="BodyLarge"/>
              <w:ind w:left="-108"/>
              <w:rPr>
                <w:rFonts w:ascii="Liberation Sans" w:hAnsi="Liberation Sans" w:cs="Liberation Sans"/>
                <w:u w:val="single"/>
              </w:rPr>
            </w:pPr>
            <w:r w:rsidRPr="00844B97">
              <w:rPr>
                <w:rFonts w:ascii="Liberation Sans" w:hAnsi="Liberation Sans" w:cs="Liberation Sans"/>
                <w:u w:val="single"/>
              </w:rPr>
              <w:t>Procedure</w:t>
            </w:r>
          </w:p>
        </w:tc>
        <w:tc>
          <w:tcPr>
            <w:tcW w:w="342" w:type="dxa"/>
          </w:tcPr>
          <w:p w14:paraId="02562228" w14:textId="77777777" w:rsidR="00A14446" w:rsidRPr="00844B97" w:rsidRDefault="00A14446">
            <w:pPr>
              <w:pStyle w:val="BodyLarge"/>
              <w:ind w:left="-108" w:right="-108"/>
              <w:rPr>
                <w:rFonts w:ascii="Liberation Sans" w:hAnsi="Liberation Sans" w:cs="Liberation Sans"/>
              </w:rPr>
            </w:pPr>
          </w:p>
        </w:tc>
        <w:tc>
          <w:tcPr>
            <w:tcW w:w="2889" w:type="dxa"/>
          </w:tcPr>
          <w:p w14:paraId="02562229" w14:textId="77777777" w:rsidR="00A14446" w:rsidRPr="00844B97" w:rsidRDefault="00A14446">
            <w:pPr>
              <w:pStyle w:val="BodyLarge"/>
              <w:ind w:left="-108" w:right="-108"/>
              <w:jc w:val="center"/>
              <w:rPr>
                <w:rFonts w:ascii="Liberation Sans" w:hAnsi="Liberation Sans" w:cs="Liberation Sans"/>
                <w:u w:val="single"/>
              </w:rPr>
            </w:pPr>
            <w:r w:rsidRPr="00844B97">
              <w:rPr>
                <w:rFonts w:ascii="Liberation Sans" w:hAnsi="Liberation Sans" w:cs="Liberation Sans"/>
                <w:u w:val="single"/>
              </w:rPr>
              <w:t>IC good or weak?</w:t>
            </w:r>
          </w:p>
        </w:tc>
        <w:tc>
          <w:tcPr>
            <w:tcW w:w="342" w:type="dxa"/>
          </w:tcPr>
          <w:p w14:paraId="0256222A" w14:textId="77777777" w:rsidR="00A14446" w:rsidRPr="00844B97" w:rsidRDefault="00A14446">
            <w:pPr>
              <w:pStyle w:val="BodyLarge"/>
              <w:ind w:left="-108" w:right="-108"/>
              <w:rPr>
                <w:rFonts w:ascii="Liberation Sans" w:hAnsi="Liberation Sans" w:cs="Liberation Sans"/>
              </w:rPr>
            </w:pPr>
          </w:p>
        </w:tc>
        <w:tc>
          <w:tcPr>
            <w:tcW w:w="4518" w:type="dxa"/>
          </w:tcPr>
          <w:p w14:paraId="0256222B" w14:textId="77777777" w:rsidR="00A14446" w:rsidRPr="00844B97" w:rsidRDefault="00A14446">
            <w:pPr>
              <w:pStyle w:val="BodyLarge"/>
              <w:ind w:left="-108" w:right="-81"/>
              <w:rPr>
                <w:rFonts w:ascii="Liberation Sans" w:hAnsi="Liberation Sans" w:cs="Liberation Sans"/>
                <w:u w:val="single"/>
              </w:rPr>
            </w:pPr>
            <w:r w:rsidRPr="00844B97">
              <w:rPr>
                <w:rFonts w:ascii="Liberation Sans" w:hAnsi="Liberation Sans" w:cs="Liberation Sans"/>
                <w:u w:val="single"/>
              </w:rPr>
              <w:t>Related internal control principle</w:t>
            </w:r>
          </w:p>
        </w:tc>
      </w:tr>
      <w:tr w:rsidR="00A14446" w:rsidRPr="00844B97" w14:paraId="02562232" w14:textId="77777777">
        <w:tc>
          <w:tcPr>
            <w:tcW w:w="1890" w:type="dxa"/>
          </w:tcPr>
          <w:p w14:paraId="0256222D" w14:textId="77777777" w:rsidR="00A14446" w:rsidRPr="00844B97" w:rsidRDefault="00A14446">
            <w:pPr>
              <w:pStyle w:val="BodyLarge"/>
              <w:spacing w:before="60"/>
              <w:ind w:left="-117" w:right="486"/>
              <w:jc w:val="center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1.</w:t>
            </w:r>
          </w:p>
        </w:tc>
        <w:tc>
          <w:tcPr>
            <w:tcW w:w="342" w:type="dxa"/>
          </w:tcPr>
          <w:p w14:paraId="0256222E" w14:textId="77777777" w:rsidR="00A14446" w:rsidRPr="00844B97" w:rsidRDefault="00A14446">
            <w:pPr>
              <w:pStyle w:val="BodyLarge"/>
              <w:spacing w:before="60"/>
              <w:ind w:left="-108" w:right="-108"/>
              <w:rPr>
                <w:rFonts w:ascii="Liberation Sans" w:hAnsi="Liberation Sans" w:cs="Liberation Sans"/>
              </w:rPr>
            </w:pPr>
          </w:p>
        </w:tc>
        <w:tc>
          <w:tcPr>
            <w:tcW w:w="2889" w:type="dxa"/>
          </w:tcPr>
          <w:p w14:paraId="0256222F" w14:textId="77777777" w:rsidR="00A14446" w:rsidRPr="00844B97" w:rsidRDefault="00A14446">
            <w:pPr>
              <w:pStyle w:val="BodyLarge"/>
              <w:spacing w:before="60"/>
              <w:ind w:left="-108" w:right="-108"/>
              <w:jc w:val="center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Weak</w:t>
            </w:r>
          </w:p>
        </w:tc>
        <w:tc>
          <w:tcPr>
            <w:tcW w:w="342" w:type="dxa"/>
          </w:tcPr>
          <w:p w14:paraId="02562230" w14:textId="77777777" w:rsidR="00A14446" w:rsidRPr="00844B97" w:rsidRDefault="00A14446">
            <w:pPr>
              <w:pStyle w:val="BodyLarge"/>
              <w:spacing w:before="60"/>
              <w:ind w:left="-108" w:right="-108"/>
              <w:rPr>
                <w:rFonts w:ascii="Liberation Sans" w:hAnsi="Liberation Sans" w:cs="Liberation Sans"/>
              </w:rPr>
            </w:pPr>
          </w:p>
        </w:tc>
        <w:tc>
          <w:tcPr>
            <w:tcW w:w="4518" w:type="dxa"/>
          </w:tcPr>
          <w:p w14:paraId="02562231" w14:textId="77777777" w:rsidR="00A14446" w:rsidRPr="00844B97" w:rsidRDefault="00A14446">
            <w:pPr>
              <w:pStyle w:val="BodyLarge"/>
              <w:spacing w:before="60"/>
              <w:ind w:left="-108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Human Resource Controls</w:t>
            </w:r>
          </w:p>
        </w:tc>
      </w:tr>
      <w:tr w:rsidR="00A14446" w:rsidRPr="00844B97" w14:paraId="02562238" w14:textId="77777777">
        <w:tc>
          <w:tcPr>
            <w:tcW w:w="1890" w:type="dxa"/>
          </w:tcPr>
          <w:p w14:paraId="02562233" w14:textId="77777777" w:rsidR="00A14446" w:rsidRPr="00844B97" w:rsidRDefault="00A14446">
            <w:pPr>
              <w:pStyle w:val="BodyLarge"/>
              <w:ind w:left="-117" w:right="486"/>
              <w:jc w:val="center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2.</w:t>
            </w:r>
          </w:p>
        </w:tc>
        <w:tc>
          <w:tcPr>
            <w:tcW w:w="342" w:type="dxa"/>
          </w:tcPr>
          <w:p w14:paraId="02562234" w14:textId="77777777" w:rsidR="00A14446" w:rsidRPr="00844B97" w:rsidRDefault="00A14446">
            <w:pPr>
              <w:pStyle w:val="BodyLarge"/>
              <w:ind w:left="-108" w:right="-108"/>
              <w:rPr>
                <w:rFonts w:ascii="Liberation Sans" w:hAnsi="Liberation Sans" w:cs="Liberation Sans"/>
              </w:rPr>
            </w:pPr>
          </w:p>
        </w:tc>
        <w:tc>
          <w:tcPr>
            <w:tcW w:w="2889" w:type="dxa"/>
          </w:tcPr>
          <w:p w14:paraId="02562235" w14:textId="77777777" w:rsidR="00A14446" w:rsidRPr="00844B97" w:rsidRDefault="00A14446">
            <w:pPr>
              <w:pStyle w:val="BodyLarge"/>
              <w:ind w:left="-108" w:right="-108"/>
              <w:jc w:val="center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 xml:space="preserve">Good </w:t>
            </w:r>
          </w:p>
        </w:tc>
        <w:tc>
          <w:tcPr>
            <w:tcW w:w="342" w:type="dxa"/>
          </w:tcPr>
          <w:p w14:paraId="02562236" w14:textId="77777777" w:rsidR="00A14446" w:rsidRPr="00844B97" w:rsidRDefault="00A14446">
            <w:pPr>
              <w:pStyle w:val="BodyLarge"/>
              <w:ind w:left="-108" w:right="-108"/>
              <w:rPr>
                <w:rFonts w:ascii="Liberation Sans" w:hAnsi="Liberation Sans" w:cs="Liberation Sans"/>
              </w:rPr>
            </w:pPr>
          </w:p>
        </w:tc>
        <w:tc>
          <w:tcPr>
            <w:tcW w:w="4518" w:type="dxa"/>
          </w:tcPr>
          <w:p w14:paraId="02562237" w14:textId="77777777" w:rsidR="00A14446" w:rsidRPr="00844B97" w:rsidRDefault="00A14446">
            <w:pPr>
              <w:pStyle w:val="BodyLarge"/>
              <w:ind w:left="-108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Establishment of Responsibility</w:t>
            </w:r>
          </w:p>
        </w:tc>
      </w:tr>
      <w:tr w:rsidR="00A14446" w:rsidRPr="00844B97" w14:paraId="0256223E" w14:textId="77777777">
        <w:tc>
          <w:tcPr>
            <w:tcW w:w="1890" w:type="dxa"/>
          </w:tcPr>
          <w:p w14:paraId="02562239" w14:textId="77777777" w:rsidR="00A14446" w:rsidRPr="00844B97" w:rsidRDefault="00A14446">
            <w:pPr>
              <w:pStyle w:val="BodyLarge"/>
              <w:ind w:left="-117" w:right="486"/>
              <w:jc w:val="center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3.</w:t>
            </w:r>
          </w:p>
        </w:tc>
        <w:tc>
          <w:tcPr>
            <w:tcW w:w="342" w:type="dxa"/>
          </w:tcPr>
          <w:p w14:paraId="0256223A" w14:textId="77777777" w:rsidR="00A14446" w:rsidRPr="00844B97" w:rsidRDefault="00A14446">
            <w:pPr>
              <w:pStyle w:val="BodyLarge"/>
              <w:ind w:left="-108" w:right="-108"/>
              <w:rPr>
                <w:rFonts w:ascii="Liberation Sans" w:hAnsi="Liberation Sans" w:cs="Liberation Sans"/>
              </w:rPr>
            </w:pPr>
          </w:p>
        </w:tc>
        <w:tc>
          <w:tcPr>
            <w:tcW w:w="2889" w:type="dxa"/>
          </w:tcPr>
          <w:p w14:paraId="0256223B" w14:textId="77777777" w:rsidR="00A14446" w:rsidRPr="00844B97" w:rsidRDefault="00A14446">
            <w:pPr>
              <w:pStyle w:val="BodyLarge"/>
              <w:ind w:left="-108" w:right="-108"/>
              <w:jc w:val="center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Good</w:t>
            </w:r>
          </w:p>
        </w:tc>
        <w:tc>
          <w:tcPr>
            <w:tcW w:w="342" w:type="dxa"/>
          </w:tcPr>
          <w:p w14:paraId="0256223C" w14:textId="77777777" w:rsidR="00A14446" w:rsidRPr="00844B97" w:rsidRDefault="00A14446">
            <w:pPr>
              <w:pStyle w:val="BodyLarge"/>
              <w:ind w:left="-108" w:right="-108"/>
              <w:rPr>
                <w:rFonts w:ascii="Liberation Sans" w:hAnsi="Liberation Sans" w:cs="Liberation Sans"/>
              </w:rPr>
            </w:pPr>
          </w:p>
        </w:tc>
        <w:tc>
          <w:tcPr>
            <w:tcW w:w="4518" w:type="dxa"/>
          </w:tcPr>
          <w:p w14:paraId="0256223D" w14:textId="77777777" w:rsidR="00A14446" w:rsidRPr="00844B97" w:rsidRDefault="00A14446">
            <w:pPr>
              <w:pStyle w:val="BodyLarge"/>
              <w:ind w:left="-108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Segregation of Duties</w:t>
            </w:r>
          </w:p>
        </w:tc>
      </w:tr>
      <w:tr w:rsidR="00A14446" w:rsidRPr="00844B97" w14:paraId="02562244" w14:textId="77777777">
        <w:tc>
          <w:tcPr>
            <w:tcW w:w="1890" w:type="dxa"/>
          </w:tcPr>
          <w:p w14:paraId="0256223F" w14:textId="77777777" w:rsidR="00A14446" w:rsidRPr="00844B97" w:rsidRDefault="00A14446">
            <w:pPr>
              <w:pStyle w:val="BodyLarge"/>
              <w:ind w:left="-117" w:right="486"/>
              <w:jc w:val="center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4.</w:t>
            </w:r>
          </w:p>
        </w:tc>
        <w:tc>
          <w:tcPr>
            <w:tcW w:w="342" w:type="dxa"/>
          </w:tcPr>
          <w:p w14:paraId="02562240" w14:textId="77777777" w:rsidR="00A14446" w:rsidRPr="00844B97" w:rsidRDefault="00A14446">
            <w:pPr>
              <w:pStyle w:val="BodyLarge"/>
              <w:ind w:left="-108" w:right="-108"/>
              <w:rPr>
                <w:rFonts w:ascii="Liberation Sans" w:hAnsi="Liberation Sans" w:cs="Liberation Sans"/>
              </w:rPr>
            </w:pPr>
          </w:p>
        </w:tc>
        <w:tc>
          <w:tcPr>
            <w:tcW w:w="2889" w:type="dxa"/>
          </w:tcPr>
          <w:p w14:paraId="02562241" w14:textId="77777777" w:rsidR="00A14446" w:rsidRPr="00844B97" w:rsidRDefault="00A14446">
            <w:pPr>
              <w:pStyle w:val="BodyLarge"/>
              <w:ind w:left="-108" w:right="-108"/>
              <w:jc w:val="center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 xml:space="preserve">Weak </w:t>
            </w:r>
          </w:p>
        </w:tc>
        <w:tc>
          <w:tcPr>
            <w:tcW w:w="342" w:type="dxa"/>
          </w:tcPr>
          <w:p w14:paraId="02562242" w14:textId="77777777" w:rsidR="00A14446" w:rsidRPr="00844B97" w:rsidRDefault="00A14446">
            <w:pPr>
              <w:pStyle w:val="BodyLarge"/>
              <w:ind w:left="-108" w:right="-108"/>
              <w:rPr>
                <w:rFonts w:ascii="Liberation Sans" w:hAnsi="Liberation Sans" w:cs="Liberation Sans"/>
              </w:rPr>
            </w:pPr>
          </w:p>
        </w:tc>
        <w:tc>
          <w:tcPr>
            <w:tcW w:w="4518" w:type="dxa"/>
          </w:tcPr>
          <w:p w14:paraId="02562243" w14:textId="77777777" w:rsidR="00A14446" w:rsidRPr="00844B97" w:rsidRDefault="00A14446">
            <w:pPr>
              <w:pStyle w:val="BodyLarge"/>
              <w:ind w:left="-108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Independent Internal Verification</w:t>
            </w:r>
          </w:p>
        </w:tc>
      </w:tr>
      <w:tr w:rsidR="00A14446" w:rsidRPr="00844B97" w14:paraId="0256224A" w14:textId="77777777">
        <w:tc>
          <w:tcPr>
            <w:tcW w:w="1890" w:type="dxa"/>
          </w:tcPr>
          <w:p w14:paraId="02562245" w14:textId="77777777" w:rsidR="00A14446" w:rsidRPr="00844B97" w:rsidRDefault="00A14446">
            <w:pPr>
              <w:pStyle w:val="BodyLarge"/>
              <w:ind w:left="-117" w:right="486"/>
              <w:jc w:val="center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5.</w:t>
            </w:r>
          </w:p>
        </w:tc>
        <w:tc>
          <w:tcPr>
            <w:tcW w:w="342" w:type="dxa"/>
          </w:tcPr>
          <w:p w14:paraId="02562246" w14:textId="77777777" w:rsidR="00A14446" w:rsidRPr="00844B97" w:rsidRDefault="00A14446">
            <w:pPr>
              <w:pStyle w:val="BodyLarge"/>
              <w:ind w:left="-108" w:right="-108"/>
              <w:rPr>
                <w:rFonts w:ascii="Liberation Sans" w:hAnsi="Liberation Sans" w:cs="Liberation Sans"/>
              </w:rPr>
            </w:pPr>
          </w:p>
        </w:tc>
        <w:tc>
          <w:tcPr>
            <w:tcW w:w="2889" w:type="dxa"/>
          </w:tcPr>
          <w:p w14:paraId="02562247" w14:textId="77777777" w:rsidR="00A14446" w:rsidRPr="00844B97" w:rsidRDefault="00A14446">
            <w:pPr>
              <w:pStyle w:val="BodyLarge"/>
              <w:ind w:left="-108" w:right="-108"/>
              <w:jc w:val="center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Weak</w:t>
            </w:r>
          </w:p>
        </w:tc>
        <w:tc>
          <w:tcPr>
            <w:tcW w:w="342" w:type="dxa"/>
          </w:tcPr>
          <w:p w14:paraId="02562248" w14:textId="77777777" w:rsidR="00A14446" w:rsidRPr="00844B97" w:rsidRDefault="00A14446">
            <w:pPr>
              <w:pStyle w:val="BodyLarge"/>
              <w:ind w:left="-108" w:right="-108"/>
              <w:rPr>
                <w:rFonts w:ascii="Liberation Sans" w:hAnsi="Liberation Sans" w:cs="Liberation Sans"/>
              </w:rPr>
            </w:pPr>
          </w:p>
        </w:tc>
        <w:tc>
          <w:tcPr>
            <w:tcW w:w="4518" w:type="dxa"/>
          </w:tcPr>
          <w:p w14:paraId="02562249" w14:textId="77777777" w:rsidR="00A14446" w:rsidRPr="00844B97" w:rsidRDefault="00A14446">
            <w:pPr>
              <w:pStyle w:val="BodyLarge"/>
              <w:ind w:left="-108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Physical Controls</w:t>
            </w:r>
          </w:p>
        </w:tc>
      </w:tr>
    </w:tbl>
    <w:p w14:paraId="0256224B" w14:textId="77777777" w:rsidR="00A14446" w:rsidRPr="00844B97" w:rsidRDefault="00A14446">
      <w:pPr>
        <w:pStyle w:val="BodyLarge"/>
        <w:rPr>
          <w:rFonts w:ascii="Liberation Sans" w:hAnsi="Liberation Sans" w:cs="Liberation Sans"/>
        </w:rPr>
      </w:pPr>
    </w:p>
    <w:p w14:paraId="0256224C" w14:textId="77777777" w:rsidR="00A14446" w:rsidRPr="00844B97" w:rsidRDefault="00A14446">
      <w:pPr>
        <w:pStyle w:val="BodyLarge"/>
        <w:rPr>
          <w:rFonts w:ascii="Liberation Sans" w:hAnsi="Liberation Sans" w:cs="Liberation Sans"/>
        </w:rPr>
      </w:pPr>
    </w:p>
    <w:p w14:paraId="0256224D" w14:textId="77777777" w:rsidR="00A14446" w:rsidRPr="00844B97" w:rsidRDefault="00A14446">
      <w:pPr>
        <w:pStyle w:val="BodyLarge"/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 xml:space="preserve">EXERCISE </w:t>
      </w:r>
      <w:r w:rsidR="00A30F06" w:rsidRPr="00844B97">
        <w:rPr>
          <w:rFonts w:ascii="Liberation Sans" w:hAnsi="Liberation Sans" w:cs="Liberation Sans"/>
        </w:rPr>
        <w:t>7</w:t>
      </w:r>
      <w:r w:rsidRPr="00844B97">
        <w:rPr>
          <w:rFonts w:ascii="Liberation Sans" w:hAnsi="Liberation Sans" w:cs="Liberation Sans"/>
        </w:rPr>
        <w:t>-7B</w:t>
      </w:r>
    </w:p>
    <w:p w14:paraId="0256224E" w14:textId="77777777" w:rsidR="00A14446" w:rsidRPr="00844B97" w:rsidRDefault="00A14446">
      <w:pPr>
        <w:pStyle w:val="BodyLarge"/>
        <w:rPr>
          <w:rFonts w:ascii="Liberation Sans" w:hAnsi="Liberation Sans" w:cs="Liberation Sans"/>
        </w:rPr>
      </w:pPr>
    </w:p>
    <w:p w14:paraId="0256224F" w14:textId="77777777" w:rsidR="00A14446" w:rsidRPr="00844B97" w:rsidRDefault="00A14446">
      <w:pPr>
        <w:pStyle w:val="BodyLarge"/>
        <w:tabs>
          <w:tab w:val="right" w:pos="960"/>
          <w:tab w:val="left" w:pos="1360"/>
          <w:tab w:val="left" w:pos="1960"/>
          <w:tab w:val="right" w:leader="dot" w:pos="720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>May</w:t>
      </w:r>
      <w:r w:rsidRPr="00844B97">
        <w:rPr>
          <w:rFonts w:ascii="Liberation Sans" w:hAnsi="Liberation Sans" w:cs="Liberation Sans"/>
        </w:rPr>
        <w:tab/>
        <w:t>1</w:t>
      </w:r>
      <w:r w:rsidRPr="00844B97">
        <w:rPr>
          <w:rFonts w:ascii="Liberation Sans" w:hAnsi="Liberation Sans" w:cs="Liberation Sans"/>
        </w:rPr>
        <w:tab/>
        <w:t>Petty Cash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200.00</w:t>
      </w:r>
    </w:p>
    <w:p w14:paraId="02562250" w14:textId="77777777" w:rsidR="00A14446" w:rsidRPr="00844B97" w:rsidRDefault="00A14446">
      <w:pPr>
        <w:pStyle w:val="BodyLarge"/>
        <w:tabs>
          <w:tab w:val="right" w:pos="960"/>
          <w:tab w:val="left" w:pos="1360"/>
          <w:tab w:val="left" w:pos="2133"/>
          <w:tab w:val="right" w:leader="dot" w:pos="720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Cash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200.00</w:t>
      </w:r>
    </w:p>
    <w:p w14:paraId="02562251" w14:textId="77777777" w:rsidR="00A14446" w:rsidRPr="00844B97" w:rsidRDefault="00A14446">
      <w:pPr>
        <w:pStyle w:val="BodyLarge"/>
        <w:tabs>
          <w:tab w:val="right" w:pos="960"/>
          <w:tab w:val="left" w:pos="1360"/>
          <w:tab w:val="left" w:pos="1960"/>
          <w:tab w:val="right" w:leader="dot" w:pos="7200"/>
          <w:tab w:val="right" w:pos="8640"/>
          <w:tab w:val="right" w:pos="9940"/>
        </w:tabs>
        <w:rPr>
          <w:rFonts w:ascii="Liberation Sans" w:hAnsi="Liberation Sans" w:cs="Liberation Sans"/>
        </w:rPr>
      </w:pPr>
    </w:p>
    <w:p w14:paraId="02562252" w14:textId="77777777" w:rsidR="00A14446" w:rsidRPr="00844B97" w:rsidRDefault="00A14446">
      <w:pPr>
        <w:pStyle w:val="BodyLarge"/>
        <w:tabs>
          <w:tab w:val="right" w:pos="960"/>
          <w:tab w:val="left" w:pos="1360"/>
          <w:tab w:val="left" w:pos="1960"/>
          <w:tab w:val="right" w:leader="dot" w:pos="720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>June</w:t>
      </w:r>
      <w:r w:rsidRPr="00844B97">
        <w:rPr>
          <w:rFonts w:ascii="Liberation Sans" w:hAnsi="Liberation Sans" w:cs="Liberation Sans"/>
        </w:rPr>
        <w:tab/>
        <w:t>1</w:t>
      </w:r>
      <w:r w:rsidRPr="00844B97">
        <w:rPr>
          <w:rFonts w:ascii="Liberation Sans" w:hAnsi="Liberation Sans" w:cs="Liberation Sans"/>
        </w:rPr>
        <w:tab/>
        <w:t>Delivery Expense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69.30</w:t>
      </w:r>
    </w:p>
    <w:p w14:paraId="02562253" w14:textId="77777777" w:rsidR="00A14446" w:rsidRPr="00844B97" w:rsidRDefault="00A14446">
      <w:pPr>
        <w:pStyle w:val="BodyLarge"/>
        <w:tabs>
          <w:tab w:val="right" w:pos="960"/>
          <w:tab w:val="left" w:pos="1360"/>
          <w:tab w:val="left" w:pos="1960"/>
          <w:tab w:val="right" w:leader="dot" w:pos="720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Postage Expense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75.50</w:t>
      </w:r>
    </w:p>
    <w:p w14:paraId="02562254" w14:textId="77777777" w:rsidR="00A14446" w:rsidRPr="00844B97" w:rsidRDefault="00A14446">
      <w:pPr>
        <w:pStyle w:val="BodyLarge"/>
        <w:tabs>
          <w:tab w:val="right" w:pos="960"/>
          <w:tab w:val="left" w:pos="1360"/>
          <w:tab w:val="left" w:pos="1960"/>
          <w:tab w:val="right" w:leader="dot" w:pos="720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Miscellaneous Expense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40.40</w:t>
      </w:r>
    </w:p>
    <w:p w14:paraId="02562255" w14:textId="77777777" w:rsidR="00A14446" w:rsidRPr="00844B97" w:rsidRDefault="00A14446">
      <w:pPr>
        <w:pStyle w:val="BodyLarge"/>
        <w:tabs>
          <w:tab w:val="right" w:pos="960"/>
          <w:tab w:val="left" w:pos="1360"/>
          <w:tab w:val="left" w:pos="1960"/>
          <w:tab w:val="right" w:leader="dot" w:pos="720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Cash Over and Short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1.80</w:t>
      </w:r>
    </w:p>
    <w:p w14:paraId="02562256" w14:textId="77777777" w:rsidR="00A14446" w:rsidRPr="00844B97" w:rsidRDefault="00A14446">
      <w:pPr>
        <w:pStyle w:val="BodyLarge"/>
        <w:tabs>
          <w:tab w:val="right" w:pos="960"/>
          <w:tab w:val="left" w:pos="1360"/>
          <w:tab w:val="left" w:pos="1960"/>
          <w:tab w:val="right" w:leader="dot" w:pos="720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Cash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187.00</w:t>
      </w:r>
    </w:p>
    <w:p w14:paraId="02562257" w14:textId="77777777" w:rsidR="00A14446" w:rsidRPr="00844B97" w:rsidRDefault="00A14446">
      <w:pPr>
        <w:pStyle w:val="BodyLarge"/>
        <w:tabs>
          <w:tab w:val="right" w:pos="960"/>
          <w:tab w:val="left" w:pos="1360"/>
          <w:tab w:val="left" w:pos="1960"/>
          <w:tab w:val="right" w:leader="dot" w:pos="7200"/>
          <w:tab w:val="right" w:pos="8640"/>
          <w:tab w:val="right" w:pos="9940"/>
        </w:tabs>
        <w:rPr>
          <w:rFonts w:ascii="Liberation Sans" w:hAnsi="Liberation Sans" w:cs="Liberation Sans"/>
        </w:rPr>
      </w:pPr>
    </w:p>
    <w:p w14:paraId="02562258" w14:textId="77777777" w:rsidR="00A14446" w:rsidRPr="00844B97" w:rsidRDefault="00A14446">
      <w:pPr>
        <w:pStyle w:val="BodyLarge"/>
        <w:tabs>
          <w:tab w:val="right" w:pos="960"/>
          <w:tab w:val="left" w:pos="1360"/>
          <w:tab w:val="left" w:pos="1960"/>
          <w:tab w:val="right" w:leader="dot" w:pos="720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>July</w:t>
      </w:r>
      <w:r w:rsidRPr="00844B97">
        <w:rPr>
          <w:rFonts w:ascii="Liberation Sans" w:hAnsi="Liberation Sans" w:cs="Liberation Sans"/>
        </w:rPr>
        <w:tab/>
        <w:t>1</w:t>
      </w:r>
      <w:r w:rsidRPr="00844B97">
        <w:rPr>
          <w:rFonts w:ascii="Liberation Sans" w:hAnsi="Liberation Sans" w:cs="Liberation Sans"/>
        </w:rPr>
        <w:tab/>
        <w:t>Delivery Expense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43.00</w:t>
      </w:r>
    </w:p>
    <w:p w14:paraId="02562259" w14:textId="77777777" w:rsidR="00A14446" w:rsidRPr="00844B97" w:rsidRDefault="00A14446">
      <w:pPr>
        <w:pStyle w:val="BodyLarge"/>
        <w:tabs>
          <w:tab w:val="right" w:pos="960"/>
          <w:tab w:val="left" w:pos="1360"/>
          <w:tab w:val="left" w:pos="1960"/>
          <w:tab w:val="right" w:leader="dot" w:pos="720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Entertainment Expense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98.50</w:t>
      </w:r>
    </w:p>
    <w:p w14:paraId="0256225A" w14:textId="77777777" w:rsidR="00A14446" w:rsidRPr="00844B97" w:rsidRDefault="00A14446">
      <w:pPr>
        <w:pStyle w:val="BodyLarge"/>
        <w:tabs>
          <w:tab w:val="right" w:pos="960"/>
          <w:tab w:val="left" w:pos="1360"/>
          <w:tab w:val="left" w:pos="1960"/>
          <w:tab w:val="right" w:leader="dot" w:pos="720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Miscellaneous Expense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47.00</w:t>
      </w:r>
    </w:p>
    <w:p w14:paraId="0256225B" w14:textId="77777777" w:rsidR="00A14446" w:rsidRPr="00844B97" w:rsidRDefault="00A14446">
      <w:pPr>
        <w:pStyle w:val="BodyLarge"/>
        <w:tabs>
          <w:tab w:val="right" w:pos="960"/>
          <w:tab w:val="left" w:pos="1360"/>
          <w:tab w:val="left" w:pos="1960"/>
          <w:tab w:val="right" w:leader="dot" w:pos="720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Cash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188.50</w:t>
      </w:r>
    </w:p>
    <w:p w14:paraId="0256225C" w14:textId="77777777" w:rsidR="00A14446" w:rsidRPr="00844B97" w:rsidRDefault="00A14446">
      <w:pPr>
        <w:pStyle w:val="BodyLarge"/>
        <w:tabs>
          <w:tab w:val="right" w:pos="960"/>
          <w:tab w:val="left" w:pos="1360"/>
          <w:tab w:val="left" w:pos="1960"/>
          <w:tab w:val="right" w:leader="dot" w:pos="7200"/>
          <w:tab w:val="right" w:pos="8640"/>
          <w:tab w:val="right" w:pos="9940"/>
        </w:tabs>
        <w:rPr>
          <w:rFonts w:ascii="Liberation Sans" w:hAnsi="Liberation Sans" w:cs="Liberation Sans"/>
        </w:rPr>
      </w:pPr>
    </w:p>
    <w:p w14:paraId="0256225D" w14:textId="70B59481" w:rsidR="00A14446" w:rsidRPr="00844B97" w:rsidRDefault="00A14446">
      <w:pPr>
        <w:pStyle w:val="BodyLarge"/>
        <w:tabs>
          <w:tab w:val="right" w:pos="960"/>
          <w:tab w:val="left" w:pos="1360"/>
          <w:tab w:val="left" w:pos="1960"/>
          <w:tab w:val="right" w:leader="dot" w:pos="720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>July</w:t>
      </w:r>
      <w:r w:rsidRPr="00844B97">
        <w:rPr>
          <w:rFonts w:ascii="Liberation Sans" w:hAnsi="Liberation Sans" w:cs="Liberation Sans"/>
        </w:rPr>
        <w:tab/>
        <w:t>10</w:t>
      </w:r>
      <w:r w:rsidRPr="00844B97">
        <w:rPr>
          <w:rFonts w:ascii="Liberation Sans" w:hAnsi="Liberation Sans" w:cs="Liberation Sans"/>
        </w:rPr>
        <w:tab/>
      </w:r>
      <w:r w:rsidR="007032EB">
        <w:rPr>
          <w:rFonts w:ascii="Liberation Sans" w:hAnsi="Liberation Sans" w:cs="Liberation Sans"/>
        </w:rPr>
        <w:t>Petty Cash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50.00</w:t>
      </w:r>
    </w:p>
    <w:p w14:paraId="0256225E" w14:textId="010EFF38" w:rsidR="00A14446" w:rsidRPr="00844B97" w:rsidRDefault="00A14446">
      <w:pPr>
        <w:pStyle w:val="BodyLarge"/>
        <w:tabs>
          <w:tab w:val="right" w:pos="960"/>
          <w:tab w:val="left" w:pos="1360"/>
          <w:tab w:val="left" w:pos="2133"/>
          <w:tab w:val="right" w:leader="dot" w:pos="720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Cash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50.00</w:t>
      </w:r>
    </w:p>
    <w:p w14:paraId="0256225F" w14:textId="77777777" w:rsidR="00A14446" w:rsidRPr="00844B97" w:rsidRDefault="00A14446">
      <w:pPr>
        <w:pStyle w:val="BodyLarge"/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br w:type="page"/>
      </w:r>
      <w:r w:rsidRPr="00844B97">
        <w:rPr>
          <w:rFonts w:ascii="Liberation Sans" w:hAnsi="Liberation Sans" w:cs="Liberation Sans"/>
        </w:rPr>
        <w:lastRenderedPageBreak/>
        <w:t xml:space="preserve">EXERCISE </w:t>
      </w:r>
      <w:r w:rsidR="00A30F06" w:rsidRPr="00844B97">
        <w:rPr>
          <w:rFonts w:ascii="Liberation Sans" w:hAnsi="Liberation Sans" w:cs="Liberation Sans"/>
        </w:rPr>
        <w:t>7</w:t>
      </w:r>
      <w:r w:rsidRPr="00844B97">
        <w:rPr>
          <w:rFonts w:ascii="Liberation Sans" w:hAnsi="Liberation Sans" w:cs="Liberation Sans"/>
        </w:rPr>
        <w:t>-8B</w:t>
      </w:r>
    </w:p>
    <w:p w14:paraId="02562260" w14:textId="77777777" w:rsidR="00A14446" w:rsidRPr="00844B97" w:rsidRDefault="00A14446">
      <w:pPr>
        <w:pStyle w:val="BodyLarge"/>
        <w:rPr>
          <w:rFonts w:ascii="Liberation Sans" w:hAnsi="Liberation Sans" w:cs="Liberation Sans"/>
        </w:rPr>
      </w:pPr>
    </w:p>
    <w:p w14:paraId="02562261" w14:textId="77777777" w:rsidR="00A14446" w:rsidRPr="00844B97" w:rsidRDefault="00A14446">
      <w:pPr>
        <w:pStyle w:val="BodyLarge"/>
        <w:tabs>
          <w:tab w:val="right" w:pos="960"/>
          <w:tab w:val="left" w:pos="1360"/>
          <w:tab w:val="left" w:pos="1960"/>
          <w:tab w:val="right" w:leader="dot" w:pos="8028"/>
          <w:tab w:val="right" w:pos="8919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>Mar.</w:t>
      </w:r>
      <w:r w:rsidRPr="00844B97">
        <w:rPr>
          <w:rFonts w:ascii="Liberation Sans" w:hAnsi="Liberation Sans" w:cs="Liberation Sans"/>
        </w:rPr>
        <w:tab/>
        <w:t>1</w:t>
      </w:r>
      <w:r w:rsidRPr="00844B97">
        <w:rPr>
          <w:rFonts w:ascii="Liberation Sans" w:hAnsi="Liberation Sans" w:cs="Liberation Sans"/>
        </w:rPr>
        <w:tab/>
        <w:t>Petty Cash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150</w:t>
      </w:r>
    </w:p>
    <w:p w14:paraId="02562262" w14:textId="77777777" w:rsidR="00A14446" w:rsidRPr="00844B97" w:rsidRDefault="00A14446">
      <w:pPr>
        <w:pStyle w:val="BodyLarge"/>
        <w:tabs>
          <w:tab w:val="right" w:pos="960"/>
          <w:tab w:val="left" w:pos="1360"/>
          <w:tab w:val="left" w:pos="1960"/>
          <w:tab w:val="right" w:leader="dot" w:pos="8028"/>
          <w:tab w:val="right" w:pos="8800"/>
          <w:tab w:val="right" w:pos="9954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Cash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150</w:t>
      </w:r>
    </w:p>
    <w:p w14:paraId="02562263" w14:textId="77777777" w:rsidR="00A14446" w:rsidRPr="00844B97" w:rsidRDefault="00A14446">
      <w:pPr>
        <w:pStyle w:val="BodyLarge"/>
        <w:rPr>
          <w:rFonts w:ascii="Liberation Sans" w:hAnsi="Liberation Sans" w:cs="Liberation Sans"/>
        </w:rPr>
      </w:pPr>
    </w:p>
    <w:p w14:paraId="02562264" w14:textId="77777777" w:rsidR="00A14446" w:rsidRPr="00844B97" w:rsidRDefault="00A14446">
      <w:pPr>
        <w:pStyle w:val="BodyLarge"/>
        <w:tabs>
          <w:tab w:val="right" w:pos="960"/>
          <w:tab w:val="left" w:pos="1360"/>
          <w:tab w:val="left" w:pos="1960"/>
          <w:tab w:val="right" w:leader="dot" w:pos="8040"/>
          <w:tab w:val="right" w:pos="892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  <w:t>15</w:t>
      </w:r>
      <w:r w:rsidRPr="00844B97">
        <w:rPr>
          <w:rFonts w:ascii="Liberation Sans" w:hAnsi="Liberation Sans" w:cs="Liberation Sans"/>
        </w:rPr>
        <w:tab/>
      </w:r>
      <w:r w:rsidR="00D25CB9" w:rsidRPr="00844B97">
        <w:rPr>
          <w:rFonts w:ascii="Liberation Sans" w:hAnsi="Liberation Sans" w:cs="Liberation Sans"/>
        </w:rPr>
        <w:t>Postage Expense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> </w:t>
      </w:r>
      <w:r w:rsidRPr="00844B97">
        <w:rPr>
          <w:rFonts w:ascii="Liberation Sans" w:hAnsi="Liberation Sans" w:cs="Liberation Sans"/>
        </w:rPr>
        <w:t>35</w:t>
      </w:r>
    </w:p>
    <w:p w14:paraId="02562265" w14:textId="77777777" w:rsidR="00A14446" w:rsidRPr="00844B97" w:rsidRDefault="00A14446">
      <w:pPr>
        <w:pStyle w:val="BodyLarge"/>
        <w:tabs>
          <w:tab w:val="right" w:pos="960"/>
          <w:tab w:val="left" w:pos="1360"/>
          <w:tab w:val="left" w:pos="1960"/>
          <w:tab w:val="right" w:leader="dot" w:pos="8040"/>
          <w:tab w:val="right" w:pos="892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Freight-out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> </w:t>
      </w:r>
      <w:r w:rsidRPr="00844B97">
        <w:rPr>
          <w:rFonts w:ascii="Liberation Sans" w:hAnsi="Liberation Sans" w:cs="Liberation Sans"/>
        </w:rPr>
        <w:t>19</w:t>
      </w:r>
    </w:p>
    <w:p w14:paraId="02562266" w14:textId="77777777" w:rsidR="00A14446" w:rsidRPr="00844B97" w:rsidRDefault="00A14446">
      <w:pPr>
        <w:pStyle w:val="BodyLarge"/>
        <w:tabs>
          <w:tab w:val="right" w:pos="960"/>
          <w:tab w:val="left" w:pos="1360"/>
          <w:tab w:val="left" w:pos="1960"/>
          <w:tab w:val="right" w:leader="dot" w:pos="8040"/>
          <w:tab w:val="right" w:pos="892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Miscellaneous Expense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> </w:t>
      </w:r>
      <w:r w:rsidRPr="00844B97">
        <w:rPr>
          <w:rFonts w:ascii="Liberation Sans" w:hAnsi="Liberation Sans" w:cs="Liberation Sans"/>
        </w:rPr>
        <w:t>21</w:t>
      </w:r>
    </w:p>
    <w:p w14:paraId="02562267" w14:textId="77777777" w:rsidR="00A14446" w:rsidRPr="00844B97" w:rsidRDefault="00A14446">
      <w:pPr>
        <w:pStyle w:val="BodyLarge"/>
        <w:tabs>
          <w:tab w:val="right" w:pos="960"/>
          <w:tab w:val="left" w:pos="1360"/>
          <w:tab w:val="left" w:pos="1960"/>
          <w:tab w:val="right" w:leader="dot" w:pos="8040"/>
          <w:tab w:val="right" w:pos="892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Travel Expense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> </w:t>
      </w:r>
      <w:r w:rsidRPr="00844B97">
        <w:rPr>
          <w:rFonts w:ascii="Liberation Sans" w:hAnsi="Liberation Sans" w:cs="Liberation Sans"/>
        </w:rPr>
        <w:t>20</w:t>
      </w:r>
    </w:p>
    <w:p w14:paraId="02562268" w14:textId="77777777" w:rsidR="00A14446" w:rsidRPr="00844B97" w:rsidRDefault="00A14446">
      <w:pPr>
        <w:pStyle w:val="BodyLarge"/>
        <w:tabs>
          <w:tab w:val="right" w:pos="960"/>
          <w:tab w:val="left" w:pos="1360"/>
          <w:tab w:val="left" w:pos="1960"/>
          <w:tab w:val="right" w:leader="dot" w:pos="8040"/>
          <w:tab w:val="right" w:pos="892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Cash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> 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92</w:t>
      </w:r>
    </w:p>
    <w:p w14:paraId="02562269" w14:textId="77777777" w:rsidR="00A14446" w:rsidRPr="00844B97" w:rsidRDefault="00A14446">
      <w:pPr>
        <w:pStyle w:val="BodyLarge"/>
        <w:tabs>
          <w:tab w:val="right" w:pos="960"/>
          <w:tab w:val="left" w:pos="1360"/>
          <w:tab w:val="left" w:pos="1960"/>
          <w:tab w:val="right" w:leader="dot" w:pos="8040"/>
          <w:tab w:val="right" w:pos="892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Cash Over and Short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3</w:t>
      </w:r>
    </w:p>
    <w:p w14:paraId="0256226A" w14:textId="77777777" w:rsidR="00A14446" w:rsidRPr="00844B97" w:rsidRDefault="00A14446">
      <w:pPr>
        <w:pStyle w:val="BodyLarge"/>
        <w:tabs>
          <w:tab w:val="right" w:pos="960"/>
          <w:tab w:val="left" w:pos="1360"/>
          <w:tab w:val="left" w:pos="1960"/>
          <w:tab w:val="right" w:leader="dot" w:pos="8040"/>
          <w:tab w:val="right" w:pos="8920"/>
          <w:tab w:val="right" w:pos="9940"/>
        </w:tabs>
        <w:rPr>
          <w:rFonts w:ascii="Liberation Sans" w:hAnsi="Liberation Sans" w:cs="Liberation Sans"/>
        </w:rPr>
      </w:pPr>
    </w:p>
    <w:p w14:paraId="0256226B" w14:textId="622270E4" w:rsidR="00A14446" w:rsidRPr="00844B97" w:rsidRDefault="00A14446">
      <w:pPr>
        <w:pStyle w:val="BodyLarge"/>
        <w:tabs>
          <w:tab w:val="right" w:pos="960"/>
          <w:tab w:val="left" w:pos="1360"/>
          <w:tab w:val="left" w:pos="1960"/>
          <w:tab w:val="right" w:leader="dot" w:pos="8040"/>
          <w:tab w:val="right" w:pos="892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  <w:t>20</w:t>
      </w:r>
      <w:r w:rsidRPr="00844B97">
        <w:rPr>
          <w:rFonts w:ascii="Liberation Sans" w:hAnsi="Liberation Sans" w:cs="Liberation Sans"/>
        </w:rPr>
        <w:tab/>
      </w:r>
      <w:r w:rsidR="0026382F">
        <w:rPr>
          <w:rFonts w:ascii="Liberation Sans" w:hAnsi="Liberation Sans" w:cs="Liberation Sans"/>
        </w:rPr>
        <w:t xml:space="preserve">Petty </w:t>
      </w:r>
      <w:r w:rsidRPr="00844B97">
        <w:rPr>
          <w:rFonts w:ascii="Liberation Sans" w:hAnsi="Liberation Sans" w:cs="Liberation Sans"/>
        </w:rPr>
        <w:t>Cash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> </w:t>
      </w:r>
      <w:r w:rsidRPr="00844B97">
        <w:rPr>
          <w:rFonts w:ascii="Liberation Sans" w:hAnsi="Liberation Sans" w:cs="Liberation Sans"/>
        </w:rPr>
        <w:t>50</w:t>
      </w:r>
    </w:p>
    <w:p w14:paraId="0256226C" w14:textId="3761BF9E" w:rsidR="00A14446" w:rsidRPr="00844B97" w:rsidRDefault="00A14446">
      <w:pPr>
        <w:pStyle w:val="BodyLarge"/>
        <w:tabs>
          <w:tab w:val="right" w:pos="960"/>
          <w:tab w:val="left" w:pos="1360"/>
          <w:tab w:val="left" w:pos="1960"/>
          <w:tab w:val="right" w:leader="dot" w:pos="8040"/>
          <w:tab w:val="right" w:pos="892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Cash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> </w:t>
      </w:r>
      <w:r w:rsidRPr="00844B97">
        <w:rPr>
          <w:rFonts w:ascii="Liberation Sans" w:hAnsi="Liberation Sans" w:cs="Liberation Sans"/>
        </w:rPr>
        <w:t>50</w:t>
      </w:r>
    </w:p>
    <w:p w14:paraId="0256226D" w14:textId="77777777" w:rsidR="00A14446" w:rsidRPr="00844B97" w:rsidRDefault="00A14446">
      <w:pPr>
        <w:pStyle w:val="BodyLarge"/>
        <w:rPr>
          <w:rFonts w:ascii="Liberation Sans" w:hAnsi="Liberation Sans" w:cs="Liberation Sans"/>
        </w:rPr>
      </w:pPr>
    </w:p>
    <w:p w14:paraId="0256226E" w14:textId="77777777" w:rsidR="00A14446" w:rsidRPr="00844B97" w:rsidRDefault="00A14446">
      <w:pPr>
        <w:pStyle w:val="BodyLarge"/>
        <w:spacing w:line="280" w:lineRule="exact"/>
        <w:rPr>
          <w:rFonts w:ascii="Liberation Sans" w:hAnsi="Liberation Sans" w:cs="Liberation Sans"/>
        </w:rPr>
      </w:pPr>
    </w:p>
    <w:p w14:paraId="0256226F" w14:textId="77777777" w:rsidR="00A14446" w:rsidRPr="00844B97" w:rsidRDefault="00A14446">
      <w:pPr>
        <w:pStyle w:val="BodyLarge"/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 xml:space="preserve">EXERCISE </w:t>
      </w:r>
      <w:r w:rsidR="00A30F06" w:rsidRPr="00844B97">
        <w:rPr>
          <w:rFonts w:ascii="Liberation Sans" w:hAnsi="Liberation Sans" w:cs="Liberation Sans"/>
        </w:rPr>
        <w:t>7</w:t>
      </w:r>
      <w:r w:rsidRPr="00844B97">
        <w:rPr>
          <w:rFonts w:ascii="Liberation Sans" w:hAnsi="Liberation Sans" w:cs="Liberation Sans"/>
        </w:rPr>
        <w:t>-9B</w:t>
      </w:r>
    </w:p>
    <w:p w14:paraId="02562270" w14:textId="77777777" w:rsidR="00A14446" w:rsidRPr="00844B97" w:rsidRDefault="00A14446">
      <w:pPr>
        <w:pStyle w:val="BodyLarge"/>
        <w:rPr>
          <w:rFonts w:ascii="Liberation Sans" w:hAnsi="Liberation Sans" w:cs="Liberation Sans"/>
        </w:rPr>
      </w:pPr>
    </w:p>
    <w:p w14:paraId="02562271" w14:textId="77777777" w:rsidR="00A14446" w:rsidRPr="00844B97" w:rsidRDefault="00A14446">
      <w:pPr>
        <w:pStyle w:val="BodyLarge"/>
        <w:tabs>
          <w:tab w:val="left" w:pos="600"/>
          <w:tab w:val="right" w:leader="dot" w:pos="6600"/>
          <w:tab w:val="right" w:pos="816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>(a)</w:t>
      </w:r>
      <w:r w:rsidRPr="00844B97">
        <w:rPr>
          <w:rFonts w:ascii="Liberation Sans" w:hAnsi="Liberation Sans" w:cs="Liberation Sans"/>
        </w:rPr>
        <w:tab/>
        <w:t>Cash balance per bank statement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$4,714.60</w:t>
      </w:r>
    </w:p>
    <w:p w14:paraId="02562272" w14:textId="77777777" w:rsidR="00A14446" w:rsidRPr="00844B97" w:rsidRDefault="00A14446">
      <w:pPr>
        <w:pStyle w:val="BodyLarge"/>
        <w:tabs>
          <w:tab w:val="left" w:pos="600"/>
          <w:tab w:val="right" w:leader="dot" w:pos="6600"/>
          <w:tab w:val="right" w:pos="816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  <w:t>Add:   Deposits in transit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  <w:u w:val="single"/>
        </w:rPr>
        <w:t xml:space="preserve">     730.00</w:t>
      </w:r>
    </w:p>
    <w:p w14:paraId="02562273" w14:textId="77777777" w:rsidR="00A14446" w:rsidRPr="00844B97" w:rsidRDefault="00A14446">
      <w:pPr>
        <w:pStyle w:val="BodyLarge"/>
        <w:tabs>
          <w:tab w:val="left" w:pos="60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> </w:t>
      </w:r>
      <w:r w:rsidRPr="00844B97">
        <w:rPr>
          <w:rFonts w:ascii="Liberation Sans" w:hAnsi="Liberation Sans" w:cs="Liberation Sans"/>
        </w:rPr>
        <w:t>5,444.60</w:t>
      </w:r>
    </w:p>
    <w:p w14:paraId="02562274" w14:textId="77777777" w:rsidR="00A14446" w:rsidRPr="00844B97" w:rsidRDefault="00A14446">
      <w:pPr>
        <w:pStyle w:val="BodyLarge"/>
        <w:tabs>
          <w:tab w:val="left" w:pos="600"/>
          <w:tab w:val="right" w:leader="dot" w:pos="6600"/>
          <w:tab w:val="right" w:pos="816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  <w:t>Less:  Outstanding checks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  <w:u w:val="single"/>
        </w:rPr>
        <w:t xml:space="preserve">     914.00</w:t>
      </w:r>
    </w:p>
    <w:p w14:paraId="02562275" w14:textId="77777777" w:rsidR="00A14446" w:rsidRPr="00844B97" w:rsidRDefault="00A14446">
      <w:pPr>
        <w:pStyle w:val="BodyLarge"/>
        <w:tabs>
          <w:tab w:val="left" w:pos="600"/>
          <w:tab w:val="right" w:leader="dot" w:pos="6600"/>
          <w:tab w:val="right" w:pos="816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  <w:t>Adjusted cash balance per bank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  <w:u w:val="double"/>
        </w:rPr>
        <w:t>$4,530.60</w:t>
      </w:r>
    </w:p>
    <w:p w14:paraId="02562276" w14:textId="77777777" w:rsidR="00A14446" w:rsidRPr="00844B97" w:rsidRDefault="00A14446">
      <w:pPr>
        <w:pStyle w:val="BodyLarge"/>
        <w:tabs>
          <w:tab w:val="left" w:pos="600"/>
          <w:tab w:val="right" w:leader="dot" w:pos="6600"/>
          <w:tab w:val="right" w:pos="8160"/>
          <w:tab w:val="right" w:pos="9940"/>
        </w:tabs>
        <w:rPr>
          <w:rFonts w:ascii="Liberation Sans" w:hAnsi="Liberation Sans" w:cs="Liberation Sans"/>
        </w:rPr>
      </w:pPr>
    </w:p>
    <w:p w14:paraId="02562277" w14:textId="77777777" w:rsidR="00A14446" w:rsidRPr="00844B97" w:rsidRDefault="00A14446">
      <w:pPr>
        <w:pStyle w:val="BodyLarge"/>
        <w:tabs>
          <w:tab w:val="left" w:pos="600"/>
          <w:tab w:val="right" w:leader="dot" w:pos="6600"/>
          <w:tab w:val="right" w:pos="816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  <w:t>Cash balance per books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$5,190.60</w:t>
      </w:r>
    </w:p>
    <w:p w14:paraId="02562278" w14:textId="77777777" w:rsidR="00A14446" w:rsidRPr="00844B97" w:rsidRDefault="00A14446">
      <w:pPr>
        <w:pStyle w:val="BodyLarge"/>
        <w:tabs>
          <w:tab w:val="left" w:pos="600"/>
          <w:tab w:val="right" w:leader="dot" w:pos="6600"/>
          <w:tab w:val="right" w:pos="816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  <w:t>Less:  NSF check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$630.00</w:t>
      </w:r>
      <w:r w:rsidRPr="00844B97">
        <w:rPr>
          <w:rFonts w:ascii="Liberation Sans" w:hAnsi="Liberation Sans" w:cs="Liberation Sans"/>
        </w:rPr>
        <w:tab/>
      </w:r>
    </w:p>
    <w:p w14:paraId="02562279" w14:textId="77777777" w:rsidR="00A14446" w:rsidRPr="00844B97" w:rsidRDefault="00A14446">
      <w:pPr>
        <w:pStyle w:val="BodyLarge"/>
        <w:tabs>
          <w:tab w:val="left" w:pos="600"/>
          <w:tab w:val="left" w:pos="1485"/>
          <w:tab w:val="right" w:leader="dot" w:pos="6600"/>
          <w:tab w:val="right" w:pos="816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Bank service charge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  <w:u w:val="single"/>
        </w:rPr>
        <w:t xml:space="preserve">    30.00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  <w:u w:val="single"/>
        </w:rPr>
        <w:t xml:space="preserve">     660.00</w:t>
      </w:r>
    </w:p>
    <w:p w14:paraId="0256227A" w14:textId="77777777" w:rsidR="00A14446" w:rsidRPr="00844B97" w:rsidRDefault="00A14446">
      <w:pPr>
        <w:pStyle w:val="BodyLarge"/>
        <w:tabs>
          <w:tab w:val="left" w:pos="600"/>
          <w:tab w:val="right" w:leader="dot" w:pos="6600"/>
          <w:tab w:val="right" w:pos="816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  <w:t>Adjusted cash balance per books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  <w:u w:val="double"/>
        </w:rPr>
        <w:t>$4,530.60</w:t>
      </w:r>
    </w:p>
    <w:p w14:paraId="0256227B" w14:textId="77777777" w:rsidR="00A14446" w:rsidRPr="00844B97" w:rsidRDefault="00A14446">
      <w:pPr>
        <w:pStyle w:val="BodyLarge"/>
        <w:rPr>
          <w:rFonts w:ascii="Liberation Sans" w:hAnsi="Liberation Sans" w:cs="Liberation Sans"/>
        </w:rPr>
      </w:pPr>
    </w:p>
    <w:p w14:paraId="0256227C" w14:textId="77777777" w:rsidR="00A14446" w:rsidRPr="00844B97" w:rsidRDefault="00A14446">
      <w:pPr>
        <w:pStyle w:val="BodyLarge"/>
        <w:tabs>
          <w:tab w:val="left" w:pos="600"/>
          <w:tab w:val="left" w:pos="1200"/>
          <w:tab w:val="right" w:leader="dot" w:pos="6615"/>
          <w:tab w:val="right" w:pos="8172"/>
          <w:tab w:val="right" w:pos="9940"/>
        </w:tabs>
        <w:spacing w:before="120"/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>(b)</w:t>
      </w:r>
      <w:r w:rsidRPr="00844B97">
        <w:rPr>
          <w:rFonts w:ascii="Liberation Sans" w:hAnsi="Liberation Sans" w:cs="Liberation Sans"/>
        </w:rPr>
        <w:tab/>
        <w:t>Accounts Receivable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630.00</w:t>
      </w:r>
    </w:p>
    <w:p w14:paraId="0256227D" w14:textId="77777777" w:rsidR="00A14446" w:rsidRPr="00844B97" w:rsidRDefault="00A14446">
      <w:pPr>
        <w:pStyle w:val="BodyLarge"/>
        <w:tabs>
          <w:tab w:val="left" w:pos="600"/>
          <w:tab w:val="left" w:pos="1200"/>
          <w:tab w:val="right" w:leader="dot" w:pos="6615"/>
          <w:tab w:val="right" w:pos="8172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Cash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630.00</w:t>
      </w:r>
    </w:p>
    <w:p w14:paraId="0256227E" w14:textId="77777777" w:rsidR="00A14446" w:rsidRPr="00844B97" w:rsidRDefault="00A14446">
      <w:pPr>
        <w:pStyle w:val="BodyLarge"/>
        <w:tabs>
          <w:tab w:val="left" w:pos="600"/>
          <w:tab w:val="left" w:pos="1200"/>
          <w:tab w:val="right" w:leader="dot" w:pos="6615"/>
          <w:tab w:val="right" w:leader="dot" w:pos="7320"/>
          <w:tab w:val="right" w:pos="8172"/>
          <w:tab w:val="right" w:pos="9940"/>
        </w:tabs>
        <w:rPr>
          <w:rFonts w:ascii="Liberation Sans" w:hAnsi="Liberation Sans" w:cs="Liberation Sans"/>
        </w:rPr>
      </w:pPr>
    </w:p>
    <w:p w14:paraId="0256227F" w14:textId="77777777" w:rsidR="00A14446" w:rsidRPr="00844B97" w:rsidRDefault="00A14446">
      <w:pPr>
        <w:pStyle w:val="BodyLarge"/>
        <w:tabs>
          <w:tab w:val="left" w:pos="600"/>
          <w:tab w:val="left" w:pos="1200"/>
          <w:tab w:val="right" w:leader="dot" w:pos="6615"/>
          <w:tab w:val="right" w:pos="8172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  <w:t>Miscellaneous Expense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> </w:t>
      </w:r>
      <w:r w:rsidRPr="00844B97">
        <w:rPr>
          <w:rFonts w:ascii="Liberation Sans" w:hAnsi="Liberation Sans" w:cs="Liberation Sans"/>
        </w:rPr>
        <w:t>30.00</w:t>
      </w:r>
    </w:p>
    <w:p w14:paraId="02562280" w14:textId="77777777" w:rsidR="00A14446" w:rsidRPr="00844B97" w:rsidRDefault="00A14446">
      <w:pPr>
        <w:pStyle w:val="BodyLarge"/>
        <w:tabs>
          <w:tab w:val="left" w:pos="600"/>
          <w:tab w:val="left" w:pos="1200"/>
          <w:tab w:val="right" w:leader="dot" w:pos="6615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Cash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> </w:t>
      </w:r>
      <w:r w:rsidRPr="00844B97">
        <w:rPr>
          <w:rFonts w:ascii="Liberation Sans" w:hAnsi="Liberation Sans" w:cs="Liberation Sans"/>
        </w:rPr>
        <w:t>30.00</w:t>
      </w:r>
    </w:p>
    <w:p w14:paraId="02562281" w14:textId="77777777" w:rsidR="00A14446" w:rsidRPr="00844B97" w:rsidRDefault="00A14446">
      <w:pPr>
        <w:pStyle w:val="BodyLarge"/>
        <w:rPr>
          <w:rFonts w:ascii="Liberation Sans" w:hAnsi="Liberation Sans" w:cs="Liberation Sans"/>
        </w:rPr>
      </w:pPr>
    </w:p>
    <w:p w14:paraId="02562282" w14:textId="77777777" w:rsidR="00A14446" w:rsidRPr="00844B97" w:rsidRDefault="00A14446">
      <w:pPr>
        <w:pStyle w:val="BodyLarge"/>
        <w:spacing w:line="280" w:lineRule="exact"/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br w:type="page"/>
      </w:r>
      <w:r w:rsidRPr="00844B97">
        <w:rPr>
          <w:rFonts w:ascii="Liberation Sans" w:hAnsi="Liberation Sans" w:cs="Liberation Sans"/>
        </w:rPr>
        <w:lastRenderedPageBreak/>
        <w:t xml:space="preserve">EXERCISE </w:t>
      </w:r>
      <w:r w:rsidR="00A30F06" w:rsidRPr="00844B97">
        <w:rPr>
          <w:rFonts w:ascii="Liberation Sans" w:hAnsi="Liberation Sans" w:cs="Liberation Sans"/>
        </w:rPr>
        <w:t>7</w:t>
      </w:r>
      <w:r w:rsidRPr="00844B97">
        <w:rPr>
          <w:rFonts w:ascii="Liberation Sans" w:hAnsi="Liberation Sans" w:cs="Liberation Sans"/>
        </w:rPr>
        <w:t>-10B</w:t>
      </w:r>
    </w:p>
    <w:p w14:paraId="02562283" w14:textId="77777777" w:rsidR="00A14446" w:rsidRPr="00844B97" w:rsidRDefault="00A14446">
      <w:pPr>
        <w:pStyle w:val="BodyLarge"/>
        <w:rPr>
          <w:rFonts w:ascii="Liberation Sans" w:hAnsi="Liberation Sans" w:cs="Liberation Sans"/>
        </w:rPr>
      </w:pPr>
    </w:p>
    <w:p w14:paraId="02562284" w14:textId="77777777" w:rsidR="00A14446" w:rsidRPr="00844B97" w:rsidRDefault="00A14446">
      <w:pPr>
        <w:pStyle w:val="BodyLarge"/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>The outstanding checks are as follows:</w:t>
      </w:r>
    </w:p>
    <w:p w14:paraId="02562285" w14:textId="77777777" w:rsidR="00A14446" w:rsidRPr="00844B97" w:rsidRDefault="00A14446">
      <w:pPr>
        <w:pStyle w:val="BodyLarge"/>
        <w:spacing w:line="240" w:lineRule="exact"/>
        <w:rPr>
          <w:rFonts w:ascii="Liberation Sans" w:hAnsi="Liberation Sans" w:cs="Liberation Sans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"/>
        <w:gridCol w:w="743"/>
        <w:gridCol w:w="823"/>
        <w:gridCol w:w="1111"/>
      </w:tblGrid>
      <w:tr w:rsidR="00A14446" w:rsidRPr="00844B97" w14:paraId="0256228A" w14:textId="77777777">
        <w:trPr>
          <w:jc w:val="center"/>
        </w:trPr>
        <w:tc>
          <w:tcPr>
            <w:tcW w:w="532" w:type="dxa"/>
            <w:tcBorders>
              <w:bottom w:val="single" w:sz="8" w:space="0" w:color="auto"/>
            </w:tcBorders>
          </w:tcPr>
          <w:p w14:paraId="02562286" w14:textId="77777777" w:rsidR="00A14446" w:rsidRPr="00844B97" w:rsidRDefault="00A14446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No.</w:t>
            </w:r>
          </w:p>
        </w:tc>
        <w:tc>
          <w:tcPr>
            <w:tcW w:w="743" w:type="dxa"/>
          </w:tcPr>
          <w:p w14:paraId="02562287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823" w:type="dxa"/>
          </w:tcPr>
          <w:p w14:paraId="02562288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111" w:type="dxa"/>
            <w:tcBorders>
              <w:bottom w:val="single" w:sz="8" w:space="0" w:color="auto"/>
            </w:tcBorders>
          </w:tcPr>
          <w:p w14:paraId="02562289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Amount</w:t>
            </w:r>
          </w:p>
        </w:tc>
      </w:tr>
      <w:tr w:rsidR="00A14446" w:rsidRPr="00844B97" w14:paraId="0256228F" w14:textId="77777777">
        <w:trPr>
          <w:jc w:val="center"/>
        </w:trPr>
        <w:tc>
          <w:tcPr>
            <w:tcW w:w="532" w:type="dxa"/>
            <w:tcBorders>
              <w:top w:val="single" w:sz="8" w:space="0" w:color="auto"/>
            </w:tcBorders>
          </w:tcPr>
          <w:p w14:paraId="0256228B" w14:textId="77777777" w:rsidR="00A14446" w:rsidRPr="00844B97" w:rsidRDefault="00A14446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743" w:type="dxa"/>
          </w:tcPr>
          <w:p w14:paraId="0256228C" w14:textId="77777777" w:rsidR="00A14446" w:rsidRPr="00844B97" w:rsidRDefault="00A14446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823" w:type="dxa"/>
          </w:tcPr>
          <w:p w14:paraId="0256228D" w14:textId="77777777" w:rsidR="00A14446" w:rsidRPr="00844B97" w:rsidRDefault="00A14446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111" w:type="dxa"/>
            <w:tcBorders>
              <w:top w:val="single" w:sz="8" w:space="0" w:color="auto"/>
            </w:tcBorders>
          </w:tcPr>
          <w:p w14:paraId="0256228E" w14:textId="77777777" w:rsidR="00A14446" w:rsidRPr="00844B97" w:rsidRDefault="00A14446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</w:tr>
      <w:tr w:rsidR="00A14446" w:rsidRPr="00844B97" w14:paraId="0256229C" w14:textId="77777777">
        <w:trPr>
          <w:jc w:val="center"/>
        </w:trPr>
        <w:tc>
          <w:tcPr>
            <w:tcW w:w="532" w:type="dxa"/>
          </w:tcPr>
          <w:p w14:paraId="02562290" w14:textId="77777777" w:rsidR="00A14446" w:rsidRPr="00844B97" w:rsidRDefault="00A14446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255</w:t>
            </w:r>
          </w:p>
          <w:p w14:paraId="02562291" w14:textId="77777777" w:rsidR="00A14446" w:rsidRPr="00844B97" w:rsidRDefault="00A14446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260</w:t>
            </w:r>
          </w:p>
          <w:p w14:paraId="02562292" w14:textId="77777777" w:rsidR="00A14446" w:rsidRPr="00844B97" w:rsidRDefault="00A14446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264</w:t>
            </w:r>
          </w:p>
        </w:tc>
        <w:tc>
          <w:tcPr>
            <w:tcW w:w="743" w:type="dxa"/>
          </w:tcPr>
          <w:p w14:paraId="02562293" w14:textId="77777777" w:rsidR="00A14446" w:rsidRPr="00844B97" w:rsidRDefault="00A14446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823" w:type="dxa"/>
          </w:tcPr>
          <w:p w14:paraId="02562294" w14:textId="77777777" w:rsidR="00A14446" w:rsidRPr="00844B97" w:rsidRDefault="00A14446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  <w:p w14:paraId="02562295" w14:textId="77777777" w:rsidR="00A14446" w:rsidRPr="00844B97" w:rsidRDefault="00A14446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  <w:p w14:paraId="02562296" w14:textId="77777777" w:rsidR="00A14446" w:rsidRPr="00844B97" w:rsidRDefault="00A14446">
            <w:pPr>
              <w:pStyle w:val="BodyLarge"/>
              <w:jc w:val="both"/>
              <w:rPr>
                <w:rFonts w:ascii="Liberation Sans" w:hAnsi="Liberation Sans" w:cs="Liberation Sans"/>
              </w:rPr>
            </w:pPr>
          </w:p>
          <w:p w14:paraId="02562297" w14:textId="77777777" w:rsidR="00A14446" w:rsidRPr="00844B97" w:rsidRDefault="00A14446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Total</w:t>
            </w:r>
          </w:p>
        </w:tc>
        <w:tc>
          <w:tcPr>
            <w:tcW w:w="1111" w:type="dxa"/>
          </w:tcPr>
          <w:p w14:paraId="02562298" w14:textId="77777777" w:rsidR="00A14446" w:rsidRPr="00844B97" w:rsidRDefault="00A14446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$</w:t>
            </w:r>
            <w:r w:rsidRPr="00844B97">
              <w:rPr>
                <w:rFonts w:ascii="Liberation Sans" w:hAnsi="Liberation Sans" w:cs="Liberation Sans"/>
              </w:rPr>
              <w:t> </w:t>
            </w:r>
            <w:r w:rsidRPr="00844B97">
              <w:rPr>
                <w:rFonts w:ascii="Liberation Sans" w:hAnsi="Liberation Sans" w:cs="Liberation Sans"/>
              </w:rPr>
              <w:t xml:space="preserve"> 510</w:t>
            </w:r>
          </w:p>
          <w:p w14:paraId="02562299" w14:textId="77777777" w:rsidR="00A14446" w:rsidRPr="00844B97" w:rsidRDefault="00A14446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</w:rPr>
              <w:t> </w:t>
            </w:r>
            <w:r w:rsidRPr="00844B97">
              <w:rPr>
                <w:rFonts w:ascii="Liberation Sans" w:hAnsi="Liberation Sans" w:cs="Liberation Sans"/>
              </w:rPr>
              <w:t> </w:t>
            </w:r>
            <w:r w:rsidRPr="00844B97">
              <w:rPr>
                <w:rFonts w:ascii="Liberation Sans" w:hAnsi="Liberation Sans" w:cs="Liberation Sans"/>
              </w:rPr>
              <w:t xml:space="preserve"> 550</w:t>
            </w:r>
          </w:p>
          <w:p w14:paraId="0256229A" w14:textId="77777777" w:rsidR="00A14446" w:rsidRPr="00844B97" w:rsidRDefault="00A14446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  <w:u w:val="single"/>
              </w:rPr>
              <w:t> </w:t>
            </w:r>
            <w:r w:rsidRPr="00844B97">
              <w:rPr>
                <w:rFonts w:ascii="Liberation Sans" w:hAnsi="Liberation Sans" w:cs="Liberation Sans"/>
                <w:u w:val="single"/>
              </w:rPr>
              <w:t> </w:t>
            </w:r>
            <w:r w:rsidRPr="00844B97">
              <w:rPr>
                <w:rFonts w:ascii="Liberation Sans" w:hAnsi="Liberation Sans" w:cs="Liberation Sans"/>
                <w:u w:val="single"/>
              </w:rPr>
              <w:t xml:space="preserve"> 350</w:t>
            </w:r>
          </w:p>
          <w:p w14:paraId="0256229B" w14:textId="77777777" w:rsidR="00A14446" w:rsidRPr="00844B97" w:rsidRDefault="00A14446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844B97">
              <w:rPr>
                <w:rFonts w:ascii="Liberation Sans" w:hAnsi="Liberation Sans" w:cs="Liberation Sans"/>
                <w:u w:val="double"/>
              </w:rPr>
              <w:t>$1,410</w:t>
            </w:r>
          </w:p>
        </w:tc>
      </w:tr>
    </w:tbl>
    <w:p w14:paraId="0256229D" w14:textId="77777777" w:rsidR="00A14446" w:rsidRPr="00844B97" w:rsidRDefault="00A14446">
      <w:pPr>
        <w:pStyle w:val="BodyLarge"/>
        <w:rPr>
          <w:rFonts w:ascii="Liberation Sans" w:hAnsi="Liberation Sans" w:cs="Liberation Sans"/>
        </w:rPr>
      </w:pPr>
    </w:p>
    <w:p w14:paraId="0256229E" w14:textId="77777777" w:rsidR="00A14446" w:rsidRPr="00844B97" w:rsidRDefault="00A14446">
      <w:pPr>
        <w:pStyle w:val="BodyLarge"/>
        <w:rPr>
          <w:rFonts w:ascii="Liberation Sans" w:hAnsi="Liberation Sans" w:cs="Liberation Sans"/>
        </w:rPr>
      </w:pPr>
    </w:p>
    <w:p w14:paraId="0256229F" w14:textId="77777777" w:rsidR="00A14446" w:rsidRPr="00844B97" w:rsidRDefault="00A14446">
      <w:pPr>
        <w:pStyle w:val="BodyLarge"/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 xml:space="preserve">EXERCISE </w:t>
      </w:r>
      <w:r w:rsidR="00A30F06" w:rsidRPr="00844B97">
        <w:rPr>
          <w:rFonts w:ascii="Liberation Sans" w:hAnsi="Liberation Sans" w:cs="Liberation Sans"/>
        </w:rPr>
        <w:t>7</w:t>
      </w:r>
      <w:r w:rsidRPr="00844B97">
        <w:rPr>
          <w:rFonts w:ascii="Liberation Sans" w:hAnsi="Liberation Sans" w:cs="Liberation Sans"/>
        </w:rPr>
        <w:t>-11B</w:t>
      </w:r>
    </w:p>
    <w:p w14:paraId="025622A0" w14:textId="77777777" w:rsidR="00A14446" w:rsidRPr="00844B97" w:rsidRDefault="00A14446">
      <w:pPr>
        <w:pStyle w:val="BodyLarge"/>
        <w:rPr>
          <w:rFonts w:ascii="Liberation Sans" w:hAnsi="Liberation Sans" w:cs="Liberation Sans"/>
        </w:rPr>
      </w:pPr>
    </w:p>
    <w:p w14:paraId="025622A1" w14:textId="77777777" w:rsidR="00A14446" w:rsidRPr="00844B97" w:rsidRDefault="00A14446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>(a)</w:t>
      </w:r>
      <w:r w:rsidRPr="00844B97">
        <w:rPr>
          <w:rFonts w:ascii="Liberation Sans" w:hAnsi="Liberation Sans" w:cs="Liberation Sans"/>
        </w:rPr>
        <w:tab/>
      </w:r>
      <w:r w:rsidR="00117B6C" w:rsidRPr="00844B97">
        <w:rPr>
          <w:rFonts w:ascii="Liberation Sans" w:hAnsi="Liberation Sans" w:cs="Liberation Sans"/>
        </w:rPr>
        <w:t>TIM</w:t>
      </w:r>
      <w:r w:rsidRPr="00844B97">
        <w:rPr>
          <w:rFonts w:ascii="Liberation Sans" w:hAnsi="Liberation Sans" w:cs="Liberation Sans"/>
        </w:rPr>
        <w:t>’S DVD COMPANY</w:t>
      </w:r>
    </w:p>
    <w:p w14:paraId="025622A2" w14:textId="77777777" w:rsidR="00A14446" w:rsidRPr="00844B97" w:rsidRDefault="00A14446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  <w:t>Bank Reconciliation</w:t>
      </w:r>
    </w:p>
    <w:p w14:paraId="025622A3" w14:textId="77777777" w:rsidR="00A14446" w:rsidRPr="00844B97" w:rsidRDefault="00A14446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  <w:t>July 31</w:t>
      </w:r>
    </w:p>
    <w:p w14:paraId="025622A4" w14:textId="77777777" w:rsidR="00A14446" w:rsidRPr="00844B97" w:rsidRDefault="00A14446">
      <w:pPr>
        <w:pStyle w:val="BodyLarge"/>
        <w:tabs>
          <w:tab w:val="left" w:pos="600"/>
          <w:tab w:val="right" w:pos="9940"/>
        </w:tabs>
        <w:spacing w:line="140" w:lineRule="exact"/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  <w:u w:val="single"/>
        </w:rPr>
        <w:tab/>
      </w:r>
    </w:p>
    <w:p w14:paraId="025622A5" w14:textId="77777777" w:rsidR="00A14446" w:rsidRPr="00844B97" w:rsidRDefault="00A14446">
      <w:pPr>
        <w:pStyle w:val="BodyLarge"/>
        <w:tabs>
          <w:tab w:val="left" w:pos="600"/>
          <w:tab w:val="right" w:pos="9940"/>
        </w:tabs>
        <w:spacing w:line="120" w:lineRule="exact"/>
        <w:rPr>
          <w:rFonts w:ascii="Liberation Sans" w:hAnsi="Liberation Sans" w:cs="Liberation Sans"/>
        </w:rPr>
      </w:pPr>
    </w:p>
    <w:p w14:paraId="025622A6" w14:textId="77777777" w:rsidR="00A14446" w:rsidRPr="00844B97" w:rsidRDefault="00A14446">
      <w:pPr>
        <w:pStyle w:val="BodyLarge"/>
        <w:tabs>
          <w:tab w:val="left" w:pos="600"/>
          <w:tab w:val="right" w:leader="dot" w:pos="801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  <w:t>Cash balance per bank statement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$2,542</w:t>
      </w:r>
    </w:p>
    <w:p w14:paraId="025622A7" w14:textId="77777777" w:rsidR="00A14446" w:rsidRPr="00844B97" w:rsidRDefault="00A14446">
      <w:pPr>
        <w:pStyle w:val="BodyLarge"/>
        <w:tabs>
          <w:tab w:val="left" w:pos="600"/>
          <w:tab w:val="right" w:leader="dot" w:pos="801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  <w:t xml:space="preserve">Add:   </w:t>
      </w:r>
      <w:r w:rsidRPr="00844B97">
        <w:rPr>
          <w:rFonts w:ascii="Liberation Sans" w:hAnsi="Liberation Sans" w:cs="Liberation Sans"/>
        </w:rPr>
        <w:fldChar w:fldCharType="begin"/>
      </w:r>
      <w:r w:rsidRPr="00844B97">
        <w:rPr>
          <w:rFonts w:ascii="Liberation Sans" w:hAnsi="Liberation Sans" w:cs="Liberation Sans"/>
        </w:rPr>
        <w:instrText xml:space="preserve"> ADVANCE \r 1 </w:instrText>
      </w:r>
      <w:r w:rsidRPr="00844B97">
        <w:rPr>
          <w:rFonts w:ascii="Liberation Sans" w:hAnsi="Liberation Sans" w:cs="Liberation Sans"/>
        </w:rPr>
        <w:fldChar w:fldCharType="end"/>
      </w:r>
      <w:r w:rsidRPr="00844B97">
        <w:rPr>
          <w:rFonts w:ascii="Liberation Sans" w:hAnsi="Liberation Sans" w:cs="Liberation Sans"/>
        </w:rPr>
        <w:t>Deposits in transit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  <w:u w:val="single"/>
        </w:rPr>
        <w:t xml:space="preserve">     825</w:t>
      </w:r>
    </w:p>
    <w:p w14:paraId="025622A8" w14:textId="77777777" w:rsidR="00A14446" w:rsidRPr="00844B97" w:rsidRDefault="00A14446">
      <w:pPr>
        <w:pStyle w:val="BodyLarge"/>
        <w:tabs>
          <w:tab w:val="left" w:pos="60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> </w:t>
      </w:r>
      <w:r w:rsidRPr="00844B97">
        <w:rPr>
          <w:rFonts w:ascii="Liberation Sans" w:hAnsi="Liberation Sans" w:cs="Liberation Sans"/>
        </w:rPr>
        <w:t>3,367</w:t>
      </w:r>
    </w:p>
    <w:p w14:paraId="025622A9" w14:textId="77777777" w:rsidR="00A14446" w:rsidRPr="00844B97" w:rsidRDefault="00A14446">
      <w:pPr>
        <w:pStyle w:val="BodyLarge"/>
        <w:tabs>
          <w:tab w:val="left" w:pos="600"/>
          <w:tab w:val="right" w:leader="dot" w:pos="8019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  <w:t>Less:  Outstanding checks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  <w:u w:val="single"/>
        </w:rPr>
        <w:t xml:space="preserve">     207</w:t>
      </w:r>
    </w:p>
    <w:p w14:paraId="025622AA" w14:textId="77777777" w:rsidR="00A14446" w:rsidRPr="00844B97" w:rsidRDefault="00A14446">
      <w:pPr>
        <w:pStyle w:val="BodyLarge"/>
        <w:tabs>
          <w:tab w:val="left" w:pos="600"/>
          <w:tab w:val="right" w:leader="dot" w:pos="801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  <w:t>Adjusted cash balance per bank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  <w:u w:val="double"/>
        </w:rPr>
        <w:t>$3,160</w:t>
      </w:r>
    </w:p>
    <w:p w14:paraId="025622AB" w14:textId="77777777" w:rsidR="00A14446" w:rsidRPr="00844B97" w:rsidRDefault="00A14446">
      <w:pPr>
        <w:pStyle w:val="BodyLarge"/>
        <w:tabs>
          <w:tab w:val="left" w:pos="600"/>
          <w:tab w:val="right" w:leader="dot" w:pos="8640"/>
          <w:tab w:val="right" w:pos="9940"/>
        </w:tabs>
        <w:rPr>
          <w:rFonts w:ascii="Liberation Sans" w:hAnsi="Liberation Sans" w:cs="Liberation Sans"/>
        </w:rPr>
      </w:pPr>
    </w:p>
    <w:p w14:paraId="025622AC" w14:textId="77777777" w:rsidR="00A14446" w:rsidRPr="00844B97" w:rsidRDefault="00A14446">
      <w:pPr>
        <w:pStyle w:val="BodyLarge"/>
        <w:tabs>
          <w:tab w:val="left" w:pos="600"/>
          <w:tab w:val="right" w:leader="dot" w:pos="801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  <w:t>Cash balance per books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$2,549</w:t>
      </w:r>
    </w:p>
    <w:p w14:paraId="025622AD" w14:textId="77777777" w:rsidR="00A14446" w:rsidRPr="00844B97" w:rsidRDefault="00A14446">
      <w:pPr>
        <w:pStyle w:val="BodyLarge"/>
        <w:tabs>
          <w:tab w:val="left" w:pos="600"/>
          <w:tab w:val="right" w:leader="dot" w:pos="8010"/>
          <w:tab w:val="right" w:leader="dot" w:pos="864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  <w:t xml:space="preserve">Add:   </w:t>
      </w:r>
      <w:r w:rsidRPr="00844B97">
        <w:rPr>
          <w:rFonts w:ascii="Liberation Sans" w:hAnsi="Liberation Sans" w:cs="Liberation Sans"/>
        </w:rPr>
        <w:fldChar w:fldCharType="begin"/>
      </w:r>
      <w:r w:rsidRPr="00844B97">
        <w:rPr>
          <w:rFonts w:ascii="Liberation Sans" w:hAnsi="Liberation Sans" w:cs="Liberation Sans"/>
        </w:rPr>
        <w:instrText xml:space="preserve"> ADVANCE \r 1 </w:instrText>
      </w:r>
      <w:r w:rsidRPr="00844B97">
        <w:rPr>
          <w:rFonts w:ascii="Liberation Sans" w:hAnsi="Liberation Sans" w:cs="Liberation Sans"/>
        </w:rPr>
        <w:fldChar w:fldCharType="end"/>
      </w:r>
      <w:r w:rsidRPr="00844B97">
        <w:rPr>
          <w:rFonts w:ascii="Liberation Sans" w:hAnsi="Liberation Sans" w:cs="Liberation Sans"/>
        </w:rPr>
        <w:t>Collection of note receivable</w:t>
      </w:r>
    </w:p>
    <w:p w14:paraId="025622AE" w14:textId="77777777" w:rsidR="00A14446" w:rsidRPr="00844B97" w:rsidRDefault="00A14446">
      <w:pPr>
        <w:pStyle w:val="BodyLarge"/>
        <w:tabs>
          <w:tab w:val="left" w:pos="600"/>
          <w:tab w:val="left" w:pos="1503"/>
          <w:tab w:val="right" w:leader="dot" w:pos="8010"/>
          <w:tab w:val="right" w:leader="dot" w:pos="864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($600 plus accrued interest $36,</w:t>
      </w:r>
    </w:p>
    <w:p w14:paraId="025622AF" w14:textId="77777777" w:rsidR="00A14446" w:rsidRPr="00844B97" w:rsidRDefault="00A14446">
      <w:pPr>
        <w:pStyle w:val="BodyLarge"/>
        <w:tabs>
          <w:tab w:val="left" w:pos="600"/>
          <w:tab w:val="left" w:pos="1503"/>
          <w:tab w:val="right" w:leader="dot" w:pos="801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less collection fee $15)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  <w:u w:val="single"/>
        </w:rPr>
        <w:t xml:space="preserve">     621</w:t>
      </w:r>
    </w:p>
    <w:p w14:paraId="025622B0" w14:textId="77777777" w:rsidR="00A14446" w:rsidRPr="00844B97" w:rsidRDefault="00A14446">
      <w:pPr>
        <w:pStyle w:val="BodyLarge"/>
        <w:tabs>
          <w:tab w:val="left" w:pos="600"/>
          <w:tab w:val="left" w:pos="1485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> </w:t>
      </w:r>
      <w:r w:rsidRPr="00844B97">
        <w:rPr>
          <w:rFonts w:ascii="Liberation Sans" w:hAnsi="Liberation Sans" w:cs="Liberation Sans"/>
        </w:rPr>
        <w:t>3,170</w:t>
      </w:r>
    </w:p>
    <w:p w14:paraId="025622B1" w14:textId="77777777" w:rsidR="00A14446" w:rsidRPr="00844B97" w:rsidRDefault="00A14446">
      <w:pPr>
        <w:pStyle w:val="BodyLarge"/>
        <w:tabs>
          <w:tab w:val="left" w:pos="600"/>
          <w:tab w:val="left" w:pos="1485"/>
          <w:tab w:val="right" w:leader="dot" w:pos="8019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  <w:t>Less:  Bank service charge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  <w:u w:val="single"/>
        </w:rPr>
        <w:t xml:space="preserve">       10</w:t>
      </w:r>
    </w:p>
    <w:p w14:paraId="025622B2" w14:textId="77777777" w:rsidR="00A14446" w:rsidRPr="00844B97" w:rsidRDefault="00A14446">
      <w:pPr>
        <w:pStyle w:val="BodyLarge"/>
        <w:tabs>
          <w:tab w:val="left" w:pos="600"/>
          <w:tab w:val="left" w:pos="1485"/>
          <w:tab w:val="right" w:leader="dot" w:pos="8019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  <w:t>Adjusted cash balance per books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  <w:u w:val="double"/>
        </w:rPr>
        <w:t>$3,160</w:t>
      </w:r>
    </w:p>
    <w:p w14:paraId="025622B3" w14:textId="77777777" w:rsidR="00A14446" w:rsidRPr="00844B97" w:rsidRDefault="00A14446">
      <w:pPr>
        <w:pStyle w:val="BodyLarge"/>
        <w:rPr>
          <w:rFonts w:ascii="Liberation Sans" w:hAnsi="Liberation Sans" w:cs="Liberation Sans"/>
        </w:rPr>
      </w:pPr>
    </w:p>
    <w:p w14:paraId="025622B4" w14:textId="77777777" w:rsidR="00A14446" w:rsidRPr="00844B97" w:rsidRDefault="00A14446">
      <w:pPr>
        <w:pStyle w:val="BodyLarge"/>
        <w:rPr>
          <w:rFonts w:ascii="Liberation Sans" w:hAnsi="Liberation Sans" w:cs="Liberation Sans"/>
        </w:rPr>
      </w:pPr>
    </w:p>
    <w:p w14:paraId="025622B5" w14:textId="77777777" w:rsidR="00A14446" w:rsidRPr="00844B97" w:rsidRDefault="00A14446">
      <w:pPr>
        <w:pStyle w:val="BodyLarge"/>
        <w:tabs>
          <w:tab w:val="left" w:pos="600"/>
          <w:tab w:val="right" w:pos="1540"/>
          <w:tab w:val="left" w:pos="1940"/>
          <w:tab w:val="left" w:pos="2540"/>
          <w:tab w:val="right" w:leader="dot" w:pos="8019"/>
          <w:tab w:val="right" w:pos="880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>(b)</w:t>
      </w:r>
      <w:r w:rsidRPr="00844B97">
        <w:rPr>
          <w:rFonts w:ascii="Liberation Sans" w:hAnsi="Liberation Sans" w:cs="Liberation Sans"/>
        </w:rPr>
        <w:tab/>
        <w:t>July 31</w:t>
      </w:r>
      <w:r w:rsidRPr="00844B97">
        <w:rPr>
          <w:rFonts w:ascii="Liberation Sans" w:hAnsi="Liberation Sans" w:cs="Liberation Sans"/>
        </w:rPr>
        <w:tab/>
        <w:t>Cash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621</w:t>
      </w:r>
    </w:p>
    <w:p w14:paraId="025622B6" w14:textId="77777777" w:rsidR="00A14446" w:rsidRPr="00844B97" w:rsidRDefault="00A14446">
      <w:pPr>
        <w:pStyle w:val="BodyLarge"/>
        <w:tabs>
          <w:tab w:val="left" w:pos="600"/>
          <w:tab w:val="right" w:pos="1540"/>
          <w:tab w:val="left" w:pos="1940"/>
          <w:tab w:val="left" w:pos="2540"/>
          <w:tab w:val="right" w:leader="dot" w:pos="8019"/>
          <w:tab w:val="right" w:pos="880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Miscellaneous Expense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> </w:t>
      </w:r>
      <w:r w:rsidRPr="00844B97">
        <w:rPr>
          <w:rFonts w:ascii="Liberation Sans" w:hAnsi="Liberation Sans" w:cs="Liberation Sans"/>
        </w:rPr>
        <w:t>15</w:t>
      </w:r>
    </w:p>
    <w:p w14:paraId="025622B7" w14:textId="77777777" w:rsidR="00A14446" w:rsidRPr="00844B97" w:rsidRDefault="00A14446">
      <w:pPr>
        <w:pStyle w:val="BodyLarge"/>
        <w:tabs>
          <w:tab w:val="left" w:pos="600"/>
          <w:tab w:val="right" w:pos="1540"/>
          <w:tab w:val="left" w:pos="1940"/>
          <w:tab w:val="left" w:pos="2540"/>
          <w:tab w:val="right" w:leader="dot" w:pos="8019"/>
          <w:tab w:val="right" w:pos="880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Notes Receivable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600</w:t>
      </w:r>
    </w:p>
    <w:p w14:paraId="025622B8" w14:textId="77777777" w:rsidR="00A14446" w:rsidRPr="00844B97" w:rsidRDefault="00A14446">
      <w:pPr>
        <w:pStyle w:val="BodyLarge"/>
        <w:tabs>
          <w:tab w:val="left" w:pos="600"/>
          <w:tab w:val="right" w:pos="1540"/>
          <w:tab w:val="left" w:pos="1940"/>
          <w:tab w:val="left" w:pos="2540"/>
          <w:tab w:val="right" w:leader="dot" w:pos="8019"/>
          <w:tab w:val="right" w:pos="880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Interest Revenue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> </w:t>
      </w:r>
      <w:r w:rsidRPr="00844B97">
        <w:rPr>
          <w:rFonts w:ascii="Liberation Sans" w:hAnsi="Liberation Sans" w:cs="Liberation Sans"/>
        </w:rPr>
        <w:t>36</w:t>
      </w:r>
    </w:p>
    <w:p w14:paraId="025622B9" w14:textId="77777777" w:rsidR="00A14446" w:rsidRPr="00844B97" w:rsidRDefault="00A14446">
      <w:pPr>
        <w:pStyle w:val="BodyLarge"/>
        <w:tabs>
          <w:tab w:val="left" w:pos="600"/>
          <w:tab w:val="right" w:pos="1540"/>
          <w:tab w:val="left" w:pos="1940"/>
          <w:tab w:val="left" w:pos="2540"/>
          <w:tab w:val="right" w:leader="dot" w:pos="7800"/>
          <w:tab w:val="right" w:pos="8800"/>
          <w:tab w:val="right" w:pos="9940"/>
        </w:tabs>
        <w:rPr>
          <w:rFonts w:ascii="Liberation Sans" w:hAnsi="Liberation Sans" w:cs="Liberation Sans"/>
        </w:rPr>
      </w:pPr>
    </w:p>
    <w:p w14:paraId="025622BA" w14:textId="77777777" w:rsidR="00A14446" w:rsidRPr="00844B97" w:rsidRDefault="00A14446">
      <w:pPr>
        <w:pStyle w:val="BodyLarge"/>
        <w:tabs>
          <w:tab w:val="left" w:pos="600"/>
          <w:tab w:val="right" w:pos="1540"/>
          <w:tab w:val="left" w:pos="1940"/>
          <w:tab w:val="left" w:pos="2540"/>
          <w:tab w:val="right" w:leader="dot" w:pos="8010"/>
          <w:tab w:val="right" w:pos="880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31</w:t>
      </w:r>
      <w:r w:rsidRPr="00844B97">
        <w:rPr>
          <w:rFonts w:ascii="Liberation Sans" w:hAnsi="Liberation Sans" w:cs="Liberation Sans"/>
        </w:rPr>
        <w:tab/>
        <w:t>Miscellaneous Expense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> </w:t>
      </w:r>
      <w:r w:rsidRPr="00844B97">
        <w:rPr>
          <w:rFonts w:ascii="Liberation Sans" w:hAnsi="Liberation Sans" w:cs="Liberation Sans"/>
        </w:rPr>
        <w:t>10</w:t>
      </w:r>
    </w:p>
    <w:p w14:paraId="025622BB" w14:textId="77777777" w:rsidR="00A14446" w:rsidRPr="00844B97" w:rsidRDefault="00A14446">
      <w:pPr>
        <w:pStyle w:val="BodyLarge"/>
        <w:tabs>
          <w:tab w:val="left" w:pos="600"/>
          <w:tab w:val="right" w:pos="1540"/>
          <w:tab w:val="left" w:pos="1940"/>
          <w:tab w:val="left" w:pos="2540"/>
          <w:tab w:val="right" w:leader="dot" w:pos="8010"/>
          <w:tab w:val="right" w:pos="880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Cash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> </w:t>
      </w:r>
      <w:r w:rsidRPr="00844B97">
        <w:rPr>
          <w:rFonts w:ascii="Liberation Sans" w:hAnsi="Liberation Sans" w:cs="Liberation Sans"/>
        </w:rPr>
        <w:t>10</w:t>
      </w:r>
    </w:p>
    <w:p w14:paraId="025622BC" w14:textId="77777777" w:rsidR="00A14446" w:rsidRPr="00844B97" w:rsidRDefault="00A14446">
      <w:pPr>
        <w:pStyle w:val="BodyLarge"/>
        <w:tabs>
          <w:tab w:val="right" w:leader="dot" w:pos="8010"/>
        </w:tabs>
        <w:rPr>
          <w:rFonts w:ascii="Liberation Sans" w:hAnsi="Liberation Sans" w:cs="Liberation Sans"/>
        </w:rPr>
      </w:pPr>
    </w:p>
    <w:p w14:paraId="025622BD" w14:textId="77777777" w:rsidR="00A14446" w:rsidRPr="00844B97" w:rsidRDefault="00A14446">
      <w:pPr>
        <w:pStyle w:val="BodyLarge"/>
        <w:rPr>
          <w:rFonts w:ascii="Liberation Sans" w:hAnsi="Liberation Sans" w:cs="Liberation Sans"/>
        </w:rPr>
      </w:pPr>
    </w:p>
    <w:p w14:paraId="025622BE" w14:textId="77777777" w:rsidR="00A14446" w:rsidRPr="00844B97" w:rsidRDefault="00A14446">
      <w:pPr>
        <w:pStyle w:val="BodyLarge"/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br w:type="page"/>
      </w:r>
      <w:r w:rsidRPr="00844B97">
        <w:rPr>
          <w:rFonts w:ascii="Liberation Sans" w:hAnsi="Liberation Sans" w:cs="Liberation Sans"/>
        </w:rPr>
        <w:lastRenderedPageBreak/>
        <w:t xml:space="preserve">EXERCISE </w:t>
      </w:r>
      <w:r w:rsidR="00A30F06" w:rsidRPr="00844B97">
        <w:rPr>
          <w:rFonts w:ascii="Liberation Sans" w:hAnsi="Liberation Sans" w:cs="Liberation Sans"/>
        </w:rPr>
        <w:t>7</w:t>
      </w:r>
      <w:r w:rsidRPr="00844B97">
        <w:rPr>
          <w:rFonts w:ascii="Liberation Sans" w:hAnsi="Liberation Sans" w:cs="Liberation Sans"/>
        </w:rPr>
        <w:t>-12B</w:t>
      </w:r>
    </w:p>
    <w:p w14:paraId="025622BF" w14:textId="77777777" w:rsidR="00A14446" w:rsidRPr="00844B97" w:rsidRDefault="00A14446">
      <w:pPr>
        <w:pStyle w:val="BodyLarge"/>
        <w:rPr>
          <w:rFonts w:ascii="Liberation Sans" w:hAnsi="Liberation Sans" w:cs="Liberation Sans"/>
        </w:rPr>
      </w:pPr>
    </w:p>
    <w:p w14:paraId="025622C0" w14:textId="77777777" w:rsidR="00A14446" w:rsidRPr="00844B97" w:rsidRDefault="00A14446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>(a)</w:t>
      </w:r>
      <w:r w:rsidRPr="00844B97">
        <w:rPr>
          <w:rFonts w:ascii="Liberation Sans" w:hAnsi="Liberation Sans" w:cs="Liberation Sans"/>
        </w:rPr>
        <w:tab/>
      </w:r>
      <w:r w:rsidR="00117B6C" w:rsidRPr="00844B97">
        <w:rPr>
          <w:rFonts w:ascii="Liberation Sans" w:hAnsi="Liberation Sans" w:cs="Liberation Sans"/>
        </w:rPr>
        <w:t xml:space="preserve">MORSE </w:t>
      </w:r>
      <w:r w:rsidRPr="00844B97">
        <w:rPr>
          <w:rFonts w:ascii="Liberation Sans" w:hAnsi="Liberation Sans" w:cs="Liberation Sans"/>
        </w:rPr>
        <w:t>COMPANY</w:t>
      </w:r>
    </w:p>
    <w:p w14:paraId="025622C1" w14:textId="77777777" w:rsidR="00A14446" w:rsidRPr="00844B97" w:rsidRDefault="00A14446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  <w:t>Bank Reconciliation</w:t>
      </w:r>
    </w:p>
    <w:p w14:paraId="025622C2" w14:textId="77777777" w:rsidR="00A14446" w:rsidRPr="00844B97" w:rsidRDefault="00A14446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  <w:t>September 30</w:t>
      </w:r>
    </w:p>
    <w:p w14:paraId="025622C3" w14:textId="77777777" w:rsidR="00A14446" w:rsidRPr="00844B97" w:rsidRDefault="00A14446">
      <w:pPr>
        <w:pStyle w:val="BodyLarge"/>
        <w:tabs>
          <w:tab w:val="left" w:pos="600"/>
          <w:tab w:val="right" w:pos="9940"/>
        </w:tabs>
        <w:spacing w:line="140" w:lineRule="exact"/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  <w:u w:val="single"/>
        </w:rPr>
        <w:tab/>
      </w:r>
    </w:p>
    <w:p w14:paraId="025622C4" w14:textId="77777777" w:rsidR="00A14446" w:rsidRPr="00844B97" w:rsidRDefault="00A14446">
      <w:pPr>
        <w:pStyle w:val="BodyLarge"/>
        <w:tabs>
          <w:tab w:val="left" w:pos="600"/>
          <w:tab w:val="right" w:pos="9940"/>
        </w:tabs>
        <w:spacing w:line="120" w:lineRule="exact"/>
        <w:rPr>
          <w:rFonts w:ascii="Liberation Sans" w:hAnsi="Liberation Sans" w:cs="Liberation Sans"/>
        </w:rPr>
      </w:pPr>
    </w:p>
    <w:p w14:paraId="025622C5" w14:textId="77777777" w:rsidR="00A14446" w:rsidRPr="00844B97" w:rsidRDefault="00A14446">
      <w:pPr>
        <w:pStyle w:val="BodyLarge"/>
        <w:tabs>
          <w:tab w:val="left" w:pos="600"/>
          <w:tab w:val="right" w:leader="dot" w:pos="720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  <w:t>Cash balance per bank statement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$  9,525</w:t>
      </w:r>
    </w:p>
    <w:p w14:paraId="025622C6" w14:textId="77777777" w:rsidR="00A14446" w:rsidRPr="00844B97" w:rsidRDefault="00A14446">
      <w:pPr>
        <w:pStyle w:val="BodyLarge"/>
        <w:tabs>
          <w:tab w:val="left" w:pos="600"/>
          <w:tab w:val="right" w:leader="dot" w:pos="720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  <w:t>Add:  Deposits in transit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  <w:u w:val="single"/>
        </w:rPr>
        <w:t xml:space="preserve">    2,581</w:t>
      </w:r>
    </w:p>
    <w:p w14:paraId="025622C7" w14:textId="77777777" w:rsidR="00A14446" w:rsidRPr="00844B97" w:rsidRDefault="00A14446">
      <w:pPr>
        <w:pStyle w:val="BodyLarge"/>
        <w:tabs>
          <w:tab w:val="left" w:pos="60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> </w:t>
      </w:r>
      <w:r w:rsidRPr="00844B97">
        <w:rPr>
          <w:rFonts w:ascii="Liberation Sans" w:hAnsi="Liberation Sans" w:cs="Liberation Sans"/>
        </w:rPr>
        <w:t>12,106</w:t>
      </w:r>
    </w:p>
    <w:p w14:paraId="025622C8" w14:textId="77777777" w:rsidR="00A14446" w:rsidRPr="00844B97" w:rsidRDefault="00A14446">
      <w:pPr>
        <w:pStyle w:val="BodyLarge"/>
        <w:tabs>
          <w:tab w:val="left" w:pos="600"/>
          <w:tab w:val="right" w:leader="dot" w:pos="720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  <w:t>Less:  Outstanding checks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  <w:u w:val="single"/>
        </w:rPr>
        <w:t xml:space="preserve">    1,382</w:t>
      </w:r>
    </w:p>
    <w:p w14:paraId="025622C9" w14:textId="77777777" w:rsidR="00A14446" w:rsidRPr="00844B97" w:rsidRDefault="00A14446">
      <w:pPr>
        <w:pStyle w:val="BodyLarge"/>
        <w:tabs>
          <w:tab w:val="left" w:pos="600"/>
          <w:tab w:val="right" w:leader="dot" w:pos="720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  <w:t>Adjusted cash balance per bank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  <w:u w:val="double"/>
        </w:rPr>
        <w:t>$10,724</w:t>
      </w:r>
    </w:p>
    <w:p w14:paraId="025622CA" w14:textId="77777777" w:rsidR="00A14446" w:rsidRPr="00844B97" w:rsidRDefault="00A14446">
      <w:pPr>
        <w:pStyle w:val="BodyLarge"/>
        <w:tabs>
          <w:tab w:val="left" w:pos="600"/>
          <w:tab w:val="right" w:leader="dot" w:pos="7080"/>
          <w:tab w:val="right" w:pos="8460"/>
          <w:tab w:val="right" w:pos="9940"/>
        </w:tabs>
        <w:rPr>
          <w:rFonts w:ascii="Liberation Sans" w:hAnsi="Liberation Sans" w:cs="Liberation Sans"/>
        </w:rPr>
      </w:pPr>
    </w:p>
    <w:p w14:paraId="025622CB" w14:textId="77777777" w:rsidR="00A14446" w:rsidRPr="00844B97" w:rsidRDefault="00A14446">
      <w:pPr>
        <w:pStyle w:val="BodyLarge"/>
        <w:tabs>
          <w:tab w:val="left" w:pos="600"/>
          <w:tab w:val="right" w:leader="dot" w:pos="7200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  <w:t>Cash balance per books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$10,094</w:t>
      </w:r>
    </w:p>
    <w:p w14:paraId="025622CC" w14:textId="77777777" w:rsidR="00A14446" w:rsidRPr="00844B97" w:rsidRDefault="00A14446">
      <w:pPr>
        <w:pStyle w:val="BodyLarge"/>
        <w:tabs>
          <w:tab w:val="left" w:pos="600"/>
          <w:tab w:val="right" w:leader="dot" w:pos="7200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  <w:spacing w:val="-8"/>
        </w:rPr>
        <w:t xml:space="preserve">Add:  </w:t>
      </w:r>
      <w:r w:rsidRPr="00844B97">
        <w:rPr>
          <w:rFonts w:ascii="Liberation Sans" w:hAnsi="Liberation Sans" w:cs="Liberation Sans"/>
          <w:spacing w:val="-8"/>
        </w:rPr>
        <w:fldChar w:fldCharType="begin"/>
      </w:r>
      <w:r w:rsidRPr="00844B97">
        <w:rPr>
          <w:rFonts w:ascii="Liberation Sans" w:hAnsi="Liberation Sans" w:cs="Liberation Sans"/>
          <w:spacing w:val="-8"/>
        </w:rPr>
        <w:instrText xml:space="preserve"> ADVANCE \r 1 </w:instrText>
      </w:r>
      <w:r w:rsidRPr="00844B97">
        <w:rPr>
          <w:rFonts w:ascii="Liberation Sans" w:hAnsi="Liberation Sans" w:cs="Liberation Sans"/>
          <w:spacing w:val="-8"/>
        </w:rPr>
        <w:fldChar w:fldCharType="end"/>
      </w:r>
      <w:r w:rsidRPr="00844B97">
        <w:rPr>
          <w:rFonts w:ascii="Liberation Sans" w:hAnsi="Liberation Sans" w:cs="Liberation Sans"/>
          <w:spacing w:val="-8"/>
        </w:rPr>
        <w:t>Collection of note receivable ($850 + $34)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$884</w:t>
      </w:r>
      <w:r w:rsidRPr="00844B97">
        <w:rPr>
          <w:rFonts w:ascii="Liberation Sans" w:hAnsi="Liberation Sans" w:cs="Liberation Sans"/>
        </w:rPr>
        <w:tab/>
      </w:r>
    </w:p>
    <w:p w14:paraId="025622CD" w14:textId="77777777" w:rsidR="00A14446" w:rsidRPr="00844B97" w:rsidRDefault="00A14446">
      <w:pPr>
        <w:pStyle w:val="BodyLarge"/>
        <w:tabs>
          <w:tab w:val="left" w:pos="600"/>
          <w:tab w:val="left" w:pos="1386"/>
          <w:tab w:val="right" w:leader="dot" w:pos="7200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Interest earned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  <w:u w:val="single"/>
        </w:rPr>
        <w:t xml:space="preserve">    26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  <w:u w:val="single"/>
        </w:rPr>
        <w:t xml:space="preserve">       910</w:t>
      </w:r>
    </w:p>
    <w:p w14:paraId="025622CE" w14:textId="77777777" w:rsidR="00A14446" w:rsidRPr="00844B97" w:rsidRDefault="00A14446">
      <w:pPr>
        <w:pStyle w:val="BodyLarge"/>
        <w:tabs>
          <w:tab w:val="left" w:pos="600"/>
          <w:tab w:val="left" w:pos="1485"/>
          <w:tab w:val="right" w:pos="7200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> </w:t>
      </w:r>
      <w:r w:rsidRPr="00844B97">
        <w:rPr>
          <w:rFonts w:ascii="Liberation Sans" w:hAnsi="Liberation Sans" w:cs="Liberation Sans"/>
        </w:rPr>
        <w:t>11,004</w:t>
      </w:r>
    </w:p>
    <w:p w14:paraId="025622CF" w14:textId="77777777" w:rsidR="00A14446" w:rsidRPr="00844B97" w:rsidRDefault="00A14446">
      <w:pPr>
        <w:pStyle w:val="BodyLarge"/>
        <w:tabs>
          <w:tab w:val="left" w:pos="600"/>
          <w:tab w:val="left" w:pos="1485"/>
          <w:tab w:val="right" w:leader="dot" w:pos="7200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  <w:t>Less:</w:t>
      </w:r>
      <w:r w:rsidRPr="00844B97">
        <w:rPr>
          <w:rFonts w:ascii="Liberation Sans" w:hAnsi="Liberation Sans" w:cs="Liberation Sans"/>
        </w:rPr>
        <w:tab/>
        <w:t>NSF check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> </w:t>
      </w:r>
      <w:r w:rsidRPr="00844B97">
        <w:rPr>
          <w:rFonts w:ascii="Liberation Sans" w:hAnsi="Liberation Sans" w:cs="Liberation Sans"/>
        </w:rPr>
        <w:t> </w:t>
      </w:r>
      <w:r w:rsidRPr="00844B97">
        <w:rPr>
          <w:rFonts w:ascii="Liberation Sans" w:hAnsi="Liberation Sans" w:cs="Liberation Sans"/>
        </w:rPr>
        <w:t xml:space="preserve"> 245</w:t>
      </w:r>
      <w:r w:rsidRPr="00844B97">
        <w:rPr>
          <w:rFonts w:ascii="Liberation Sans" w:hAnsi="Liberation Sans" w:cs="Liberation Sans"/>
        </w:rPr>
        <w:tab/>
      </w:r>
    </w:p>
    <w:p w14:paraId="025622D0" w14:textId="77777777" w:rsidR="00A14446" w:rsidRPr="00844B97" w:rsidRDefault="00A14446">
      <w:pPr>
        <w:pStyle w:val="BodyLarge"/>
        <w:tabs>
          <w:tab w:val="left" w:pos="600"/>
          <w:tab w:val="left" w:pos="1485"/>
          <w:tab w:val="right" w:leader="dot" w:pos="7200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Safety deposit box rent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  <w:u w:val="single"/>
        </w:rPr>
        <w:t xml:space="preserve">    35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  <w:u w:val="single"/>
        </w:rPr>
        <w:t xml:space="preserve">       280</w:t>
      </w:r>
    </w:p>
    <w:p w14:paraId="025622D1" w14:textId="77777777" w:rsidR="00A14446" w:rsidRPr="00844B97" w:rsidRDefault="00A14446">
      <w:pPr>
        <w:pStyle w:val="BodyLarge"/>
        <w:tabs>
          <w:tab w:val="left" w:pos="600"/>
          <w:tab w:val="right" w:leader="dot" w:pos="7200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  <w:t>Adjusted cash balance per books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  <w:u w:val="double"/>
        </w:rPr>
        <w:t>$10,724</w:t>
      </w:r>
    </w:p>
    <w:p w14:paraId="025622D2" w14:textId="77777777" w:rsidR="00A14446" w:rsidRPr="00844B97" w:rsidRDefault="00A14446">
      <w:pPr>
        <w:pStyle w:val="BodyLarge"/>
        <w:tabs>
          <w:tab w:val="right" w:leader="dot" w:pos="7200"/>
        </w:tabs>
        <w:rPr>
          <w:rFonts w:ascii="Liberation Sans" w:hAnsi="Liberation Sans" w:cs="Liberation Sans"/>
        </w:rPr>
      </w:pPr>
    </w:p>
    <w:p w14:paraId="025622D3" w14:textId="77777777" w:rsidR="00A14446" w:rsidRPr="00844B97" w:rsidRDefault="00A14446">
      <w:pPr>
        <w:pStyle w:val="BodyLarge"/>
        <w:tabs>
          <w:tab w:val="left" w:pos="600"/>
          <w:tab w:val="right" w:pos="1680"/>
          <w:tab w:val="left" w:pos="2080"/>
          <w:tab w:val="left" w:pos="2680"/>
          <w:tab w:val="right" w:leader="dot" w:pos="7200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>(b)</w:t>
      </w:r>
      <w:r w:rsidRPr="00844B97">
        <w:rPr>
          <w:rFonts w:ascii="Liberation Sans" w:hAnsi="Liberation Sans" w:cs="Liberation Sans"/>
        </w:rPr>
        <w:tab/>
        <w:t>Sept.</w:t>
      </w:r>
      <w:r w:rsidRPr="00844B97">
        <w:rPr>
          <w:rFonts w:ascii="Liberation Sans" w:hAnsi="Liberation Sans" w:cs="Liberation Sans"/>
        </w:rPr>
        <w:tab/>
        <w:t>30</w:t>
      </w:r>
      <w:r w:rsidRPr="00844B97">
        <w:rPr>
          <w:rFonts w:ascii="Liberation Sans" w:hAnsi="Liberation Sans" w:cs="Liberation Sans"/>
        </w:rPr>
        <w:tab/>
        <w:t>Cash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884</w:t>
      </w:r>
    </w:p>
    <w:p w14:paraId="025622D4" w14:textId="77777777" w:rsidR="00A14446" w:rsidRPr="00844B97" w:rsidRDefault="00A14446">
      <w:pPr>
        <w:pStyle w:val="BodyLarge"/>
        <w:tabs>
          <w:tab w:val="left" w:pos="600"/>
          <w:tab w:val="right" w:pos="1680"/>
          <w:tab w:val="left" w:pos="2080"/>
          <w:tab w:val="left" w:pos="2680"/>
          <w:tab w:val="right" w:leader="dot" w:pos="7200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Notes Receivable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850</w:t>
      </w:r>
    </w:p>
    <w:p w14:paraId="025622D5" w14:textId="77777777" w:rsidR="00A14446" w:rsidRPr="00844B97" w:rsidRDefault="00A14446">
      <w:pPr>
        <w:pStyle w:val="BodyLarge"/>
        <w:tabs>
          <w:tab w:val="left" w:pos="600"/>
          <w:tab w:val="right" w:pos="1680"/>
          <w:tab w:val="left" w:pos="2080"/>
          <w:tab w:val="left" w:pos="2680"/>
          <w:tab w:val="right" w:leader="dot" w:pos="7200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Interest Revenue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> </w:t>
      </w:r>
      <w:r w:rsidRPr="00844B97">
        <w:rPr>
          <w:rFonts w:ascii="Liberation Sans" w:hAnsi="Liberation Sans" w:cs="Liberation Sans"/>
        </w:rPr>
        <w:t xml:space="preserve"> </w:t>
      </w:r>
      <w:r w:rsidRPr="00844B97">
        <w:rPr>
          <w:rFonts w:ascii="Liberation Sans" w:hAnsi="Liberation Sans" w:cs="Liberation Sans"/>
        </w:rPr>
        <w:t> </w:t>
      </w:r>
      <w:r w:rsidRPr="00844B97">
        <w:rPr>
          <w:rFonts w:ascii="Liberation Sans" w:hAnsi="Liberation Sans" w:cs="Liberation Sans"/>
        </w:rPr>
        <w:t>34</w:t>
      </w:r>
    </w:p>
    <w:p w14:paraId="025622D6" w14:textId="77777777" w:rsidR="00A14446" w:rsidRPr="00844B97" w:rsidRDefault="00A14446">
      <w:pPr>
        <w:pStyle w:val="BodyLarge"/>
        <w:tabs>
          <w:tab w:val="left" w:pos="600"/>
          <w:tab w:val="right" w:pos="1680"/>
          <w:tab w:val="left" w:pos="2080"/>
          <w:tab w:val="left" w:pos="2680"/>
          <w:tab w:val="right" w:leader="dot" w:pos="7200"/>
          <w:tab w:val="right" w:pos="8460"/>
          <w:tab w:val="right" w:pos="9940"/>
        </w:tabs>
        <w:rPr>
          <w:rFonts w:ascii="Liberation Sans" w:hAnsi="Liberation Sans" w:cs="Liberation Sans"/>
        </w:rPr>
      </w:pPr>
    </w:p>
    <w:p w14:paraId="025622D7" w14:textId="77777777" w:rsidR="00A14446" w:rsidRPr="00844B97" w:rsidRDefault="00A14446">
      <w:pPr>
        <w:pStyle w:val="BodyLarge"/>
        <w:tabs>
          <w:tab w:val="left" w:pos="600"/>
          <w:tab w:val="right" w:pos="1680"/>
          <w:tab w:val="left" w:pos="2080"/>
          <w:tab w:val="left" w:pos="2680"/>
          <w:tab w:val="right" w:leader="dot" w:pos="7200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30</w:t>
      </w:r>
      <w:r w:rsidRPr="00844B97">
        <w:rPr>
          <w:rFonts w:ascii="Liberation Sans" w:hAnsi="Liberation Sans" w:cs="Liberation Sans"/>
        </w:rPr>
        <w:tab/>
        <w:t>Cash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> </w:t>
      </w:r>
      <w:r w:rsidRPr="00844B97">
        <w:rPr>
          <w:rFonts w:ascii="Liberation Sans" w:hAnsi="Liberation Sans" w:cs="Liberation Sans"/>
        </w:rPr>
        <w:t xml:space="preserve"> </w:t>
      </w:r>
      <w:r w:rsidRPr="00844B97">
        <w:rPr>
          <w:rFonts w:ascii="Liberation Sans" w:hAnsi="Liberation Sans" w:cs="Liberation Sans"/>
        </w:rPr>
        <w:t> </w:t>
      </w:r>
      <w:r w:rsidRPr="00844B97">
        <w:rPr>
          <w:rFonts w:ascii="Liberation Sans" w:hAnsi="Liberation Sans" w:cs="Liberation Sans"/>
        </w:rPr>
        <w:t>26</w:t>
      </w:r>
    </w:p>
    <w:p w14:paraId="025622D8" w14:textId="77777777" w:rsidR="00A14446" w:rsidRPr="00844B97" w:rsidRDefault="00A14446">
      <w:pPr>
        <w:pStyle w:val="BodyLarge"/>
        <w:tabs>
          <w:tab w:val="left" w:pos="600"/>
          <w:tab w:val="right" w:pos="1680"/>
          <w:tab w:val="left" w:pos="2080"/>
          <w:tab w:val="left" w:pos="2680"/>
          <w:tab w:val="right" w:leader="dot" w:pos="7200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Interest Revenue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> </w:t>
      </w:r>
      <w:r w:rsidRPr="00844B97">
        <w:rPr>
          <w:rFonts w:ascii="Liberation Sans" w:hAnsi="Liberation Sans" w:cs="Liberation Sans"/>
        </w:rPr>
        <w:t xml:space="preserve"> </w:t>
      </w:r>
      <w:r w:rsidRPr="00844B97">
        <w:rPr>
          <w:rFonts w:ascii="Liberation Sans" w:hAnsi="Liberation Sans" w:cs="Liberation Sans"/>
        </w:rPr>
        <w:t> </w:t>
      </w:r>
      <w:r w:rsidRPr="00844B97">
        <w:rPr>
          <w:rFonts w:ascii="Liberation Sans" w:hAnsi="Liberation Sans" w:cs="Liberation Sans"/>
        </w:rPr>
        <w:t>26</w:t>
      </w:r>
    </w:p>
    <w:p w14:paraId="025622D9" w14:textId="77777777" w:rsidR="00A14446" w:rsidRPr="00844B97" w:rsidRDefault="00A14446">
      <w:pPr>
        <w:pStyle w:val="BodyLarge"/>
        <w:tabs>
          <w:tab w:val="left" w:pos="600"/>
          <w:tab w:val="right" w:pos="1680"/>
          <w:tab w:val="left" w:pos="2080"/>
          <w:tab w:val="left" w:pos="2680"/>
          <w:tab w:val="right" w:leader="dot" w:pos="7200"/>
          <w:tab w:val="right" w:pos="8460"/>
          <w:tab w:val="right" w:pos="9940"/>
        </w:tabs>
        <w:rPr>
          <w:rFonts w:ascii="Liberation Sans" w:hAnsi="Liberation Sans" w:cs="Liberation Sans"/>
        </w:rPr>
      </w:pPr>
    </w:p>
    <w:p w14:paraId="025622DA" w14:textId="77777777" w:rsidR="00A14446" w:rsidRPr="00844B97" w:rsidRDefault="00A14446">
      <w:pPr>
        <w:pStyle w:val="BodyLarge"/>
        <w:tabs>
          <w:tab w:val="left" w:pos="600"/>
          <w:tab w:val="right" w:pos="1680"/>
          <w:tab w:val="left" w:pos="2080"/>
          <w:tab w:val="left" w:pos="2680"/>
          <w:tab w:val="right" w:leader="dot" w:pos="7200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30</w:t>
      </w:r>
      <w:r w:rsidRPr="00844B97">
        <w:rPr>
          <w:rFonts w:ascii="Liberation Sans" w:hAnsi="Liberation Sans" w:cs="Liberation Sans"/>
        </w:rPr>
        <w:tab/>
        <w:t>Miscellaneous Expense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> </w:t>
      </w:r>
      <w:r w:rsidRPr="00844B97">
        <w:rPr>
          <w:rFonts w:ascii="Liberation Sans" w:hAnsi="Liberation Sans" w:cs="Liberation Sans"/>
        </w:rPr>
        <w:t xml:space="preserve"> </w:t>
      </w:r>
      <w:r w:rsidRPr="00844B97">
        <w:rPr>
          <w:rFonts w:ascii="Liberation Sans" w:hAnsi="Liberation Sans" w:cs="Liberation Sans"/>
        </w:rPr>
        <w:t> </w:t>
      </w:r>
      <w:r w:rsidRPr="00844B97">
        <w:rPr>
          <w:rFonts w:ascii="Liberation Sans" w:hAnsi="Liberation Sans" w:cs="Liberation Sans"/>
        </w:rPr>
        <w:t>35</w:t>
      </w:r>
    </w:p>
    <w:p w14:paraId="025622DB" w14:textId="77777777" w:rsidR="00A14446" w:rsidRPr="00844B97" w:rsidRDefault="00A14446">
      <w:pPr>
        <w:pStyle w:val="BodyLarge"/>
        <w:tabs>
          <w:tab w:val="left" w:pos="600"/>
          <w:tab w:val="right" w:pos="1680"/>
          <w:tab w:val="left" w:pos="2080"/>
          <w:tab w:val="left" w:pos="2680"/>
          <w:tab w:val="right" w:leader="dot" w:pos="7200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Cash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> </w:t>
      </w:r>
      <w:r w:rsidRPr="00844B97">
        <w:rPr>
          <w:rFonts w:ascii="Liberation Sans" w:hAnsi="Liberation Sans" w:cs="Liberation Sans"/>
        </w:rPr>
        <w:t xml:space="preserve"> </w:t>
      </w:r>
      <w:r w:rsidRPr="00844B97">
        <w:rPr>
          <w:rFonts w:ascii="Liberation Sans" w:hAnsi="Liberation Sans" w:cs="Liberation Sans"/>
        </w:rPr>
        <w:t> </w:t>
      </w:r>
      <w:r w:rsidRPr="00844B97">
        <w:rPr>
          <w:rFonts w:ascii="Liberation Sans" w:hAnsi="Liberation Sans" w:cs="Liberation Sans"/>
        </w:rPr>
        <w:t>35</w:t>
      </w:r>
    </w:p>
    <w:p w14:paraId="025622DC" w14:textId="77777777" w:rsidR="00A14446" w:rsidRPr="00844B97" w:rsidRDefault="00A14446">
      <w:pPr>
        <w:pStyle w:val="BodyLarge"/>
        <w:tabs>
          <w:tab w:val="left" w:pos="600"/>
          <w:tab w:val="right" w:pos="1680"/>
          <w:tab w:val="left" w:pos="2080"/>
          <w:tab w:val="left" w:pos="2680"/>
          <w:tab w:val="right" w:leader="dot" w:pos="7083"/>
          <w:tab w:val="right" w:pos="8460"/>
          <w:tab w:val="right" w:pos="9940"/>
        </w:tabs>
        <w:rPr>
          <w:rFonts w:ascii="Liberation Sans" w:hAnsi="Liberation Sans" w:cs="Liberation Sans"/>
        </w:rPr>
      </w:pPr>
    </w:p>
    <w:p w14:paraId="025622DD" w14:textId="77777777" w:rsidR="00A14446" w:rsidRPr="00844B97" w:rsidRDefault="00A14446">
      <w:pPr>
        <w:pStyle w:val="BodyLarge"/>
        <w:tabs>
          <w:tab w:val="left" w:pos="600"/>
          <w:tab w:val="right" w:pos="1680"/>
          <w:tab w:val="left" w:pos="2080"/>
          <w:tab w:val="left" w:pos="2680"/>
          <w:tab w:val="right" w:leader="dot" w:pos="7200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30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  <w:spacing w:val="-6"/>
        </w:rPr>
        <w:t>Accounts Receivable—J. Jackson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> </w:t>
      </w:r>
      <w:r w:rsidRPr="00844B97">
        <w:rPr>
          <w:rFonts w:ascii="Liberation Sans" w:hAnsi="Liberation Sans" w:cs="Liberation Sans"/>
        </w:rPr>
        <w:t xml:space="preserve"> 245</w:t>
      </w:r>
    </w:p>
    <w:p w14:paraId="025622DE" w14:textId="77777777" w:rsidR="00A14446" w:rsidRPr="00844B97" w:rsidRDefault="00A14446">
      <w:pPr>
        <w:pStyle w:val="BodyLarge"/>
        <w:tabs>
          <w:tab w:val="left" w:pos="600"/>
          <w:tab w:val="right" w:pos="1680"/>
          <w:tab w:val="left" w:pos="2080"/>
          <w:tab w:val="left" w:pos="2680"/>
          <w:tab w:val="right" w:leader="dot" w:pos="7200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Cash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> </w:t>
      </w:r>
      <w:r w:rsidRPr="00844B97">
        <w:rPr>
          <w:rFonts w:ascii="Liberation Sans" w:hAnsi="Liberation Sans" w:cs="Liberation Sans"/>
        </w:rPr>
        <w:t xml:space="preserve"> 245</w:t>
      </w:r>
    </w:p>
    <w:p w14:paraId="025622DF" w14:textId="77777777" w:rsidR="00A14446" w:rsidRPr="00844B97" w:rsidRDefault="00A14446">
      <w:pPr>
        <w:pStyle w:val="BodyLarge"/>
        <w:tabs>
          <w:tab w:val="right" w:leader="dot" w:pos="7200"/>
          <w:tab w:val="right" w:pos="8460"/>
          <w:tab w:val="right" w:pos="9940"/>
        </w:tabs>
        <w:rPr>
          <w:rFonts w:ascii="Liberation Sans" w:hAnsi="Liberation Sans" w:cs="Liberation Sans"/>
        </w:rPr>
      </w:pPr>
    </w:p>
    <w:p w14:paraId="025622E0" w14:textId="77777777" w:rsidR="00A14446" w:rsidRPr="00844B97" w:rsidRDefault="00A14446">
      <w:pPr>
        <w:pStyle w:val="BodyLarge"/>
        <w:rPr>
          <w:rFonts w:ascii="Liberation Sans" w:hAnsi="Liberation Sans" w:cs="Liberation Sans"/>
        </w:rPr>
      </w:pPr>
    </w:p>
    <w:p w14:paraId="025622E1" w14:textId="77777777" w:rsidR="00A14446" w:rsidRPr="00844B97" w:rsidRDefault="00A14446">
      <w:pPr>
        <w:pStyle w:val="BodyLarge"/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 xml:space="preserve">EXERCISE </w:t>
      </w:r>
      <w:r w:rsidR="00A30F06" w:rsidRPr="00844B97">
        <w:rPr>
          <w:rFonts w:ascii="Liberation Sans" w:hAnsi="Liberation Sans" w:cs="Liberation Sans"/>
        </w:rPr>
        <w:t>7</w:t>
      </w:r>
      <w:r w:rsidRPr="00844B97">
        <w:rPr>
          <w:rFonts w:ascii="Liberation Sans" w:hAnsi="Liberation Sans" w:cs="Liberation Sans"/>
        </w:rPr>
        <w:t>-13B</w:t>
      </w:r>
    </w:p>
    <w:p w14:paraId="025622E2" w14:textId="77777777" w:rsidR="00A14446" w:rsidRPr="00844B97" w:rsidRDefault="00A14446">
      <w:pPr>
        <w:pStyle w:val="BodyLarge"/>
        <w:rPr>
          <w:rFonts w:ascii="Liberation Sans" w:hAnsi="Liberation Sans" w:cs="Liberation Sans"/>
        </w:rPr>
      </w:pPr>
    </w:p>
    <w:p w14:paraId="025622E3" w14:textId="77777777" w:rsidR="00A14446" w:rsidRPr="00844B97" w:rsidRDefault="00A14446">
      <w:pPr>
        <w:pStyle w:val="BodyLarge"/>
        <w:tabs>
          <w:tab w:val="left" w:pos="600"/>
          <w:tab w:val="left" w:pos="1200"/>
          <w:tab w:val="right" w:leader="dot" w:pos="7083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>(a)</w:t>
      </w:r>
      <w:r w:rsidRPr="00844B97">
        <w:rPr>
          <w:rFonts w:ascii="Liberation Sans" w:hAnsi="Liberation Sans" w:cs="Liberation Sans"/>
        </w:rPr>
        <w:tab/>
        <w:t>Deposits in transit:</w:t>
      </w:r>
    </w:p>
    <w:p w14:paraId="025622E4" w14:textId="77777777" w:rsidR="00A14446" w:rsidRPr="00844B97" w:rsidRDefault="00A14446">
      <w:pPr>
        <w:pStyle w:val="BodyLarge"/>
        <w:tabs>
          <w:tab w:val="left" w:pos="600"/>
          <w:tab w:val="left" w:pos="1200"/>
          <w:tab w:val="right" w:leader="dot" w:pos="7083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Deposits per books in July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$18,940</w:t>
      </w:r>
    </w:p>
    <w:p w14:paraId="025622E5" w14:textId="77777777" w:rsidR="00A14446" w:rsidRPr="00844B97" w:rsidRDefault="00A14446">
      <w:pPr>
        <w:pStyle w:val="BodyLarge"/>
        <w:tabs>
          <w:tab w:val="left" w:pos="600"/>
          <w:tab w:val="left" w:pos="1200"/>
          <w:tab w:val="right" w:leader="dot" w:pos="7083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Less:  Deposits per bank in July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$17,200</w:t>
      </w:r>
    </w:p>
    <w:p w14:paraId="025622E6" w14:textId="77777777" w:rsidR="00A14446" w:rsidRPr="00844B97" w:rsidRDefault="00A14446">
      <w:pPr>
        <w:pStyle w:val="BodyLarge"/>
        <w:tabs>
          <w:tab w:val="left" w:pos="600"/>
          <w:tab w:val="left" w:pos="1200"/>
          <w:tab w:val="left" w:pos="2085"/>
          <w:tab w:val="right" w:leader="dot" w:pos="7083"/>
          <w:tab w:val="right" w:pos="855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Deposits in transit, June 30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  <w:spacing w:val="-4"/>
          <w:u w:val="single"/>
        </w:rPr>
        <w:t xml:space="preserve">   </w:t>
      </w:r>
      <w:r w:rsidRPr="00844B97">
        <w:rPr>
          <w:rFonts w:ascii="Liberation Sans" w:hAnsi="Liberation Sans" w:cs="Liberation Sans"/>
          <w:u w:val="single"/>
        </w:rPr>
        <w:t>(1,100</w:t>
      </w:r>
      <w:r w:rsidRPr="00844B97">
        <w:rPr>
          <w:rFonts w:ascii="Liberation Sans" w:hAnsi="Liberation Sans" w:cs="Liberation Sans"/>
        </w:rPr>
        <w:t>)</w:t>
      </w:r>
    </w:p>
    <w:p w14:paraId="025622E7" w14:textId="77777777" w:rsidR="00A14446" w:rsidRPr="00844B97" w:rsidRDefault="00A14446">
      <w:pPr>
        <w:pStyle w:val="BodyLarge"/>
        <w:tabs>
          <w:tab w:val="left" w:pos="600"/>
          <w:tab w:val="left" w:pos="1200"/>
          <w:tab w:val="right" w:leader="dot" w:pos="7083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July receipts deposited in July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  <w:u w:val="single"/>
        </w:rPr>
        <w:t xml:space="preserve">  16,100</w:t>
      </w:r>
      <w:r w:rsidRPr="00844B97">
        <w:rPr>
          <w:rFonts w:ascii="Liberation Sans" w:hAnsi="Liberation Sans" w:cs="Liberation Sans"/>
        </w:rPr>
        <w:tab/>
      </w:r>
    </w:p>
    <w:p w14:paraId="025622E8" w14:textId="77777777" w:rsidR="00A14446" w:rsidRPr="00844B97" w:rsidRDefault="00A14446">
      <w:pPr>
        <w:pStyle w:val="BodyLarge"/>
        <w:tabs>
          <w:tab w:val="left" w:pos="600"/>
          <w:tab w:val="left" w:pos="1200"/>
          <w:tab w:val="right" w:leader="dot" w:pos="7083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Deposits in transit, July 31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  <w:u w:val="double"/>
        </w:rPr>
        <w:t>$  2,840</w:t>
      </w:r>
    </w:p>
    <w:p w14:paraId="025622E9" w14:textId="77777777" w:rsidR="00A14446" w:rsidRPr="00844B97" w:rsidRDefault="00A14446">
      <w:pPr>
        <w:pStyle w:val="BodyLarge"/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br w:type="page"/>
      </w:r>
      <w:r w:rsidRPr="00844B97">
        <w:rPr>
          <w:rFonts w:ascii="Liberation Sans" w:hAnsi="Liberation Sans" w:cs="Liberation Sans"/>
        </w:rPr>
        <w:lastRenderedPageBreak/>
        <w:t xml:space="preserve">EXERCISE </w:t>
      </w:r>
      <w:r w:rsidR="00A30F06" w:rsidRPr="00844B97">
        <w:rPr>
          <w:rFonts w:ascii="Liberation Sans" w:hAnsi="Liberation Sans" w:cs="Liberation Sans"/>
        </w:rPr>
        <w:t>7</w:t>
      </w:r>
      <w:r w:rsidRPr="00844B97">
        <w:rPr>
          <w:rFonts w:ascii="Liberation Sans" w:hAnsi="Liberation Sans" w:cs="Liberation Sans"/>
        </w:rPr>
        <w:t>-13B (Continued)</w:t>
      </w:r>
    </w:p>
    <w:p w14:paraId="025622EA" w14:textId="77777777" w:rsidR="00A14446" w:rsidRPr="00844B97" w:rsidRDefault="00A14446">
      <w:pPr>
        <w:pStyle w:val="BodyLarge"/>
        <w:tabs>
          <w:tab w:val="left" w:pos="600"/>
          <w:tab w:val="left" w:pos="1200"/>
          <w:tab w:val="right" w:leader="dot" w:pos="6960"/>
          <w:tab w:val="right" w:pos="8460"/>
          <w:tab w:val="right" w:pos="9940"/>
        </w:tabs>
        <w:rPr>
          <w:rFonts w:ascii="Liberation Sans" w:hAnsi="Liberation Sans" w:cs="Liberation Sans"/>
        </w:rPr>
      </w:pPr>
    </w:p>
    <w:p w14:paraId="025622EB" w14:textId="77777777" w:rsidR="00A14446" w:rsidRPr="00844B97" w:rsidRDefault="00A14446">
      <w:pPr>
        <w:pStyle w:val="BodyLarge"/>
        <w:tabs>
          <w:tab w:val="left" w:pos="600"/>
          <w:tab w:val="left" w:pos="1200"/>
          <w:tab w:val="right" w:leader="dot" w:pos="6960"/>
          <w:tab w:val="right" w:pos="8460"/>
          <w:tab w:val="right" w:pos="9940"/>
        </w:tabs>
        <w:spacing w:before="120"/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>(b)</w:t>
      </w:r>
      <w:r w:rsidRPr="00844B97">
        <w:rPr>
          <w:rFonts w:ascii="Liberation Sans" w:hAnsi="Liberation Sans" w:cs="Liberation Sans"/>
        </w:rPr>
        <w:tab/>
        <w:t>Outstanding checks:</w:t>
      </w:r>
    </w:p>
    <w:p w14:paraId="025622EC" w14:textId="77777777" w:rsidR="00A14446" w:rsidRPr="00844B97" w:rsidRDefault="00A14446">
      <w:pPr>
        <w:pStyle w:val="BodyLarge"/>
        <w:tabs>
          <w:tab w:val="left" w:pos="600"/>
          <w:tab w:val="left" w:pos="1200"/>
          <w:tab w:val="right" w:leader="dot" w:pos="7281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Checks per books in July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$17,850</w:t>
      </w:r>
    </w:p>
    <w:p w14:paraId="025622ED" w14:textId="77777777" w:rsidR="00A14446" w:rsidRPr="00844B97" w:rsidRDefault="00A14446">
      <w:pPr>
        <w:pStyle w:val="BodyLarge"/>
        <w:tabs>
          <w:tab w:val="left" w:pos="600"/>
          <w:tab w:val="left" w:pos="1200"/>
          <w:tab w:val="right" w:leader="dot" w:pos="7281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Less:  Checks clearing bank in July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$17,050</w:t>
      </w:r>
    </w:p>
    <w:p w14:paraId="025622EE" w14:textId="77777777" w:rsidR="00A14446" w:rsidRPr="00844B97" w:rsidRDefault="00A14446">
      <w:pPr>
        <w:pStyle w:val="BodyLarge"/>
        <w:tabs>
          <w:tab w:val="left" w:pos="600"/>
          <w:tab w:val="left" w:pos="1200"/>
          <w:tab w:val="left" w:pos="2085"/>
          <w:tab w:val="right" w:leader="dot" w:pos="7281"/>
          <w:tab w:val="right" w:pos="855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Outstanding checks, June 30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  <w:spacing w:val="-4"/>
          <w:u w:val="single"/>
        </w:rPr>
        <w:t xml:space="preserve">   </w:t>
      </w:r>
      <w:r w:rsidRPr="00844B97">
        <w:rPr>
          <w:rFonts w:ascii="Liberation Sans" w:hAnsi="Liberation Sans" w:cs="Liberation Sans"/>
          <w:u w:val="single"/>
        </w:rPr>
        <w:t>(1,275</w:t>
      </w:r>
      <w:r w:rsidRPr="00844B97">
        <w:rPr>
          <w:rFonts w:ascii="Liberation Sans" w:hAnsi="Liberation Sans" w:cs="Liberation Sans"/>
        </w:rPr>
        <w:t>)</w:t>
      </w:r>
    </w:p>
    <w:p w14:paraId="025622EF" w14:textId="77777777" w:rsidR="00A14446" w:rsidRPr="00844B97" w:rsidRDefault="00A14446">
      <w:pPr>
        <w:pStyle w:val="BodyLarge"/>
        <w:tabs>
          <w:tab w:val="left" w:pos="600"/>
          <w:tab w:val="left" w:pos="1200"/>
          <w:tab w:val="right" w:leader="dot" w:pos="7281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July checks cleared in July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  <w:u w:val="single"/>
        </w:rPr>
        <w:t xml:space="preserve">  15,775</w:t>
      </w:r>
    </w:p>
    <w:p w14:paraId="025622F0" w14:textId="77777777" w:rsidR="00A14446" w:rsidRPr="00844B97" w:rsidRDefault="00A14446">
      <w:pPr>
        <w:pStyle w:val="BodyLarge"/>
        <w:tabs>
          <w:tab w:val="left" w:pos="600"/>
          <w:tab w:val="left" w:pos="1200"/>
          <w:tab w:val="right" w:leader="dot" w:pos="7281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Outstanding checks, July 31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  <w:u w:val="double"/>
        </w:rPr>
        <w:t>$</w:t>
      </w:r>
      <w:r w:rsidRPr="00844B97">
        <w:rPr>
          <w:rFonts w:ascii="Liberation Sans" w:hAnsi="Liberation Sans" w:cs="Liberation Sans"/>
          <w:u w:val="double"/>
        </w:rPr>
        <w:t> </w:t>
      </w:r>
      <w:r w:rsidRPr="00844B97">
        <w:rPr>
          <w:rFonts w:ascii="Liberation Sans" w:hAnsi="Liberation Sans" w:cs="Liberation Sans"/>
          <w:u w:val="double"/>
        </w:rPr>
        <w:t>2,075</w:t>
      </w:r>
    </w:p>
    <w:p w14:paraId="025622F1" w14:textId="77777777" w:rsidR="00A14446" w:rsidRPr="00844B97" w:rsidRDefault="00A14446">
      <w:pPr>
        <w:pStyle w:val="BodyLarge"/>
        <w:rPr>
          <w:rFonts w:ascii="Liberation Sans" w:hAnsi="Liberation Sans" w:cs="Liberation Sans"/>
        </w:rPr>
      </w:pPr>
    </w:p>
    <w:p w14:paraId="025622F2" w14:textId="77777777" w:rsidR="00A14446" w:rsidRPr="00844B97" w:rsidRDefault="00A14446">
      <w:pPr>
        <w:pStyle w:val="BodyLarge"/>
        <w:tabs>
          <w:tab w:val="left" w:pos="600"/>
          <w:tab w:val="left" w:pos="1200"/>
          <w:tab w:val="right" w:leader="dot" w:pos="846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>(c)</w:t>
      </w:r>
      <w:r w:rsidRPr="00844B97">
        <w:rPr>
          <w:rFonts w:ascii="Liberation Sans" w:hAnsi="Liberation Sans" w:cs="Liberation Sans"/>
        </w:rPr>
        <w:tab/>
        <w:t>Deposits in transit:</w:t>
      </w:r>
    </w:p>
    <w:p w14:paraId="025622F3" w14:textId="77777777" w:rsidR="00A14446" w:rsidRPr="00844B97" w:rsidRDefault="00A14446">
      <w:pPr>
        <w:pStyle w:val="BodyLarge"/>
        <w:tabs>
          <w:tab w:val="left" w:pos="600"/>
          <w:tab w:val="left" w:pos="1200"/>
          <w:tab w:val="right" w:leader="dot" w:pos="7263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Deposits per bank statement in September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$25,400</w:t>
      </w:r>
    </w:p>
    <w:p w14:paraId="025622F4" w14:textId="77777777" w:rsidR="00A14446" w:rsidRPr="00844B97" w:rsidRDefault="00A14446">
      <w:pPr>
        <w:pStyle w:val="BodyLarge"/>
        <w:tabs>
          <w:tab w:val="left" w:pos="600"/>
          <w:tab w:val="left" w:pos="1200"/>
          <w:tab w:val="right" w:leader="dot" w:pos="7263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 xml:space="preserve">Add:  </w:t>
      </w:r>
      <w:r w:rsidRPr="00844B97">
        <w:rPr>
          <w:rFonts w:ascii="Liberation Sans" w:hAnsi="Liberation Sans" w:cs="Liberation Sans"/>
        </w:rPr>
        <w:fldChar w:fldCharType="begin"/>
      </w:r>
      <w:r w:rsidRPr="00844B97">
        <w:rPr>
          <w:rFonts w:ascii="Liberation Sans" w:hAnsi="Liberation Sans" w:cs="Liberation Sans"/>
        </w:rPr>
        <w:instrText xml:space="preserve"> ADVANCE \r 1 </w:instrText>
      </w:r>
      <w:r w:rsidRPr="00844B97">
        <w:rPr>
          <w:rFonts w:ascii="Liberation Sans" w:hAnsi="Liberation Sans" w:cs="Liberation Sans"/>
        </w:rPr>
        <w:fldChar w:fldCharType="end"/>
      </w:r>
      <w:r w:rsidRPr="00844B97">
        <w:rPr>
          <w:rFonts w:ascii="Liberation Sans" w:hAnsi="Liberation Sans" w:cs="Liberation Sans"/>
        </w:rPr>
        <w:t>Deposits in transit, September 30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  <w:u w:val="single"/>
        </w:rPr>
        <w:t xml:space="preserve">    1,900</w:t>
      </w:r>
    </w:p>
    <w:p w14:paraId="025622F5" w14:textId="77777777" w:rsidR="00A14446" w:rsidRPr="00844B97" w:rsidRDefault="00A14446">
      <w:pPr>
        <w:pStyle w:val="BodyLarge"/>
        <w:tabs>
          <w:tab w:val="left" w:pos="600"/>
          <w:tab w:val="left" w:pos="1200"/>
          <w:tab w:val="right" w:leader="dot" w:pos="7263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Total deposits to be accounted for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> </w:t>
      </w:r>
      <w:r w:rsidRPr="00844B97">
        <w:rPr>
          <w:rFonts w:ascii="Liberation Sans" w:hAnsi="Liberation Sans" w:cs="Liberation Sans"/>
        </w:rPr>
        <w:t>27,300</w:t>
      </w:r>
    </w:p>
    <w:p w14:paraId="025622F6" w14:textId="77777777" w:rsidR="00A14446" w:rsidRPr="00844B97" w:rsidRDefault="00A14446">
      <w:pPr>
        <w:pStyle w:val="BodyLarge"/>
        <w:tabs>
          <w:tab w:val="left" w:pos="600"/>
          <w:tab w:val="left" w:pos="1200"/>
          <w:tab w:val="right" w:leader="dot" w:pos="7263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Less:  Deposits per books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  <w:u w:val="single"/>
        </w:rPr>
        <w:t xml:space="preserve">  23,950</w:t>
      </w:r>
    </w:p>
    <w:p w14:paraId="025622F7" w14:textId="77777777" w:rsidR="00A14446" w:rsidRPr="00844B97" w:rsidRDefault="00A14446">
      <w:pPr>
        <w:pStyle w:val="BodyLarge"/>
        <w:tabs>
          <w:tab w:val="left" w:pos="600"/>
          <w:tab w:val="left" w:pos="1200"/>
          <w:tab w:val="right" w:leader="dot" w:pos="7263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Deposits in transit, August 31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  <w:u w:val="double"/>
        </w:rPr>
        <w:t>$</w:t>
      </w:r>
      <w:r w:rsidRPr="00844B97">
        <w:rPr>
          <w:rFonts w:ascii="Liberation Sans" w:hAnsi="Liberation Sans" w:cs="Liberation Sans"/>
          <w:u w:val="double"/>
        </w:rPr>
        <w:t> </w:t>
      </w:r>
      <w:r w:rsidRPr="00844B97">
        <w:rPr>
          <w:rFonts w:ascii="Liberation Sans" w:hAnsi="Liberation Sans" w:cs="Liberation Sans"/>
          <w:u w:val="double"/>
        </w:rPr>
        <w:t>3,350</w:t>
      </w:r>
    </w:p>
    <w:p w14:paraId="025622F8" w14:textId="77777777" w:rsidR="00A14446" w:rsidRPr="00844B97" w:rsidRDefault="00A14446">
      <w:pPr>
        <w:pStyle w:val="BodyLarge"/>
        <w:tabs>
          <w:tab w:val="left" w:pos="600"/>
          <w:tab w:val="left" w:pos="1200"/>
          <w:tab w:val="right" w:leader="dot" w:pos="8460"/>
          <w:tab w:val="right" w:pos="9940"/>
        </w:tabs>
        <w:rPr>
          <w:rFonts w:ascii="Liberation Sans" w:hAnsi="Liberation Sans" w:cs="Liberation Sans"/>
        </w:rPr>
      </w:pPr>
    </w:p>
    <w:p w14:paraId="025622F9" w14:textId="77777777" w:rsidR="00A14446" w:rsidRPr="00844B97" w:rsidRDefault="00A14446">
      <w:pPr>
        <w:pStyle w:val="BodyLarge"/>
        <w:tabs>
          <w:tab w:val="left" w:pos="600"/>
          <w:tab w:val="left" w:pos="1200"/>
          <w:tab w:val="right" w:leader="dot" w:pos="8460"/>
          <w:tab w:val="right" w:pos="9940"/>
        </w:tabs>
        <w:spacing w:before="120"/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>(d)</w:t>
      </w:r>
      <w:r w:rsidRPr="00844B97">
        <w:rPr>
          <w:rFonts w:ascii="Liberation Sans" w:hAnsi="Liberation Sans" w:cs="Liberation Sans"/>
        </w:rPr>
        <w:tab/>
        <w:t>Outstanding checks:</w:t>
      </w:r>
    </w:p>
    <w:p w14:paraId="025622FA" w14:textId="77777777" w:rsidR="00A14446" w:rsidRPr="00844B97" w:rsidRDefault="00A14446">
      <w:pPr>
        <w:pStyle w:val="BodyLarge"/>
        <w:tabs>
          <w:tab w:val="left" w:pos="600"/>
          <w:tab w:val="left" w:pos="1200"/>
          <w:tab w:val="right" w:leader="dot" w:pos="7263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Checks clearing bank in September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$22,800</w:t>
      </w:r>
    </w:p>
    <w:p w14:paraId="025622FB" w14:textId="77777777" w:rsidR="00A14446" w:rsidRPr="00844B97" w:rsidRDefault="00A14446">
      <w:pPr>
        <w:pStyle w:val="BodyLarge"/>
        <w:tabs>
          <w:tab w:val="left" w:pos="600"/>
          <w:tab w:val="left" w:pos="1200"/>
          <w:tab w:val="right" w:leader="dot" w:pos="7263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 xml:space="preserve">Add:  </w:t>
      </w:r>
      <w:r w:rsidRPr="00844B97">
        <w:rPr>
          <w:rFonts w:ascii="Liberation Sans" w:hAnsi="Liberation Sans" w:cs="Liberation Sans"/>
        </w:rPr>
        <w:fldChar w:fldCharType="begin"/>
      </w:r>
      <w:r w:rsidRPr="00844B97">
        <w:rPr>
          <w:rFonts w:ascii="Liberation Sans" w:hAnsi="Liberation Sans" w:cs="Liberation Sans"/>
        </w:rPr>
        <w:instrText xml:space="preserve"> ADVANCE \r 1 </w:instrText>
      </w:r>
      <w:r w:rsidRPr="00844B97">
        <w:rPr>
          <w:rFonts w:ascii="Liberation Sans" w:hAnsi="Liberation Sans" w:cs="Liberation Sans"/>
        </w:rPr>
        <w:fldChar w:fldCharType="end"/>
      </w:r>
      <w:r w:rsidRPr="00844B97">
        <w:rPr>
          <w:rFonts w:ascii="Liberation Sans" w:hAnsi="Liberation Sans" w:cs="Liberation Sans"/>
        </w:rPr>
        <w:t>Outstanding checks, September 30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  <w:u w:val="single"/>
        </w:rPr>
        <w:t xml:space="preserve">    3,200</w:t>
      </w:r>
    </w:p>
    <w:p w14:paraId="025622FC" w14:textId="77777777" w:rsidR="00A14446" w:rsidRPr="00844B97" w:rsidRDefault="00A14446">
      <w:pPr>
        <w:pStyle w:val="BodyLarge"/>
        <w:tabs>
          <w:tab w:val="left" w:pos="600"/>
          <w:tab w:val="left" w:pos="1200"/>
          <w:tab w:val="right" w:leader="dot" w:pos="7263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Total checks to be accounted for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> </w:t>
      </w:r>
      <w:r w:rsidRPr="00844B97">
        <w:rPr>
          <w:rFonts w:ascii="Liberation Sans" w:hAnsi="Liberation Sans" w:cs="Liberation Sans"/>
        </w:rPr>
        <w:t>26,000</w:t>
      </w:r>
    </w:p>
    <w:p w14:paraId="025622FD" w14:textId="77777777" w:rsidR="00A14446" w:rsidRPr="00844B97" w:rsidRDefault="00A14446">
      <w:pPr>
        <w:pStyle w:val="BodyLarge"/>
        <w:tabs>
          <w:tab w:val="left" w:pos="600"/>
          <w:tab w:val="left" w:pos="1200"/>
          <w:tab w:val="right" w:leader="dot" w:pos="7263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Less:  Cash disbursements per books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  <w:u w:val="single"/>
        </w:rPr>
        <w:t xml:space="preserve">  22,300</w:t>
      </w:r>
    </w:p>
    <w:p w14:paraId="025622FE" w14:textId="77777777" w:rsidR="00A14446" w:rsidRPr="00844B97" w:rsidRDefault="00A14446">
      <w:pPr>
        <w:pStyle w:val="BodyLarge"/>
        <w:tabs>
          <w:tab w:val="left" w:pos="600"/>
          <w:tab w:val="left" w:pos="1200"/>
          <w:tab w:val="right" w:leader="dot" w:pos="7263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Outstanding checks, August 31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  <w:u w:val="double"/>
        </w:rPr>
        <w:t>$</w:t>
      </w:r>
      <w:r w:rsidRPr="00844B97">
        <w:rPr>
          <w:rFonts w:ascii="Liberation Sans" w:hAnsi="Liberation Sans" w:cs="Liberation Sans"/>
          <w:u w:val="double"/>
        </w:rPr>
        <w:t> </w:t>
      </w:r>
      <w:r w:rsidRPr="00844B97">
        <w:rPr>
          <w:rFonts w:ascii="Liberation Sans" w:hAnsi="Liberation Sans" w:cs="Liberation Sans"/>
          <w:u w:val="double"/>
        </w:rPr>
        <w:t>3,700</w:t>
      </w:r>
    </w:p>
    <w:p w14:paraId="025622FF" w14:textId="77777777" w:rsidR="00A14446" w:rsidRPr="00844B97" w:rsidRDefault="00A14446">
      <w:pPr>
        <w:pStyle w:val="BodyLarge"/>
        <w:rPr>
          <w:rFonts w:ascii="Liberation Sans" w:hAnsi="Liberation Sans" w:cs="Liberation Sans"/>
        </w:rPr>
      </w:pPr>
    </w:p>
    <w:p w14:paraId="02562300" w14:textId="77777777" w:rsidR="00A14446" w:rsidRPr="00844B97" w:rsidRDefault="00A14446">
      <w:pPr>
        <w:pStyle w:val="BodyLarge"/>
        <w:rPr>
          <w:rFonts w:ascii="Liberation Sans" w:hAnsi="Liberation Sans" w:cs="Liberation Sans"/>
        </w:rPr>
      </w:pPr>
    </w:p>
    <w:p w14:paraId="02562301" w14:textId="77777777" w:rsidR="00A14446" w:rsidRPr="00844B97" w:rsidRDefault="00A14446">
      <w:pPr>
        <w:pStyle w:val="BodyLarge"/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 xml:space="preserve">EXERCISE </w:t>
      </w:r>
      <w:r w:rsidR="00A30F06" w:rsidRPr="00844B97">
        <w:rPr>
          <w:rFonts w:ascii="Liberation Sans" w:hAnsi="Liberation Sans" w:cs="Liberation Sans"/>
        </w:rPr>
        <w:t>7</w:t>
      </w:r>
      <w:r w:rsidRPr="00844B97">
        <w:rPr>
          <w:rFonts w:ascii="Liberation Sans" w:hAnsi="Liberation Sans" w:cs="Liberation Sans"/>
        </w:rPr>
        <w:t>-14B</w:t>
      </w:r>
    </w:p>
    <w:p w14:paraId="02562302" w14:textId="77777777" w:rsidR="00A14446" w:rsidRPr="00844B97" w:rsidRDefault="00A14446">
      <w:pPr>
        <w:pStyle w:val="BodyLarge"/>
        <w:rPr>
          <w:rFonts w:ascii="Liberation Sans" w:hAnsi="Liberation Sans" w:cs="Liberation Sans"/>
        </w:rPr>
      </w:pPr>
    </w:p>
    <w:p w14:paraId="02562303" w14:textId="77777777" w:rsidR="00A14446" w:rsidRPr="00844B97" w:rsidRDefault="00A14446">
      <w:pPr>
        <w:pStyle w:val="BodyLarge"/>
        <w:tabs>
          <w:tab w:val="left" w:pos="600"/>
          <w:tab w:val="left" w:pos="1200"/>
          <w:tab w:val="right" w:leader="dot" w:pos="8460"/>
          <w:tab w:val="right" w:pos="9999"/>
        </w:tabs>
        <w:spacing w:before="120"/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>(a)</w:t>
      </w:r>
      <w:r w:rsidRPr="00844B97">
        <w:rPr>
          <w:rFonts w:ascii="Liberation Sans" w:hAnsi="Liberation Sans" w:cs="Liberation Sans"/>
        </w:rPr>
        <w:tab/>
        <w:t>Cash and cash equivalents should be reported at $37,400.</w:t>
      </w:r>
    </w:p>
    <w:p w14:paraId="02562304" w14:textId="77777777" w:rsidR="00A14446" w:rsidRPr="00844B97" w:rsidRDefault="00A14446">
      <w:pPr>
        <w:pStyle w:val="BodyLarge"/>
        <w:tabs>
          <w:tab w:val="left" w:pos="600"/>
          <w:tab w:val="left" w:pos="1200"/>
          <w:tab w:val="right" w:leader="dot" w:pos="846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Cash in bank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$20,000</w:t>
      </w:r>
    </w:p>
    <w:p w14:paraId="02562305" w14:textId="77777777" w:rsidR="00A14446" w:rsidRPr="00844B97" w:rsidRDefault="00A14446">
      <w:pPr>
        <w:pStyle w:val="BodyLarge"/>
        <w:tabs>
          <w:tab w:val="left" w:pos="600"/>
          <w:tab w:val="left" w:pos="1200"/>
          <w:tab w:val="right" w:leader="dot" w:pos="846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Cash on hand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5,000</w:t>
      </w:r>
    </w:p>
    <w:p w14:paraId="02562306" w14:textId="77777777" w:rsidR="00A14446" w:rsidRPr="00844B97" w:rsidRDefault="00A14446">
      <w:pPr>
        <w:pStyle w:val="BodyLarge"/>
        <w:tabs>
          <w:tab w:val="left" w:pos="600"/>
          <w:tab w:val="left" w:pos="1200"/>
          <w:tab w:val="right" w:leader="dot" w:pos="846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Petty cash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400</w:t>
      </w:r>
    </w:p>
    <w:p w14:paraId="02562307" w14:textId="77777777" w:rsidR="00A14446" w:rsidRPr="00844B97" w:rsidRDefault="00A14446">
      <w:pPr>
        <w:pStyle w:val="BodyLarge"/>
        <w:tabs>
          <w:tab w:val="left" w:pos="600"/>
          <w:tab w:val="left" w:pos="1200"/>
          <w:tab w:val="right" w:leader="dot" w:pos="8460"/>
          <w:tab w:val="right" w:pos="9940"/>
        </w:tabs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  <w:t>Highly liquid investments</w:t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</w:rPr>
        <w:tab/>
      </w:r>
      <w:r w:rsidRPr="00844B97">
        <w:rPr>
          <w:rFonts w:ascii="Liberation Sans" w:hAnsi="Liberation Sans" w:cs="Liberation Sans"/>
          <w:u w:val="single"/>
        </w:rPr>
        <w:t>  12,000</w:t>
      </w:r>
    </w:p>
    <w:p w14:paraId="02562308" w14:textId="77777777" w:rsidR="00A14446" w:rsidRPr="00844B97" w:rsidRDefault="00A14446">
      <w:pPr>
        <w:pStyle w:val="BodyLarge"/>
        <w:ind w:right="117"/>
        <w:jc w:val="right"/>
        <w:rPr>
          <w:rFonts w:ascii="Liberation Sans" w:hAnsi="Liberation Sans" w:cs="Liberation Sans"/>
          <w:u w:val="double"/>
        </w:rPr>
      </w:pPr>
      <w:r w:rsidRPr="00844B97">
        <w:rPr>
          <w:rFonts w:ascii="Liberation Sans" w:hAnsi="Liberation Sans" w:cs="Liberation Sans"/>
          <w:u w:val="double"/>
        </w:rPr>
        <w:t>$37,400</w:t>
      </w:r>
    </w:p>
    <w:p w14:paraId="02562309" w14:textId="77777777" w:rsidR="00A14446" w:rsidRPr="00844B97" w:rsidRDefault="00A14446">
      <w:pPr>
        <w:pStyle w:val="BodyLarge"/>
        <w:tabs>
          <w:tab w:val="left" w:pos="603"/>
          <w:tab w:val="left" w:pos="1200"/>
          <w:tab w:val="right" w:leader="dot" w:pos="8460"/>
          <w:tab w:val="right" w:pos="9999"/>
        </w:tabs>
        <w:spacing w:before="120"/>
        <w:ind w:left="612" w:hanging="603"/>
        <w:jc w:val="both"/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>(b)</w:t>
      </w:r>
      <w:r w:rsidRPr="00844B97">
        <w:rPr>
          <w:rFonts w:ascii="Liberation Sans" w:hAnsi="Liberation Sans" w:cs="Liberation Sans"/>
        </w:rPr>
        <w:tab/>
        <w:t>“</w:t>
      </w:r>
      <w:r w:rsidRPr="00844B97">
        <w:rPr>
          <w:rFonts w:ascii="Liberation Sans" w:hAnsi="Liberation Sans" w:cs="Liberation Sans"/>
          <w:spacing w:val="-6"/>
        </w:rPr>
        <w:t>Cash in plant expansion fund” should be reported as part of long-term</w:t>
      </w:r>
      <w:r w:rsidRPr="00844B97">
        <w:rPr>
          <w:rFonts w:ascii="Liberation Sans" w:hAnsi="Liberation Sans" w:cs="Liberation Sans"/>
        </w:rPr>
        <w:t xml:space="preserve"> </w:t>
      </w:r>
      <w:r w:rsidRPr="00844B97">
        <w:rPr>
          <w:rFonts w:ascii="Liberation Sans" w:hAnsi="Liberation Sans" w:cs="Liberation Sans"/>
          <w:spacing w:val="-10"/>
        </w:rPr>
        <w:t>investments (a noncurrent asset). “Receivables from customers” should be</w:t>
      </w:r>
      <w:r w:rsidRPr="00844B97">
        <w:rPr>
          <w:rFonts w:ascii="Liberation Sans" w:hAnsi="Liberation Sans" w:cs="Liberation Sans"/>
        </w:rPr>
        <w:t xml:space="preserve"> </w:t>
      </w:r>
      <w:r w:rsidRPr="00844B97">
        <w:rPr>
          <w:rFonts w:ascii="Liberation Sans" w:hAnsi="Liberation Sans" w:cs="Liberation Sans"/>
          <w:spacing w:val="-8"/>
        </w:rPr>
        <w:t>reported as accounts receivable in the current assets. “Stock investments”</w:t>
      </w:r>
      <w:r w:rsidRPr="00844B97">
        <w:rPr>
          <w:rFonts w:ascii="Liberation Sans" w:hAnsi="Liberation Sans" w:cs="Liberation Sans"/>
        </w:rPr>
        <w:t xml:space="preserve"> should also be reported in the current assets.</w:t>
      </w:r>
    </w:p>
    <w:p w14:paraId="0256230A" w14:textId="77777777" w:rsidR="00A14446" w:rsidRPr="00844B97" w:rsidRDefault="00A14446" w:rsidP="00964BB3">
      <w:pPr>
        <w:pStyle w:val="BodyLarge"/>
        <w:tabs>
          <w:tab w:val="left" w:pos="603"/>
          <w:tab w:val="left" w:pos="1200"/>
          <w:tab w:val="right" w:leader="dot" w:pos="8460"/>
          <w:tab w:val="right" w:pos="9999"/>
        </w:tabs>
        <w:spacing w:before="120"/>
        <w:ind w:left="612" w:hanging="603"/>
        <w:jc w:val="both"/>
        <w:rPr>
          <w:rFonts w:ascii="Liberation Sans" w:hAnsi="Liberation Sans" w:cs="Liberation Sans"/>
        </w:rPr>
      </w:pPr>
      <w:r w:rsidRPr="00844B97">
        <w:rPr>
          <w:rFonts w:ascii="Liberation Sans" w:hAnsi="Liberation Sans" w:cs="Liberation Sans"/>
        </w:rPr>
        <w:t>(c)</w:t>
      </w:r>
      <w:r w:rsidRPr="00844B97">
        <w:rPr>
          <w:rFonts w:ascii="Liberation Sans" w:hAnsi="Liberation Sans" w:cs="Liberation Sans"/>
        </w:rPr>
        <w:tab/>
      </w:r>
      <w:r w:rsidR="00754094" w:rsidRPr="00844B97">
        <w:rPr>
          <w:rFonts w:ascii="Liberation Sans" w:hAnsi="Liberation Sans" w:cs="Liberation Sans"/>
          <w:spacing w:val="-4"/>
        </w:rPr>
        <w:t>Gonzalez</w:t>
      </w:r>
      <w:r w:rsidRPr="00844B97">
        <w:rPr>
          <w:rFonts w:ascii="Liberation Sans" w:hAnsi="Liberation Sans" w:cs="Liberation Sans"/>
          <w:spacing w:val="-4"/>
        </w:rPr>
        <w:t xml:space="preserve"> should disclose in the financial statements the details about</w:t>
      </w:r>
      <w:r w:rsidRPr="00844B97">
        <w:rPr>
          <w:rFonts w:ascii="Liberation Sans" w:hAnsi="Liberation Sans" w:cs="Liberation Sans"/>
          <w:spacing w:val="-2"/>
        </w:rPr>
        <w:t xml:space="preserve"> </w:t>
      </w:r>
      <w:r w:rsidRPr="00844B97">
        <w:rPr>
          <w:rFonts w:ascii="Liberation Sans" w:hAnsi="Liberation Sans" w:cs="Liberation Sans"/>
          <w:spacing w:val="-6"/>
        </w:rPr>
        <w:t>the compensating balances. These are generally minimum cash balances</w:t>
      </w:r>
      <w:r w:rsidRPr="00844B97">
        <w:rPr>
          <w:rFonts w:ascii="Liberation Sans" w:hAnsi="Liberation Sans" w:cs="Liberation Sans"/>
        </w:rPr>
        <w:t xml:space="preserve"> </w:t>
      </w:r>
      <w:r w:rsidRPr="00844B97">
        <w:rPr>
          <w:rFonts w:ascii="Liberation Sans" w:hAnsi="Liberation Sans" w:cs="Liberation Sans"/>
          <w:spacing w:val="-6"/>
        </w:rPr>
        <w:t>the bank requires the borrower to maintain. They are a restriction on the</w:t>
      </w:r>
      <w:r w:rsidRPr="00844B97">
        <w:rPr>
          <w:rFonts w:ascii="Liberation Sans" w:hAnsi="Liberation Sans" w:cs="Liberation Sans"/>
        </w:rPr>
        <w:t xml:space="preserve"> use of cash that may affect the company’s liquidity.</w:t>
      </w:r>
    </w:p>
    <w:sectPr w:rsidR="00A14446" w:rsidRPr="00844B97" w:rsidSect="00B84E6C">
      <w:headerReference w:type="even" r:id="rId7"/>
      <w:headerReference w:type="default" r:id="rId8"/>
      <w:footerReference w:type="even" r:id="rId9"/>
      <w:footerReference w:type="default" r:id="rId10"/>
      <w:pgSz w:w="12240" w:h="15840" w:code="1"/>
      <w:pgMar w:top="720" w:right="360" w:bottom="907" w:left="180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56230D" w14:textId="77777777" w:rsidR="00DA656B" w:rsidRDefault="00DA656B">
      <w:pPr>
        <w:spacing w:line="240" w:lineRule="auto"/>
      </w:pPr>
      <w:r>
        <w:separator/>
      </w:r>
    </w:p>
  </w:endnote>
  <w:endnote w:type="continuationSeparator" w:id="0">
    <w:p w14:paraId="0256230E" w14:textId="77777777" w:rsidR="00DA656B" w:rsidRDefault="00DA65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562311" w14:textId="77777777" w:rsidR="006259CA" w:rsidRDefault="006259CA" w:rsidP="004E77EC">
    <w:pPr>
      <w:pStyle w:val="Footer"/>
      <w:tabs>
        <w:tab w:val="clear" w:pos="4960"/>
        <w:tab w:val="clear" w:pos="9940"/>
        <w:tab w:val="right" w:pos="10080"/>
      </w:tabs>
      <w:ind w:left="9"/>
      <w:jc w:val="left"/>
    </w:pPr>
    <w:r>
      <w:rPr>
        <w:u w:val="single"/>
      </w:rPr>
      <w:tab/>
    </w:r>
  </w:p>
  <w:p w14:paraId="02562312" w14:textId="77777777" w:rsidR="006259CA" w:rsidRDefault="006259CA" w:rsidP="004E77EC">
    <w:pPr>
      <w:pStyle w:val="Footer"/>
      <w:tabs>
        <w:tab w:val="clear" w:pos="4960"/>
        <w:tab w:val="clear" w:pos="9940"/>
        <w:tab w:val="right" w:pos="10053"/>
      </w:tabs>
      <w:ind w:left="9"/>
      <w:jc w:val="left"/>
    </w:pPr>
    <w:r>
      <w:t>7-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558B2">
      <w:rPr>
        <w:rStyle w:val="PageNumber"/>
        <w:noProof/>
      </w:rPr>
      <w:t>12</w:t>
    </w:r>
    <w:r>
      <w:rPr>
        <w:rStyle w:val="PageNumber"/>
      </w:rPr>
      <w:fldChar w:fldCharType="end"/>
    </w:r>
    <w:r>
      <w:rPr>
        <w:rStyle w:val="PageNumber"/>
      </w:rPr>
      <w:tab/>
    </w:r>
    <w:r w:rsidR="00F9292F" w:rsidRPr="00F6267A">
      <w:rPr>
        <w:rFonts w:cs="Helvetica"/>
        <w:sz w:val="14"/>
        <w:szCs w:val="14"/>
      </w:rPr>
      <w:t xml:space="preserve">Copyright © 2014 John Wiley &amp; Sons, Inc, Weygandt, </w:t>
    </w:r>
    <w:r w:rsidR="00F9292F" w:rsidRPr="00F6267A">
      <w:rPr>
        <w:rFonts w:cs="Helvetica"/>
        <w:i/>
        <w:iCs/>
        <w:sz w:val="14"/>
        <w:szCs w:val="14"/>
      </w:rPr>
      <w:t>Financial Accounting,</w:t>
    </w:r>
    <w:r w:rsidR="00F9292F" w:rsidRPr="00F6267A">
      <w:rPr>
        <w:rFonts w:cs="Helvetica"/>
        <w:sz w:val="14"/>
        <w:szCs w:val="14"/>
      </w:rPr>
      <w:t xml:space="preserve"> 9/e, </w:t>
    </w:r>
    <w:r w:rsidR="00F9292F" w:rsidRPr="00F6267A">
      <w:rPr>
        <w:rStyle w:val="PageNumber"/>
        <w:rFonts w:cs="Helvetica"/>
        <w:sz w:val="14"/>
        <w:szCs w:val="14"/>
      </w:rPr>
      <w:t xml:space="preserve">Solutions Exercise B/Problem C </w:t>
    </w:r>
    <w:r w:rsidR="00F9292F">
      <w:rPr>
        <w:rStyle w:val="PageNumber"/>
        <w:rFonts w:cs="Helvetica"/>
        <w:sz w:val="14"/>
        <w:szCs w:val="14"/>
      </w:rPr>
      <w:t>(</w:t>
    </w:r>
    <w:r w:rsidR="00F9292F" w:rsidRPr="00F6267A">
      <w:rPr>
        <w:rStyle w:val="PageNumber"/>
        <w:rFonts w:cs="Helvetica"/>
        <w:sz w:val="14"/>
        <w:szCs w:val="14"/>
      </w:rPr>
      <w:t>Instructor Use Only)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562313" w14:textId="77777777" w:rsidR="009558B2" w:rsidRPr="00CC4911" w:rsidRDefault="009558B2" w:rsidP="009558B2">
    <w:pPr>
      <w:pStyle w:val="Footer"/>
      <w:tabs>
        <w:tab w:val="right" w:pos="10080"/>
      </w:tabs>
      <w:jc w:val="left"/>
      <w:rPr>
        <w:rFonts w:ascii="Liberation Sans" w:hAnsi="Liberation Sans" w:cs="Liberation Sans"/>
        <w:sz w:val="16"/>
        <w:szCs w:val="16"/>
      </w:rPr>
    </w:pPr>
    <w:r>
      <w:rPr>
        <w:rFonts w:ascii="Liberation Sans" w:hAnsi="Liberation Sans" w:cs="Liberation Sans"/>
        <w:sz w:val="16"/>
        <w:szCs w:val="16"/>
        <w:u w:val="single"/>
      </w:rPr>
      <w:t>_________________________________________________________________________________________________________________</w:t>
    </w:r>
  </w:p>
  <w:p w14:paraId="02562314" w14:textId="2CD37308" w:rsidR="009558B2" w:rsidRPr="00CC4911" w:rsidRDefault="009558B2" w:rsidP="009558B2">
    <w:pPr>
      <w:pStyle w:val="Footer"/>
      <w:tabs>
        <w:tab w:val="right" w:pos="10053"/>
      </w:tabs>
      <w:ind w:left="27"/>
      <w:jc w:val="left"/>
      <w:rPr>
        <w:rStyle w:val="PageNumber"/>
        <w:rFonts w:ascii="Liberation Sans" w:hAnsi="Liberation Sans" w:cs="Liberation Sans"/>
        <w:sz w:val="16"/>
        <w:szCs w:val="16"/>
      </w:rPr>
    </w:pPr>
    <w:r w:rsidRPr="00CC4911">
      <w:rPr>
        <w:rFonts w:ascii="Liberation Sans" w:hAnsi="Liberation Sans" w:cs="Liberation Sans"/>
        <w:sz w:val="16"/>
        <w:szCs w:val="16"/>
      </w:rPr>
      <w:t>Copyright</w:t>
    </w:r>
    <w:r>
      <w:rPr>
        <w:rFonts w:ascii="Liberation Sans" w:hAnsi="Liberation Sans" w:cs="Liberation Sans"/>
        <w:sz w:val="16"/>
        <w:szCs w:val="16"/>
      </w:rPr>
      <w:t xml:space="preserve"> © </w:t>
    </w:r>
    <w:r w:rsidR="007032EB">
      <w:rPr>
        <w:rFonts w:ascii="Liberation Sans" w:hAnsi="Liberation Sans" w:cs="Liberation Sans"/>
        <w:sz w:val="16"/>
        <w:szCs w:val="16"/>
      </w:rPr>
      <w:t>2020</w:t>
    </w:r>
    <w:r>
      <w:rPr>
        <w:rFonts w:ascii="Liberation Sans" w:hAnsi="Liberation Sans" w:cs="Liberation Sans"/>
        <w:sz w:val="16"/>
        <w:szCs w:val="16"/>
      </w:rPr>
      <w:t xml:space="preserve"> John Wiley &amp; Sons, Inc.                               </w:t>
    </w:r>
    <w:r>
      <w:rPr>
        <w:rFonts w:ascii="Liberation Sans" w:hAnsi="Liberation Sans" w:cs="Liberation Sans"/>
        <w:sz w:val="16"/>
        <w:szCs w:val="16"/>
      </w:rPr>
      <w:tab/>
    </w:r>
    <w:r w:rsidRPr="00CC4911">
      <w:rPr>
        <w:rFonts w:ascii="Liberation Sans" w:hAnsi="Liberation Sans" w:cs="Liberation Sans"/>
        <w:sz w:val="16"/>
        <w:szCs w:val="16"/>
      </w:rPr>
      <w:t xml:space="preserve">Weygandt, </w:t>
    </w:r>
    <w:r w:rsidR="00E27D68">
      <w:rPr>
        <w:rFonts w:ascii="Liberation Sans" w:hAnsi="Liberation Sans" w:cs="Liberation Sans"/>
        <w:i/>
        <w:iCs/>
        <w:sz w:val="16"/>
        <w:szCs w:val="16"/>
      </w:rPr>
      <w:t>Financial</w:t>
    </w:r>
    <w:r w:rsidRPr="00CC4911">
      <w:rPr>
        <w:rFonts w:ascii="Liberation Sans" w:hAnsi="Liberation Sans" w:cs="Liberation Sans"/>
        <w:i/>
        <w:iCs/>
        <w:sz w:val="16"/>
        <w:szCs w:val="16"/>
      </w:rPr>
      <w:t xml:space="preserve"> Accounting,</w:t>
    </w:r>
    <w:r w:rsidRPr="00CC4911">
      <w:rPr>
        <w:rFonts w:ascii="Liberation Sans" w:hAnsi="Liberation Sans" w:cs="Liberation Sans"/>
        <w:sz w:val="16"/>
        <w:szCs w:val="16"/>
      </w:rPr>
      <w:t xml:space="preserve"> </w:t>
    </w:r>
    <w:r w:rsidR="007032EB">
      <w:rPr>
        <w:rFonts w:ascii="Liberation Sans" w:hAnsi="Liberation Sans" w:cs="Liberation Sans"/>
        <w:sz w:val="16"/>
        <w:szCs w:val="16"/>
      </w:rPr>
      <w:t>11e</w:t>
    </w:r>
    <w:r w:rsidRPr="00CC4911">
      <w:rPr>
        <w:rFonts w:ascii="Liberation Sans" w:hAnsi="Liberation Sans" w:cs="Liberation Sans"/>
        <w:sz w:val="16"/>
        <w:szCs w:val="16"/>
      </w:rPr>
      <w:t xml:space="preserve">, </w:t>
    </w:r>
    <w:r w:rsidRPr="00CC4911">
      <w:rPr>
        <w:rStyle w:val="PageNumber"/>
        <w:rFonts w:ascii="Liberation Sans" w:hAnsi="Liberation Sans" w:cs="Liberation Sans"/>
        <w:sz w:val="16"/>
        <w:szCs w:val="16"/>
      </w:rPr>
      <w:t xml:space="preserve">Solutions Exercises: Set B </w:t>
    </w:r>
  </w:p>
  <w:p w14:paraId="02562315" w14:textId="77777777" w:rsidR="009558B2" w:rsidRPr="00CC4911" w:rsidRDefault="009558B2" w:rsidP="009558B2">
    <w:pPr>
      <w:pStyle w:val="Footer"/>
      <w:tabs>
        <w:tab w:val="right" w:pos="10053"/>
      </w:tabs>
      <w:ind w:left="27"/>
      <w:jc w:val="left"/>
      <w:rPr>
        <w:rFonts w:ascii="Liberation Sans" w:hAnsi="Liberation Sans" w:cs="Liberation Sans"/>
        <w:sz w:val="16"/>
        <w:szCs w:val="16"/>
      </w:rPr>
    </w:pPr>
    <w:r w:rsidRPr="00CC4911">
      <w:rPr>
        <w:rStyle w:val="PageNumber"/>
        <w:rFonts w:ascii="Liberation Sans" w:hAnsi="Liberation Sans" w:cs="Liberation Sans"/>
        <w:sz w:val="16"/>
        <w:szCs w:val="16"/>
      </w:rPr>
      <w:t>(Instructor Use Only)</w:t>
    </w:r>
    <w:r w:rsidRPr="00CC4911">
      <w:rPr>
        <w:rStyle w:val="PageNumber"/>
        <w:rFonts w:ascii="Liberation Sans" w:hAnsi="Liberation Sans" w:cs="Liberation Sans"/>
        <w:sz w:val="16"/>
        <w:szCs w:val="16"/>
      </w:rPr>
      <w:tab/>
    </w:r>
  </w:p>
  <w:p w14:paraId="02562316" w14:textId="77777777" w:rsidR="006259CA" w:rsidRDefault="006259CA" w:rsidP="009558B2">
    <w:pPr>
      <w:pStyle w:val="Footer"/>
      <w:tabs>
        <w:tab w:val="clear" w:pos="4960"/>
        <w:tab w:val="clear" w:pos="9940"/>
        <w:tab w:val="right" w:pos="10053"/>
      </w:tabs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56230B" w14:textId="77777777" w:rsidR="00DA656B" w:rsidRDefault="00DA656B">
      <w:pPr>
        <w:spacing w:line="240" w:lineRule="auto"/>
      </w:pPr>
      <w:r>
        <w:separator/>
      </w:r>
    </w:p>
  </w:footnote>
  <w:footnote w:type="continuationSeparator" w:id="0">
    <w:p w14:paraId="0256230C" w14:textId="77777777" w:rsidR="00DA656B" w:rsidRDefault="00DA656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56230F" w14:textId="77777777" w:rsidR="006259CA" w:rsidRDefault="006259CA">
    <w:pPr>
      <w:pStyle w:val="Header"/>
      <w:spacing w:line="2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562310" w14:textId="77777777" w:rsidR="006259CA" w:rsidRDefault="006259CA">
    <w:pPr>
      <w:pStyle w:val="Header"/>
      <w:spacing w:line="2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44E0DD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CD633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A2A088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60A3E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4949A3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9066EC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94A1BB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3826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C2AD7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0E807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22D7952"/>
    <w:multiLevelType w:val="hybridMultilevel"/>
    <w:tmpl w:val="93E09192"/>
    <w:lvl w:ilvl="0" w:tplc="1D12A714">
      <w:start w:val="4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133C43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8E2C61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E8E0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E4F7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CC4B1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73C9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244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7632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8427E0"/>
    <w:multiLevelType w:val="hybridMultilevel"/>
    <w:tmpl w:val="8EDE472E"/>
    <w:lvl w:ilvl="0" w:tplc="D4D8DF72">
      <w:start w:val="4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DC7C25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EEC9A9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F7476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24A5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FEEEA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436EA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DA54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5781F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7365893"/>
    <w:multiLevelType w:val="hybridMultilevel"/>
    <w:tmpl w:val="59C08F34"/>
    <w:lvl w:ilvl="0" w:tplc="B42EE110">
      <w:start w:val="2"/>
      <w:numFmt w:val="decimal"/>
      <w:lvlText w:val="%1."/>
      <w:lvlJc w:val="left"/>
      <w:pPr>
        <w:tabs>
          <w:tab w:val="num" w:pos="1200"/>
        </w:tabs>
        <w:ind w:left="1200" w:hanging="600"/>
      </w:pPr>
      <w:rPr>
        <w:rFonts w:hint="default"/>
      </w:rPr>
    </w:lvl>
    <w:lvl w:ilvl="1" w:tplc="A7BECB14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4CE8CA9C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3A9863F8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A9829136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651C55D0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910CDE64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604CB370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718C7C0C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3" w15:restartNumberingAfterBreak="0">
    <w:nsid w:val="588350DD"/>
    <w:multiLevelType w:val="hybridMultilevel"/>
    <w:tmpl w:val="1AC65DE2"/>
    <w:lvl w:ilvl="0" w:tplc="D5B2AE98">
      <w:start w:val="2"/>
      <w:numFmt w:val="lowerLetter"/>
      <w:lvlText w:val="(%1)"/>
      <w:lvlJc w:val="left"/>
      <w:pPr>
        <w:tabs>
          <w:tab w:val="num" w:pos="609"/>
        </w:tabs>
        <w:ind w:left="609" w:hanging="600"/>
      </w:pPr>
      <w:rPr>
        <w:rFonts w:hint="default"/>
      </w:rPr>
    </w:lvl>
    <w:lvl w:ilvl="1" w:tplc="76506540" w:tentative="1">
      <w:start w:val="1"/>
      <w:numFmt w:val="lowerLetter"/>
      <w:lvlText w:val="%2."/>
      <w:lvlJc w:val="left"/>
      <w:pPr>
        <w:tabs>
          <w:tab w:val="num" w:pos="1089"/>
        </w:tabs>
        <w:ind w:left="1089" w:hanging="360"/>
      </w:pPr>
    </w:lvl>
    <w:lvl w:ilvl="2" w:tplc="CFC6765A" w:tentative="1">
      <w:start w:val="1"/>
      <w:numFmt w:val="lowerRoman"/>
      <w:lvlText w:val="%3."/>
      <w:lvlJc w:val="right"/>
      <w:pPr>
        <w:tabs>
          <w:tab w:val="num" w:pos="1809"/>
        </w:tabs>
        <w:ind w:left="1809" w:hanging="180"/>
      </w:pPr>
    </w:lvl>
    <w:lvl w:ilvl="3" w:tplc="BEDA3256" w:tentative="1">
      <w:start w:val="1"/>
      <w:numFmt w:val="decimal"/>
      <w:lvlText w:val="%4."/>
      <w:lvlJc w:val="left"/>
      <w:pPr>
        <w:tabs>
          <w:tab w:val="num" w:pos="2529"/>
        </w:tabs>
        <w:ind w:left="2529" w:hanging="360"/>
      </w:pPr>
    </w:lvl>
    <w:lvl w:ilvl="4" w:tplc="64847CC0" w:tentative="1">
      <w:start w:val="1"/>
      <w:numFmt w:val="lowerLetter"/>
      <w:lvlText w:val="%5."/>
      <w:lvlJc w:val="left"/>
      <w:pPr>
        <w:tabs>
          <w:tab w:val="num" w:pos="3249"/>
        </w:tabs>
        <w:ind w:left="3249" w:hanging="360"/>
      </w:pPr>
    </w:lvl>
    <w:lvl w:ilvl="5" w:tplc="5A6A0938" w:tentative="1">
      <w:start w:val="1"/>
      <w:numFmt w:val="lowerRoman"/>
      <w:lvlText w:val="%6."/>
      <w:lvlJc w:val="right"/>
      <w:pPr>
        <w:tabs>
          <w:tab w:val="num" w:pos="3969"/>
        </w:tabs>
        <w:ind w:left="3969" w:hanging="180"/>
      </w:pPr>
    </w:lvl>
    <w:lvl w:ilvl="6" w:tplc="103AF1C6" w:tentative="1">
      <w:start w:val="1"/>
      <w:numFmt w:val="decimal"/>
      <w:lvlText w:val="%7."/>
      <w:lvlJc w:val="left"/>
      <w:pPr>
        <w:tabs>
          <w:tab w:val="num" w:pos="4689"/>
        </w:tabs>
        <w:ind w:left="4689" w:hanging="360"/>
      </w:pPr>
    </w:lvl>
    <w:lvl w:ilvl="7" w:tplc="EFE48C02" w:tentative="1">
      <w:start w:val="1"/>
      <w:numFmt w:val="lowerLetter"/>
      <w:lvlText w:val="%8."/>
      <w:lvlJc w:val="left"/>
      <w:pPr>
        <w:tabs>
          <w:tab w:val="num" w:pos="5409"/>
        </w:tabs>
        <w:ind w:left="5409" w:hanging="360"/>
      </w:pPr>
    </w:lvl>
    <w:lvl w:ilvl="8" w:tplc="C3B4644A" w:tentative="1">
      <w:start w:val="1"/>
      <w:numFmt w:val="lowerRoman"/>
      <w:lvlText w:val="%9."/>
      <w:lvlJc w:val="right"/>
      <w:pPr>
        <w:tabs>
          <w:tab w:val="num" w:pos="6129"/>
        </w:tabs>
        <w:ind w:left="6129" w:hanging="180"/>
      </w:p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attachedTemplate r:id="rId1"/>
  <w:defaultTabStop w:val="0"/>
  <w:hyphenationZone w:val="24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DA3tjQztTQ2BAJzMyUdpeDU4uLM/DyQAsNaADOKLJksAAAA"/>
  </w:docVars>
  <w:rsids>
    <w:rsidRoot w:val="00226F96"/>
    <w:rsid w:val="00046923"/>
    <w:rsid w:val="000D352E"/>
    <w:rsid w:val="00117B6C"/>
    <w:rsid w:val="0018304D"/>
    <w:rsid w:val="00187AD5"/>
    <w:rsid w:val="00226F96"/>
    <w:rsid w:val="00230617"/>
    <w:rsid w:val="0026382F"/>
    <w:rsid w:val="002934B3"/>
    <w:rsid w:val="00322C40"/>
    <w:rsid w:val="004827CC"/>
    <w:rsid w:val="004E77EC"/>
    <w:rsid w:val="005C6B67"/>
    <w:rsid w:val="006259CA"/>
    <w:rsid w:val="006F0B0B"/>
    <w:rsid w:val="007032EB"/>
    <w:rsid w:val="00754094"/>
    <w:rsid w:val="00783430"/>
    <w:rsid w:val="00844B97"/>
    <w:rsid w:val="008B4D4A"/>
    <w:rsid w:val="00944486"/>
    <w:rsid w:val="009558B2"/>
    <w:rsid w:val="00964BB3"/>
    <w:rsid w:val="009B7143"/>
    <w:rsid w:val="009E51EB"/>
    <w:rsid w:val="00A14446"/>
    <w:rsid w:val="00A2480F"/>
    <w:rsid w:val="00A30F06"/>
    <w:rsid w:val="00A57934"/>
    <w:rsid w:val="00A94283"/>
    <w:rsid w:val="00B84E6C"/>
    <w:rsid w:val="00C119B9"/>
    <w:rsid w:val="00C9391D"/>
    <w:rsid w:val="00CC4EC1"/>
    <w:rsid w:val="00D25CB9"/>
    <w:rsid w:val="00DA656B"/>
    <w:rsid w:val="00E11894"/>
    <w:rsid w:val="00E27D68"/>
    <w:rsid w:val="00E64791"/>
    <w:rsid w:val="00F612B6"/>
    <w:rsid w:val="00F868D4"/>
    <w:rsid w:val="00F92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0256204D"/>
  <w15:docId w15:val="{B7D7F9E6-C319-4248-A7C2-B4336B5F7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zh-CN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60" w:lineRule="exact"/>
    </w:pPr>
    <w:rPr>
      <w:rFonts w:ascii="Helvetica" w:hAnsi="Helvetica"/>
      <w:sz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960"/>
        <w:tab w:val="right" w:pos="9940"/>
      </w:tabs>
      <w:spacing w:line="240" w:lineRule="exact"/>
      <w:jc w:val="center"/>
    </w:pPr>
    <w:rPr>
      <w:sz w:val="20"/>
    </w:rPr>
  </w:style>
  <w:style w:type="character" w:styleId="PageNumber">
    <w:name w:val="page number"/>
    <w:basedOn w:val="DefaultParagraphFont"/>
    <w:uiPriority w:val="99"/>
  </w:style>
  <w:style w:type="paragraph" w:styleId="Header">
    <w:name w:val="header"/>
    <w:basedOn w:val="Normal"/>
    <w:semiHidden/>
    <w:pPr>
      <w:tabs>
        <w:tab w:val="center" w:pos="4960"/>
        <w:tab w:val="right" w:pos="9940"/>
      </w:tabs>
      <w:spacing w:line="320" w:lineRule="exact"/>
    </w:pPr>
    <w:rPr>
      <w:b/>
      <w:sz w:val="28"/>
    </w:rPr>
  </w:style>
  <w:style w:type="paragraph" w:customStyle="1" w:styleId="BodyLarge">
    <w:name w:val="Body (Large)"/>
    <w:basedOn w:val="Normal"/>
    <w:pPr>
      <w:spacing w:line="320" w:lineRule="exact"/>
    </w:pPr>
    <w:rPr>
      <w:b/>
      <w:sz w:val="28"/>
    </w:rPr>
  </w:style>
  <w:style w:type="paragraph" w:customStyle="1" w:styleId="Chapternumber">
    <w:name w:val="Chapter number"/>
    <w:basedOn w:val="Normal"/>
    <w:next w:val="Normal"/>
    <w:pPr>
      <w:keepNext/>
      <w:spacing w:line="520" w:lineRule="exact"/>
      <w:jc w:val="center"/>
    </w:pPr>
    <w:rPr>
      <w:b/>
      <w:sz w:val="48"/>
    </w:rPr>
  </w:style>
  <w:style w:type="paragraph" w:styleId="BodyTextIndent3">
    <w:name w:val="Body Text Indent 3"/>
    <w:basedOn w:val="Normal"/>
    <w:semiHidden/>
    <w:pPr>
      <w:spacing w:after="120"/>
      <w:ind w:left="360"/>
    </w:pPr>
    <w:rPr>
      <w:sz w:val="16"/>
    </w:rPr>
  </w:style>
  <w:style w:type="paragraph" w:customStyle="1" w:styleId="Chaptertitle">
    <w:name w:val="Chapter title"/>
    <w:basedOn w:val="Normal"/>
    <w:next w:val="Normal"/>
    <w:pPr>
      <w:spacing w:before="120" w:line="400" w:lineRule="exact"/>
      <w:jc w:val="center"/>
    </w:pPr>
    <w:rPr>
      <w:b/>
      <w:sz w:val="36"/>
    </w:rPr>
  </w:style>
  <w:style w:type="paragraph" w:customStyle="1" w:styleId="1Head">
    <w:name w:val="#1 Head"/>
    <w:basedOn w:val="Normal"/>
    <w:next w:val="Normal"/>
    <w:pPr>
      <w:spacing w:before="120" w:line="320" w:lineRule="exact"/>
      <w:outlineLvl w:val="0"/>
    </w:pPr>
    <w:rPr>
      <w:b/>
      <w:sz w:val="28"/>
    </w:rPr>
  </w:style>
  <w:style w:type="paragraph" w:customStyle="1" w:styleId="2Head">
    <w:name w:val="#2 Head"/>
    <w:basedOn w:val="Normal"/>
    <w:next w:val="Normal"/>
    <w:pPr>
      <w:spacing w:line="400" w:lineRule="exact"/>
      <w:jc w:val="center"/>
      <w:outlineLvl w:val="0"/>
    </w:pPr>
    <w:rPr>
      <w:b/>
      <w:sz w:val="36"/>
    </w:rPr>
  </w:style>
  <w:style w:type="paragraph" w:customStyle="1" w:styleId="BodyAtoQ">
    <w:name w:val="Body (AtoQ)"/>
    <w:basedOn w:val="Normal"/>
    <w:pPr>
      <w:tabs>
        <w:tab w:val="left" w:pos="600"/>
        <w:tab w:val="left" w:pos="1080"/>
        <w:tab w:val="right" w:pos="9940"/>
      </w:tabs>
      <w:jc w:val="both"/>
    </w:pPr>
  </w:style>
  <w:style w:type="character" w:customStyle="1" w:styleId="FooterChar">
    <w:name w:val="Footer Char"/>
    <w:link w:val="Footer"/>
    <w:uiPriority w:val="99"/>
    <w:rsid w:val="004E77EC"/>
    <w:rPr>
      <w:rFonts w:ascii="Helvetica" w:hAnsi="Helvetica"/>
    </w:rPr>
  </w:style>
  <w:style w:type="paragraph" w:styleId="BalloonText">
    <w:name w:val="Balloon Text"/>
    <w:basedOn w:val="Normal"/>
    <w:semiHidden/>
    <w:rsid w:val="00C119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95\Application%20Data\Microsoft\Templates\Prin6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Prin6e.dot</Template>
  <TotalTime>1</TotalTime>
  <Pages>9</Pages>
  <Words>1402</Words>
  <Characters>7992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13</vt:lpstr>
    </vt:vector>
  </TitlesOfParts>
  <Company>Caron Communications</Company>
  <LinksUpToDate>false</LinksUpToDate>
  <CharactersWithSpaces>9376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13</dc:title>
  <dc:subject>Accounting Principles, 6e</dc:subject>
  <dc:creator>Weygandt</dc:creator>
  <cp:lastModifiedBy>Amy Oline</cp:lastModifiedBy>
  <cp:revision>5</cp:revision>
  <cp:lastPrinted>2011-05-18T18:14:00Z</cp:lastPrinted>
  <dcterms:created xsi:type="dcterms:W3CDTF">2017-01-13T20:13:00Z</dcterms:created>
  <dcterms:modified xsi:type="dcterms:W3CDTF">2019-12-17T19:12:00Z</dcterms:modified>
</cp:coreProperties>
</file>